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F67E3" w14:textId="74106FBE" w:rsidR="00A70B8C" w:rsidRDefault="00A70B8C" w:rsidP="00A70B8C">
      <w:pPr>
        <w:pStyle w:val="Rubrik1"/>
      </w:pPr>
      <w:r>
        <w:t>Älvdalens Utbildningscentrums logotyper</w:t>
      </w:r>
    </w:p>
    <w:p w14:paraId="15B3AFAF" w14:textId="289793B1" w:rsidR="00A70B8C" w:rsidRDefault="00A70B8C" w:rsidP="00D33AD8">
      <w:r>
        <w:t>Logotyper finns för Älvdalens Utbildningscentrum samt för de 6 utbildningarna (</w:t>
      </w:r>
      <w:r w:rsidR="00190586">
        <w:t xml:space="preserve">nedan Äventyrsgymnasiet </w:t>
      </w:r>
      <w:r>
        <w:t>i exempel). Varje logotyp finns i 4 varianter.</w:t>
      </w:r>
      <w:r w:rsidR="002E0035">
        <w:t xml:space="preserve"> Älvdalens Utbildningscentrum finns även </w:t>
      </w:r>
      <w:r w:rsidR="00C20804">
        <w:t>i centrerad</w:t>
      </w:r>
      <w:r w:rsidR="00834EFF">
        <w:t>e</w:t>
      </w:r>
      <w:r w:rsidR="00C20804">
        <w:t xml:space="preserve"> version</w:t>
      </w:r>
      <w:r w:rsidR="00834EFF">
        <w:t>er</w:t>
      </w:r>
      <w:r w:rsidR="00C20804">
        <w:t>.</w:t>
      </w:r>
    </w:p>
    <w:p w14:paraId="001DAA59" w14:textId="2797C1F4" w:rsidR="00744445" w:rsidRDefault="00744445" w:rsidP="00744445">
      <w:pPr>
        <w:pStyle w:val="Rubrik2"/>
      </w:pPr>
      <w:r>
        <w:t>Tvåfärgad logga på svart eller vit bakgrund</w:t>
      </w:r>
    </w:p>
    <w:p w14:paraId="6CD4B4FF" w14:textId="770D28C8" w:rsidR="00744445" w:rsidRDefault="00744445" w:rsidP="00D33AD8">
      <w:r>
        <w:t xml:space="preserve">I första hand ska den grön-vita eller grön-svarta loggan användas. Loggan </w:t>
      </w:r>
      <w:r w:rsidR="00E71F13">
        <w:t xml:space="preserve">trycks </w:t>
      </w:r>
      <w:r>
        <w:t>på svart eller vit bakgrund. Vi väljer i första hand svart</w:t>
      </w:r>
      <w:r w:rsidR="0082544C">
        <w:t xml:space="preserve">a </w:t>
      </w:r>
      <w:r w:rsidR="00E71F13">
        <w:t>profilprodukter och kläder</w:t>
      </w:r>
      <w:r>
        <w:t>.</w:t>
      </w:r>
    </w:p>
    <w:p w14:paraId="44ECC197" w14:textId="2FC682A1" w:rsidR="00744445" w:rsidRDefault="00744445" w:rsidP="00744445">
      <w:pPr>
        <w:pStyle w:val="Rubrik2"/>
      </w:pPr>
      <w:r>
        <w:t>Enfärgad logga på färgad bakgrund</w:t>
      </w:r>
    </w:p>
    <w:p w14:paraId="7FB61790" w14:textId="1FAB0347" w:rsidR="00744445" w:rsidRDefault="00744445" w:rsidP="00D33AD8">
      <w:r>
        <w:t xml:space="preserve">Då svarta plagg inte kan väljas </w:t>
      </w:r>
      <w:proofErr w:type="spellStart"/>
      <w:r>
        <w:t>pga</w:t>
      </w:r>
      <w:proofErr w:type="spellEnd"/>
      <w:r>
        <w:t xml:space="preserve"> funktion, </w:t>
      </w:r>
      <w:proofErr w:type="gramStart"/>
      <w:r>
        <w:t>t ex</w:t>
      </w:r>
      <w:proofErr w:type="gramEnd"/>
      <w:r>
        <w:t xml:space="preserve"> varselkläder, vissa färgade friluftskläder osv, bör helsvart eller helvit logga användas. Undantag kan göras om färgen står i tillräcklig kontrast till det gröna </w:t>
      </w:r>
      <w:r w:rsidR="00E71F13">
        <w:t>och inte skär sig</w:t>
      </w:r>
      <w:r>
        <w:t>.</w:t>
      </w:r>
      <w:r w:rsidR="00E71F13">
        <w:t xml:space="preserve"> Den gröna ska aldrig tryckas på varselgult. Använd den svarta loggan </w:t>
      </w:r>
      <w:proofErr w:type="gramStart"/>
      <w:r w:rsidR="00E71F13">
        <w:t>istället</w:t>
      </w:r>
      <w:proofErr w:type="gramEnd"/>
      <w:r w:rsidR="00E71F13">
        <w:t>.</w:t>
      </w:r>
    </w:p>
    <w:p w14:paraId="64A594A3" w14:textId="2E7AF7A2" w:rsidR="0063144B" w:rsidRDefault="0063144B" w:rsidP="0063144B">
      <w:pPr>
        <w:pStyle w:val="Rubrik2"/>
      </w:pPr>
      <w:r>
        <w:t xml:space="preserve">Grön färg </w:t>
      </w:r>
    </w:p>
    <w:p w14:paraId="101F7A85" w14:textId="5ACAD9A2" w:rsidR="00E71F13" w:rsidRDefault="00E71F13" w:rsidP="0063144B">
      <w:pPr>
        <w:pStyle w:val="Rubrik4"/>
      </w:pPr>
      <w:proofErr w:type="spellStart"/>
      <w:r>
        <w:t>CMYK</w:t>
      </w:r>
      <w:proofErr w:type="spellEnd"/>
      <w:r w:rsidR="0063144B">
        <w:t xml:space="preserve"> 62-0-94-0, HEX </w:t>
      </w:r>
      <w:r w:rsidR="0063144B" w:rsidRPr="0063144B">
        <w:t>#6FB63B</w:t>
      </w:r>
    </w:p>
    <w:p w14:paraId="6668B1C3" w14:textId="48275526" w:rsidR="00A70B8C" w:rsidRDefault="00A70B8C" w:rsidP="00D33AD8">
      <w:r>
        <w:t xml:space="preserve">Logotyperna </w:t>
      </w:r>
      <w:r w:rsidR="00A76EF2">
        <w:t xml:space="preserve">är sparade med rätt </w:t>
      </w:r>
      <w:proofErr w:type="spellStart"/>
      <w:r w:rsidR="00A76EF2">
        <w:t>CMYK</w:t>
      </w:r>
      <w:proofErr w:type="spellEnd"/>
      <w:r w:rsidR="00A76EF2">
        <w:t xml:space="preserve"> och </w:t>
      </w:r>
      <w:r>
        <w:t xml:space="preserve">kan användas som de är för </w:t>
      </w:r>
      <w:proofErr w:type="spellStart"/>
      <w:r w:rsidR="00A76EF2">
        <w:t>CMYK</w:t>
      </w:r>
      <w:proofErr w:type="spellEnd"/>
      <w:r w:rsidR="00A76EF2">
        <w:t>-</w:t>
      </w:r>
      <w:r>
        <w:t>tryck och digitalt.</w:t>
      </w:r>
      <w:r w:rsidR="00744445">
        <w:t xml:space="preserve"> </w:t>
      </w:r>
    </w:p>
    <w:p w14:paraId="3F7AB7EA" w14:textId="77777777" w:rsidR="00E71F13" w:rsidRDefault="00E71F13" w:rsidP="0063144B">
      <w:pPr>
        <w:pStyle w:val="Rubrik4"/>
      </w:pPr>
      <w:r>
        <w:t>Tryckfärg PMS 7738 C</w:t>
      </w:r>
    </w:p>
    <w:p w14:paraId="722FCB6F" w14:textId="24F4F6F0" w:rsidR="001A4E03" w:rsidRDefault="00744445" w:rsidP="00D33AD8">
      <w:r>
        <w:t xml:space="preserve">Vid tryck med dekorfärg ska den gröna färgen i loggan vara </w:t>
      </w:r>
      <w:proofErr w:type="spellStart"/>
      <w:r w:rsidRPr="00E71F13">
        <w:rPr>
          <w:b/>
          <w:bCs/>
        </w:rPr>
        <w:t>Pantone</w:t>
      </w:r>
      <w:proofErr w:type="spellEnd"/>
      <w:r w:rsidRPr="00E71F13">
        <w:rPr>
          <w:b/>
          <w:bCs/>
        </w:rPr>
        <w:t xml:space="preserve"> 7738 C</w:t>
      </w:r>
      <w:r>
        <w:t>.</w:t>
      </w:r>
    </w:p>
    <w:p w14:paraId="557233DE" w14:textId="3F496690" w:rsidR="00C20804" w:rsidRPr="00D33AD8" w:rsidRDefault="00A70B8C" w:rsidP="00D33AD8">
      <w:r>
        <w:rPr>
          <w:noProof/>
        </w:rPr>
        <w:drawing>
          <wp:inline distT="0" distB="0" distL="0" distR="0" wp14:anchorId="195A658D" wp14:editId="2DC522E7">
            <wp:extent cx="2097882" cy="2968492"/>
            <wp:effectExtent l="0" t="0" r="0" b="3810"/>
            <wp:docPr id="1297968308" name="Bildobjekt 1" descr="En bild som visar text, skärmbild, Teckensnitt, Grafik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968308" name="Bildobjekt 1" descr="En bild som visar text, skärmbild, Teckensnitt, Grafik&#10;&#10;Automatiskt genererad beskrivni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4232" cy="3034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4EFF">
        <w:t xml:space="preserve">   </w:t>
      </w:r>
      <w:r>
        <w:rPr>
          <w:noProof/>
        </w:rPr>
        <w:drawing>
          <wp:inline distT="0" distB="0" distL="0" distR="0" wp14:anchorId="3A74E21E" wp14:editId="1AA85869">
            <wp:extent cx="2099406" cy="2970648"/>
            <wp:effectExtent l="0" t="0" r="0" b="1270"/>
            <wp:docPr id="1321186526" name="Bildobjekt 2" descr="En bild som visar text, skärmbild, Teckensnitt, visitkort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1186526" name="Bildobjekt 2" descr="En bild som visar text, skärmbild, Teckensnitt, visitkort&#10;&#10;Automatiskt genererad beskrivni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0060" cy="2999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4EFF">
        <w:t xml:space="preserve">   </w:t>
      </w:r>
      <w:r w:rsidR="00834EFF">
        <w:rPr>
          <w:noProof/>
        </w:rPr>
        <w:drawing>
          <wp:inline distT="0" distB="0" distL="0" distR="0" wp14:anchorId="49BE0C08" wp14:editId="7DF06AB1">
            <wp:extent cx="978196" cy="898345"/>
            <wp:effectExtent l="0" t="0" r="0" b="3810"/>
            <wp:docPr id="1952589232" name="Bildobjekt 1" descr="En bild som visar Grafik, Teckensnitt, logotyp, cirkel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589232" name="Bildobjekt 1" descr="En bild som visar Grafik, Teckensnitt, logotyp, cirkel&#10;&#10;Automatiskt genererad beskrivni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068" cy="934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20804" w:rsidRPr="00D33AD8" w:rsidSect="001D143F">
      <w:footerReference w:type="default" r:id="rId14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B2C70" w14:textId="77777777" w:rsidR="00CB013C" w:rsidRDefault="00CB013C" w:rsidP="00291711">
      <w:r>
        <w:separator/>
      </w:r>
    </w:p>
  </w:endnote>
  <w:endnote w:type="continuationSeparator" w:id="0">
    <w:p w14:paraId="3256FDA3" w14:textId="77777777" w:rsidR="00CB013C" w:rsidRDefault="00CB013C" w:rsidP="00291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 (CS-brödtext)">
    <w:altName w:val="Times New Roman"/>
    <w:panose1 w:val="020B0604020202020204"/>
    <w:charset w:val="00"/>
    <w:family w:val="roman"/>
    <w:pitch w:val="default"/>
  </w:font>
  <w:font w:name="Times New Roman (CS-rubriker)">
    <w:altName w:val="Times New Roman"/>
    <w:panose1 w:val="020B0604020202020204"/>
    <w:charset w:val="00"/>
    <w:family w:val="roman"/>
    <w:pitch w:val="default"/>
  </w:font>
  <w:font w:name="Yanone Kaffeesatz Bold">
    <w:panose1 w:val="020B0604020202020204"/>
    <w:charset w:val="4D"/>
    <w:family w:val="auto"/>
    <w:notTrueType/>
    <w:pitch w:val="variable"/>
    <w:sig w:usb0="00000003" w:usb1="00000000" w:usb2="00000000" w:usb3="00000000" w:csb0="00000017" w:csb1="00000000"/>
  </w:font>
  <w:font w:name="Yanone Kaffeesatz">
    <w:panose1 w:val="020B0604020202020204"/>
    <w:charset w:val="4D"/>
    <w:family w:val="auto"/>
    <w:notTrueType/>
    <w:pitch w:val="variable"/>
    <w:sig w:usb0="00000003" w:usb1="00000000" w:usb2="00000000" w:usb3="00000000" w:csb0="0000001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E735F" w14:textId="77777777" w:rsidR="001D143F" w:rsidRDefault="001D143F" w:rsidP="00291711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8C157" w14:textId="77777777" w:rsidR="00CB013C" w:rsidRDefault="00CB013C" w:rsidP="00291711">
      <w:r>
        <w:separator/>
      </w:r>
    </w:p>
  </w:footnote>
  <w:footnote w:type="continuationSeparator" w:id="0">
    <w:p w14:paraId="0783E3F0" w14:textId="77777777" w:rsidR="00CB013C" w:rsidRDefault="00CB013C" w:rsidP="00291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2" type="#_x0000_t75" style="width:37pt;height:2pt;visibility:visible;mso-wrap-style:square" o:bullet="t">
        <v:imagedata r:id="rId1" o:title=""/>
      </v:shape>
    </w:pict>
  </w:numPicBullet>
  <w:numPicBullet w:numPicBulletId="1">
    <w:pict>
      <v:shape id="_x0000_i1203" type="#_x0000_t75" style="width:469.8pt;height:469.8pt" o:bullet="t">
        <v:imagedata r:id="rId2" o:title="ÄUC symbol"/>
      </v:shape>
    </w:pict>
  </w:numPicBullet>
  <w:abstractNum w:abstractNumId="0" w15:restartNumberingAfterBreak="0">
    <w:nsid w:val="FFFFFF7C"/>
    <w:multiLevelType w:val="singleLevel"/>
    <w:tmpl w:val="E78469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3ED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50B6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CE40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F61A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DC883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A871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50A61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1D2D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A46BF14"/>
    <w:lvl w:ilvl="0">
      <w:start w:val="1"/>
      <w:numFmt w:val="bullet"/>
      <w:pStyle w:val="Punk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AF5C19"/>
    <w:multiLevelType w:val="multilevel"/>
    <w:tmpl w:val="FCE2EC0C"/>
    <w:styleLink w:val="Aktuelllista7"/>
    <w:lvl w:ilvl="0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972095"/>
    <w:multiLevelType w:val="hybridMultilevel"/>
    <w:tmpl w:val="181C379E"/>
    <w:lvl w:ilvl="0" w:tplc="5DC24A9A">
      <w:start w:val="1"/>
      <w:numFmt w:val="bullet"/>
      <w:lvlText w:val=""/>
      <w:lvlPicBulletId w:val="1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683010D"/>
    <w:multiLevelType w:val="hybridMultilevel"/>
    <w:tmpl w:val="47A855F8"/>
    <w:lvl w:ilvl="0" w:tplc="0C545486">
      <w:start w:val="1"/>
      <w:numFmt w:val="bullet"/>
      <w:lvlText w:val=""/>
      <w:lvlPicBulletId w:val="1"/>
      <w:lvlJc w:val="left"/>
      <w:pPr>
        <w:ind w:left="1211" w:hanging="30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9B22DF4"/>
    <w:multiLevelType w:val="multilevel"/>
    <w:tmpl w:val="FC8E9D08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4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F813C3"/>
    <w:multiLevelType w:val="multilevel"/>
    <w:tmpl w:val="D05CD47E"/>
    <w:numStyleLink w:val="UClista"/>
  </w:abstractNum>
  <w:abstractNum w:abstractNumId="15" w15:restartNumberingAfterBreak="0">
    <w:nsid w:val="0AC00FE6"/>
    <w:multiLevelType w:val="multilevel"/>
    <w:tmpl w:val="241CC1BA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4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5C7699"/>
    <w:multiLevelType w:val="hybridMultilevel"/>
    <w:tmpl w:val="DE669EF8"/>
    <w:lvl w:ilvl="0" w:tplc="30D60DCE">
      <w:start w:val="1"/>
      <w:numFmt w:val="bullet"/>
      <w:lvlText w:val=""/>
      <w:lvlPicBulletId w:val="1"/>
      <w:lvlJc w:val="left"/>
      <w:pPr>
        <w:ind w:left="1211" w:hanging="304"/>
      </w:pPr>
      <w:rPr>
        <w:rFonts w:ascii="Symbol" w:hAnsi="Symbol" w:hint="default"/>
        <w:color w:val="auto"/>
        <w:sz w:val="40"/>
        <w:szCs w:val="4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0F7E7FD2"/>
    <w:multiLevelType w:val="hybridMultilevel"/>
    <w:tmpl w:val="EDEAC9F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047217"/>
    <w:multiLevelType w:val="multilevel"/>
    <w:tmpl w:val="E6806A2A"/>
    <w:styleLink w:val="Aktuelllista1"/>
    <w:lvl w:ilvl="0">
      <w:start w:val="1"/>
      <w:numFmt w:val="bullet"/>
      <w:lvlText w:val=""/>
      <w:lvlPicBulletId w:val="1"/>
      <w:lvlJc w:val="left"/>
      <w:pPr>
        <w:ind w:left="1211" w:hanging="30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59D66CD"/>
    <w:multiLevelType w:val="multilevel"/>
    <w:tmpl w:val="434E821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40"/>
        <w:szCs w:val="40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102357"/>
    <w:multiLevelType w:val="hybridMultilevel"/>
    <w:tmpl w:val="DC927A76"/>
    <w:lvl w:ilvl="0" w:tplc="D540A92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545B41"/>
    <w:multiLevelType w:val="hybridMultilevel"/>
    <w:tmpl w:val="15FCB816"/>
    <w:lvl w:ilvl="0" w:tplc="972E5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9056FD"/>
    <w:multiLevelType w:val="multilevel"/>
    <w:tmpl w:val="D05CD47E"/>
    <w:numStyleLink w:val="UClista"/>
  </w:abstractNum>
  <w:abstractNum w:abstractNumId="23" w15:restartNumberingAfterBreak="0">
    <w:nsid w:val="27802682"/>
    <w:multiLevelType w:val="hybridMultilevel"/>
    <w:tmpl w:val="0950A09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D0042E"/>
    <w:multiLevelType w:val="multilevel"/>
    <w:tmpl w:val="D05CD47E"/>
    <w:numStyleLink w:val="UClista"/>
  </w:abstractNum>
  <w:abstractNum w:abstractNumId="25" w15:restartNumberingAfterBreak="0">
    <w:nsid w:val="3A5054CE"/>
    <w:multiLevelType w:val="hybridMultilevel"/>
    <w:tmpl w:val="3FE8F13A"/>
    <w:lvl w:ilvl="0" w:tplc="5DC24A9A">
      <w:start w:val="1"/>
      <w:numFmt w:val="bullet"/>
      <w:lvlText w:val=""/>
      <w:lvlPicBulletId w:val="1"/>
      <w:lvlJc w:val="left"/>
      <w:pPr>
        <w:ind w:left="1304" w:hanging="453"/>
      </w:pPr>
      <w:rPr>
        <w:rFonts w:ascii="Symbol" w:hAnsi="Symbol" w:hint="default"/>
        <w:color w:val="auto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C2B0064"/>
    <w:multiLevelType w:val="hybridMultilevel"/>
    <w:tmpl w:val="BB98604E"/>
    <w:lvl w:ilvl="0" w:tplc="1AEE92CE">
      <w:start w:val="1"/>
      <w:numFmt w:val="bullet"/>
      <w:lvlText w:val=""/>
      <w:lvlPicBulletId w:val="1"/>
      <w:lvlJc w:val="left"/>
      <w:pPr>
        <w:ind w:left="1267" w:hanging="360"/>
      </w:pPr>
      <w:rPr>
        <w:rFonts w:ascii="Symbol" w:hAnsi="Symbol" w:hint="default"/>
        <w:color w:val="auto"/>
        <w:sz w:val="40"/>
        <w:szCs w:val="4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E5C73D6"/>
    <w:multiLevelType w:val="multilevel"/>
    <w:tmpl w:val="041D001D"/>
    <w:styleLink w:val="Aktuelllista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20C60B0"/>
    <w:multiLevelType w:val="multilevel"/>
    <w:tmpl w:val="D05CD47E"/>
    <w:styleLink w:val="Aktuelllista4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40"/>
        <w:szCs w:val="40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530EE0"/>
    <w:multiLevelType w:val="multilevel"/>
    <w:tmpl w:val="FC8E9D08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4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50344"/>
    <w:multiLevelType w:val="hybridMultilevel"/>
    <w:tmpl w:val="FCE2EC0C"/>
    <w:lvl w:ilvl="0" w:tplc="FA7042A8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35C82"/>
    <w:multiLevelType w:val="multilevel"/>
    <w:tmpl w:val="D05CD47E"/>
    <w:numStyleLink w:val="UClista"/>
  </w:abstractNum>
  <w:abstractNum w:abstractNumId="32" w15:restartNumberingAfterBreak="0">
    <w:nsid w:val="630F0A2A"/>
    <w:multiLevelType w:val="multilevel"/>
    <w:tmpl w:val="D05CD47E"/>
    <w:styleLink w:val="UClista"/>
    <w:lvl w:ilvl="0">
      <w:start w:val="1"/>
      <w:numFmt w:val="bullet"/>
      <w:pStyle w:val="Liststycke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40"/>
        <w:szCs w:val="40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1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cs="Courier New" w:hint="default"/>
        <w:color w:val="auto"/>
      </w:rPr>
    </w:lvl>
    <w:lvl w:ilvl="5">
      <w:start w:val="1"/>
      <w:numFmt w:val="bullet"/>
      <w:lvlText w:val=""/>
      <w:lvlPicBulletId w:val="1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1"/>
      <w:lvlJc w:val="left"/>
      <w:pPr>
        <w:ind w:left="504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1"/>
      <w:lvlJc w:val="left"/>
      <w:pPr>
        <w:ind w:left="5760" w:hanging="360"/>
      </w:pPr>
      <w:rPr>
        <w:rFonts w:ascii="Symbol" w:hAnsi="Symbol" w:cs="Courier New" w:hint="default"/>
        <w:color w:val="auto"/>
      </w:rPr>
    </w:lvl>
    <w:lvl w:ilvl="8">
      <w:start w:val="1"/>
      <w:numFmt w:val="bullet"/>
      <w:lvlText w:val=""/>
      <w:lvlPicBulletId w:val="1"/>
      <w:lvlJc w:val="left"/>
      <w:pPr>
        <w:ind w:left="6480" w:hanging="360"/>
      </w:pPr>
      <w:rPr>
        <w:rFonts w:ascii="Symbol" w:hAnsi="Symbol" w:hint="default"/>
        <w:color w:val="auto"/>
      </w:rPr>
    </w:lvl>
  </w:abstractNum>
  <w:abstractNum w:abstractNumId="33" w15:restartNumberingAfterBreak="0">
    <w:nsid w:val="6EAC1E5A"/>
    <w:multiLevelType w:val="multilevel"/>
    <w:tmpl w:val="D05CD47E"/>
    <w:styleLink w:val="Aktuelllista2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40"/>
        <w:szCs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3745E1"/>
    <w:multiLevelType w:val="multilevel"/>
    <w:tmpl w:val="FCE2EC0C"/>
    <w:lvl w:ilvl="0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E21AD4"/>
    <w:multiLevelType w:val="multilevel"/>
    <w:tmpl w:val="FCE2EC0C"/>
    <w:lvl w:ilvl="0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881DD6"/>
    <w:multiLevelType w:val="multilevel"/>
    <w:tmpl w:val="D05CD47E"/>
    <w:numStyleLink w:val="UClista"/>
  </w:abstractNum>
  <w:num w:numId="1" w16cid:durableId="1299723361">
    <w:abstractNumId w:val="4"/>
  </w:num>
  <w:num w:numId="2" w16cid:durableId="1880583754">
    <w:abstractNumId w:val="5"/>
  </w:num>
  <w:num w:numId="3" w16cid:durableId="99185628">
    <w:abstractNumId w:val="6"/>
  </w:num>
  <w:num w:numId="4" w16cid:durableId="1655987309">
    <w:abstractNumId w:val="7"/>
  </w:num>
  <w:num w:numId="5" w16cid:durableId="1436898623">
    <w:abstractNumId w:val="9"/>
  </w:num>
  <w:num w:numId="6" w16cid:durableId="1351492872">
    <w:abstractNumId w:val="0"/>
  </w:num>
  <w:num w:numId="7" w16cid:durableId="976494042">
    <w:abstractNumId w:val="1"/>
  </w:num>
  <w:num w:numId="8" w16cid:durableId="1311253438">
    <w:abstractNumId w:val="2"/>
  </w:num>
  <w:num w:numId="9" w16cid:durableId="888304161">
    <w:abstractNumId w:val="3"/>
  </w:num>
  <w:num w:numId="10" w16cid:durableId="16935264">
    <w:abstractNumId w:val="8"/>
  </w:num>
  <w:num w:numId="11" w16cid:durableId="1061631558">
    <w:abstractNumId w:val="4"/>
  </w:num>
  <w:num w:numId="12" w16cid:durableId="467207764">
    <w:abstractNumId w:val="5"/>
  </w:num>
  <w:num w:numId="13" w16cid:durableId="1313217819">
    <w:abstractNumId w:val="6"/>
  </w:num>
  <w:num w:numId="14" w16cid:durableId="819269078">
    <w:abstractNumId w:val="7"/>
  </w:num>
  <w:num w:numId="15" w16cid:durableId="174073767">
    <w:abstractNumId w:val="9"/>
  </w:num>
  <w:num w:numId="16" w16cid:durableId="283191408">
    <w:abstractNumId w:val="0"/>
  </w:num>
  <w:num w:numId="17" w16cid:durableId="1154570117">
    <w:abstractNumId w:val="1"/>
  </w:num>
  <w:num w:numId="18" w16cid:durableId="890923083">
    <w:abstractNumId w:val="2"/>
  </w:num>
  <w:num w:numId="19" w16cid:durableId="1310860221">
    <w:abstractNumId w:val="3"/>
  </w:num>
  <w:num w:numId="20" w16cid:durableId="32926649">
    <w:abstractNumId w:val="8"/>
  </w:num>
  <w:num w:numId="21" w16cid:durableId="913398028">
    <w:abstractNumId w:val="4"/>
  </w:num>
  <w:num w:numId="22" w16cid:durableId="1930772782">
    <w:abstractNumId w:val="5"/>
  </w:num>
  <w:num w:numId="23" w16cid:durableId="1409037513">
    <w:abstractNumId w:val="6"/>
  </w:num>
  <w:num w:numId="24" w16cid:durableId="2128546421">
    <w:abstractNumId w:val="7"/>
  </w:num>
  <w:num w:numId="25" w16cid:durableId="1544319383">
    <w:abstractNumId w:val="9"/>
  </w:num>
  <w:num w:numId="26" w16cid:durableId="2112775143">
    <w:abstractNumId w:val="0"/>
  </w:num>
  <w:num w:numId="27" w16cid:durableId="1449351598">
    <w:abstractNumId w:val="1"/>
  </w:num>
  <w:num w:numId="28" w16cid:durableId="492188884">
    <w:abstractNumId w:val="2"/>
  </w:num>
  <w:num w:numId="29" w16cid:durableId="708652446">
    <w:abstractNumId w:val="3"/>
  </w:num>
  <w:num w:numId="30" w16cid:durableId="1628660296">
    <w:abstractNumId w:val="8"/>
  </w:num>
  <w:num w:numId="31" w16cid:durableId="1662808288">
    <w:abstractNumId w:val="4"/>
  </w:num>
  <w:num w:numId="32" w16cid:durableId="691954352">
    <w:abstractNumId w:val="5"/>
  </w:num>
  <w:num w:numId="33" w16cid:durableId="1241450538">
    <w:abstractNumId w:val="6"/>
  </w:num>
  <w:num w:numId="34" w16cid:durableId="444690507">
    <w:abstractNumId w:val="7"/>
  </w:num>
  <w:num w:numId="35" w16cid:durableId="1719821195">
    <w:abstractNumId w:val="9"/>
  </w:num>
  <w:num w:numId="36" w16cid:durableId="480926870">
    <w:abstractNumId w:val="0"/>
  </w:num>
  <w:num w:numId="37" w16cid:durableId="949508278">
    <w:abstractNumId w:val="1"/>
  </w:num>
  <w:num w:numId="38" w16cid:durableId="1097751605">
    <w:abstractNumId w:val="2"/>
  </w:num>
  <w:num w:numId="39" w16cid:durableId="799957341">
    <w:abstractNumId w:val="3"/>
  </w:num>
  <w:num w:numId="40" w16cid:durableId="149177188">
    <w:abstractNumId w:val="8"/>
  </w:num>
  <w:num w:numId="41" w16cid:durableId="661736092">
    <w:abstractNumId w:val="4"/>
  </w:num>
  <w:num w:numId="42" w16cid:durableId="1238007089">
    <w:abstractNumId w:val="5"/>
  </w:num>
  <w:num w:numId="43" w16cid:durableId="1507210472">
    <w:abstractNumId w:val="6"/>
  </w:num>
  <w:num w:numId="44" w16cid:durableId="611211217">
    <w:abstractNumId w:val="7"/>
  </w:num>
  <w:num w:numId="45" w16cid:durableId="28534960">
    <w:abstractNumId w:val="9"/>
  </w:num>
  <w:num w:numId="46" w16cid:durableId="1830168668">
    <w:abstractNumId w:val="0"/>
  </w:num>
  <w:num w:numId="47" w16cid:durableId="954285871">
    <w:abstractNumId w:val="1"/>
  </w:num>
  <w:num w:numId="48" w16cid:durableId="711732608">
    <w:abstractNumId w:val="2"/>
  </w:num>
  <w:num w:numId="49" w16cid:durableId="1710259662">
    <w:abstractNumId w:val="3"/>
  </w:num>
  <w:num w:numId="50" w16cid:durableId="378434194">
    <w:abstractNumId w:val="8"/>
  </w:num>
  <w:num w:numId="51" w16cid:durableId="856582969">
    <w:abstractNumId w:val="4"/>
  </w:num>
  <w:num w:numId="52" w16cid:durableId="803275189">
    <w:abstractNumId w:val="5"/>
  </w:num>
  <w:num w:numId="53" w16cid:durableId="1051810151">
    <w:abstractNumId w:val="6"/>
  </w:num>
  <w:num w:numId="54" w16cid:durableId="422724954">
    <w:abstractNumId w:val="7"/>
  </w:num>
  <w:num w:numId="55" w16cid:durableId="1394162112">
    <w:abstractNumId w:val="9"/>
  </w:num>
  <w:num w:numId="56" w16cid:durableId="2133858237">
    <w:abstractNumId w:val="0"/>
  </w:num>
  <w:num w:numId="57" w16cid:durableId="501042129">
    <w:abstractNumId w:val="1"/>
  </w:num>
  <w:num w:numId="58" w16cid:durableId="1474447945">
    <w:abstractNumId w:val="2"/>
  </w:num>
  <w:num w:numId="59" w16cid:durableId="28727495">
    <w:abstractNumId w:val="3"/>
  </w:num>
  <w:num w:numId="60" w16cid:durableId="1786272339">
    <w:abstractNumId w:val="8"/>
  </w:num>
  <w:num w:numId="61" w16cid:durableId="1050424216">
    <w:abstractNumId w:val="4"/>
  </w:num>
  <w:num w:numId="62" w16cid:durableId="1898272940">
    <w:abstractNumId w:val="5"/>
  </w:num>
  <w:num w:numId="63" w16cid:durableId="86658700">
    <w:abstractNumId w:val="6"/>
  </w:num>
  <w:num w:numId="64" w16cid:durableId="1998074123">
    <w:abstractNumId w:val="7"/>
  </w:num>
  <w:num w:numId="65" w16cid:durableId="713894300">
    <w:abstractNumId w:val="9"/>
  </w:num>
  <w:num w:numId="66" w16cid:durableId="1980957247">
    <w:abstractNumId w:val="0"/>
  </w:num>
  <w:num w:numId="67" w16cid:durableId="370108588">
    <w:abstractNumId w:val="1"/>
  </w:num>
  <w:num w:numId="68" w16cid:durableId="616983051">
    <w:abstractNumId w:val="2"/>
  </w:num>
  <w:num w:numId="69" w16cid:durableId="1304625710">
    <w:abstractNumId w:val="3"/>
  </w:num>
  <w:num w:numId="70" w16cid:durableId="2074501520">
    <w:abstractNumId w:val="8"/>
  </w:num>
  <w:num w:numId="71" w16cid:durableId="687877294">
    <w:abstractNumId w:val="4"/>
  </w:num>
  <w:num w:numId="72" w16cid:durableId="1898012946">
    <w:abstractNumId w:val="5"/>
  </w:num>
  <w:num w:numId="73" w16cid:durableId="1373110388">
    <w:abstractNumId w:val="6"/>
  </w:num>
  <w:num w:numId="74" w16cid:durableId="857934111">
    <w:abstractNumId w:val="7"/>
  </w:num>
  <w:num w:numId="75" w16cid:durableId="1439371512">
    <w:abstractNumId w:val="9"/>
  </w:num>
  <w:num w:numId="76" w16cid:durableId="1106658364">
    <w:abstractNumId w:val="0"/>
  </w:num>
  <w:num w:numId="77" w16cid:durableId="1129712744">
    <w:abstractNumId w:val="1"/>
  </w:num>
  <w:num w:numId="78" w16cid:durableId="967902159">
    <w:abstractNumId w:val="2"/>
  </w:num>
  <w:num w:numId="79" w16cid:durableId="2090803751">
    <w:abstractNumId w:val="3"/>
  </w:num>
  <w:num w:numId="80" w16cid:durableId="1864975066">
    <w:abstractNumId w:val="8"/>
  </w:num>
  <w:num w:numId="81" w16cid:durableId="649552215">
    <w:abstractNumId w:val="4"/>
  </w:num>
  <w:num w:numId="82" w16cid:durableId="405610248">
    <w:abstractNumId w:val="5"/>
  </w:num>
  <w:num w:numId="83" w16cid:durableId="1384866099">
    <w:abstractNumId w:val="6"/>
  </w:num>
  <w:num w:numId="84" w16cid:durableId="477383238">
    <w:abstractNumId w:val="7"/>
  </w:num>
  <w:num w:numId="85" w16cid:durableId="62993902">
    <w:abstractNumId w:val="9"/>
  </w:num>
  <w:num w:numId="86" w16cid:durableId="695738183">
    <w:abstractNumId w:val="0"/>
  </w:num>
  <w:num w:numId="87" w16cid:durableId="469828223">
    <w:abstractNumId w:val="1"/>
  </w:num>
  <w:num w:numId="88" w16cid:durableId="174002954">
    <w:abstractNumId w:val="2"/>
  </w:num>
  <w:num w:numId="89" w16cid:durableId="491070801">
    <w:abstractNumId w:val="3"/>
  </w:num>
  <w:num w:numId="90" w16cid:durableId="546336099">
    <w:abstractNumId w:val="8"/>
  </w:num>
  <w:num w:numId="91" w16cid:durableId="667635521">
    <w:abstractNumId w:val="4"/>
  </w:num>
  <w:num w:numId="92" w16cid:durableId="799415708">
    <w:abstractNumId w:val="5"/>
  </w:num>
  <w:num w:numId="93" w16cid:durableId="2004236202">
    <w:abstractNumId w:val="6"/>
  </w:num>
  <w:num w:numId="94" w16cid:durableId="614138340">
    <w:abstractNumId w:val="7"/>
  </w:num>
  <w:num w:numId="95" w16cid:durableId="173695317">
    <w:abstractNumId w:val="9"/>
  </w:num>
  <w:num w:numId="96" w16cid:durableId="1425762178">
    <w:abstractNumId w:val="0"/>
  </w:num>
  <w:num w:numId="97" w16cid:durableId="82994056">
    <w:abstractNumId w:val="1"/>
  </w:num>
  <w:num w:numId="98" w16cid:durableId="478620406">
    <w:abstractNumId w:val="2"/>
  </w:num>
  <w:num w:numId="99" w16cid:durableId="289240511">
    <w:abstractNumId w:val="3"/>
  </w:num>
  <w:num w:numId="100" w16cid:durableId="1338732740">
    <w:abstractNumId w:val="8"/>
  </w:num>
  <w:num w:numId="101" w16cid:durableId="580918532">
    <w:abstractNumId w:val="4"/>
  </w:num>
  <w:num w:numId="102" w16cid:durableId="695814830">
    <w:abstractNumId w:val="5"/>
  </w:num>
  <w:num w:numId="103" w16cid:durableId="1651442312">
    <w:abstractNumId w:val="6"/>
  </w:num>
  <w:num w:numId="104" w16cid:durableId="68817969">
    <w:abstractNumId w:val="7"/>
  </w:num>
  <w:num w:numId="105" w16cid:durableId="670449549">
    <w:abstractNumId w:val="9"/>
  </w:num>
  <w:num w:numId="106" w16cid:durableId="1877886709">
    <w:abstractNumId w:val="0"/>
  </w:num>
  <w:num w:numId="107" w16cid:durableId="564267392">
    <w:abstractNumId w:val="1"/>
  </w:num>
  <w:num w:numId="108" w16cid:durableId="1929539371">
    <w:abstractNumId w:val="2"/>
  </w:num>
  <w:num w:numId="109" w16cid:durableId="1668168679">
    <w:abstractNumId w:val="3"/>
  </w:num>
  <w:num w:numId="110" w16cid:durableId="488130348">
    <w:abstractNumId w:val="8"/>
  </w:num>
  <w:num w:numId="111" w16cid:durableId="647127777">
    <w:abstractNumId w:val="4"/>
  </w:num>
  <w:num w:numId="112" w16cid:durableId="567807900">
    <w:abstractNumId w:val="5"/>
  </w:num>
  <w:num w:numId="113" w16cid:durableId="1400250523">
    <w:abstractNumId w:val="6"/>
  </w:num>
  <w:num w:numId="114" w16cid:durableId="1506357867">
    <w:abstractNumId w:val="7"/>
  </w:num>
  <w:num w:numId="115" w16cid:durableId="1630474081">
    <w:abstractNumId w:val="9"/>
  </w:num>
  <w:num w:numId="116" w16cid:durableId="1260093192">
    <w:abstractNumId w:val="0"/>
  </w:num>
  <w:num w:numId="117" w16cid:durableId="1134954072">
    <w:abstractNumId w:val="1"/>
  </w:num>
  <w:num w:numId="118" w16cid:durableId="1393187848">
    <w:abstractNumId w:val="2"/>
  </w:num>
  <w:num w:numId="119" w16cid:durableId="854466837">
    <w:abstractNumId w:val="3"/>
  </w:num>
  <w:num w:numId="120" w16cid:durableId="71850715">
    <w:abstractNumId w:val="8"/>
  </w:num>
  <w:num w:numId="121" w16cid:durableId="1381709545">
    <w:abstractNumId w:val="4"/>
  </w:num>
  <w:num w:numId="122" w16cid:durableId="1585526193">
    <w:abstractNumId w:val="5"/>
  </w:num>
  <w:num w:numId="123" w16cid:durableId="1639261756">
    <w:abstractNumId w:val="6"/>
  </w:num>
  <w:num w:numId="124" w16cid:durableId="1447508131">
    <w:abstractNumId w:val="7"/>
  </w:num>
  <w:num w:numId="125" w16cid:durableId="329479930">
    <w:abstractNumId w:val="9"/>
  </w:num>
  <w:num w:numId="126" w16cid:durableId="1590577346">
    <w:abstractNumId w:val="0"/>
  </w:num>
  <w:num w:numId="127" w16cid:durableId="835994998">
    <w:abstractNumId w:val="1"/>
  </w:num>
  <w:num w:numId="128" w16cid:durableId="798691976">
    <w:abstractNumId w:val="2"/>
  </w:num>
  <w:num w:numId="129" w16cid:durableId="1175074395">
    <w:abstractNumId w:val="3"/>
  </w:num>
  <w:num w:numId="130" w16cid:durableId="893547637">
    <w:abstractNumId w:val="8"/>
  </w:num>
  <w:num w:numId="131" w16cid:durableId="1936479687">
    <w:abstractNumId w:val="4"/>
  </w:num>
  <w:num w:numId="132" w16cid:durableId="955018419">
    <w:abstractNumId w:val="5"/>
  </w:num>
  <w:num w:numId="133" w16cid:durableId="536354939">
    <w:abstractNumId w:val="6"/>
  </w:num>
  <w:num w:numId="134" w16cid:durableId="922107858">
    <w:abstractNumId w:val="7"/>
  </w:num>
  <w:num w:numId="135" w16cid:durableId="1749689420">
    <w:abstractNumId w:val="9"/>
  </w:num>
  <w:num w:numId="136" w16cid:durableId="473567715">
    <w:abstractNumId w:val="0"/>
  </w:num>
  <w:num w:numId="137" w16cid:durableId="992493272">
    <w:abstractNumId w:val="1"/>
  </w:num>
  <w:num w:numId="138" w16cid:durableId="1693874566">
    <w:abstractNumId w:val="2"/>
  </w:num>
  <w:num w:numId="139" w16cid:durableId="1194222858">
    <w:abstractNumId w:val="3"/>
  </w:num>
  <w:num w:numId="140" w16cid:durableId="612859885">
    <w:abstractNumId w:val="8"/>
  </w:num>
  <w:num w:numId="141" w16cid:durableId="306786780">
    <w:abstractNumId w:val="4"/>
  </w:num>
  <w:num w:numId="142" w16cid:durableId="969438342">
    <w:abstractNumId w:val="5"/>
  </w:num>
  <w:num w:numId="143" w16cid:durableId="313879988">
    <w:abstractNumId w:val="6"/>
  </w:num>
  <w:num w:numId="144" w16cid:durableId="156961915">
    <w:abstractNumId w:val="7"/>
  </w:num>
  <w:num w:numId="145" w16cid:durableId="724791415">
    <w:abstractNumId w:val="9"/>
  </w:num>
  <w:num w:numId="146" w16cid:durableId="1114712639">
    <w:abstractNumId w:val="0"/>
  </w:num>
  <w:num w:numId="147" w16cid:durableId="225574977">
    <w:abstractNumId w:val="1"/>
  </w:num>
  <w:num w:numId="148" w16cid:durableId="1607811309">
    <w:abstractNumId w:val="2"/>
  </w:num>
  <w:num w:numId="149" w16cid:durableId="1489634775">
    <w:abstractNumId w:val="3"/>
  </w:num>
  <w:num w:numId="150" w16cid:durableId="522325778">
    <w:abstractNumId w:val="8"/>
  </w:num>
  <w:num w:numId="151" w16cid:durableId="846943798">
    <w:abstractNumId w:val="4"/>
  </w:num>
  <w:num w:numId="152" w16cid:durableId="1771928803">
    <w:abstractNumId w:val="5"/>
  </w:num>
  <w:num w:numId="153" w16cid:durableId="58671156">
    <w:abstractNumId w:val="6"/>
  </w:num>
  <w:num w:numId="154" w16cid:durableId="344745249">
    <w:abstractNumId w:val="7"/>
  </w:num>
  <w:num w:numId="155" w16cid:durableId="219438440">
    <w:abstractNumId w:val="9"/>
  </w:num>
  <w:num w:numId="156" w16cid:durableId="1166047955">
    <w:abstractNumId w:val="0"/>
  </w:num>
  <w:num w:numId="157" w16cid:durableId="7947796">
    <w:abstractNumId w:val="1"/>
  </w:num>
  <w:num w:numId="158" w16cid:durableId="1585844521">
    <w:abstractNumId w:val="2"/>
  </w:num>
  <w:num w:numId="159" w16cid:durableId="1790781709">
    <w:abstractNumId w:val="3"/>
  </w:num>
  <w:num w:numId="160" w16cid:durableId="691955110">
    <w:abstractNumId w:val="8"/>
  </w:num>
  <w:num w:numId="161" w16cid:durableId="1664433471">
    <w:abstractNumId w:val="4"/>
  </w:num>
  <w:num w:numId="162" w16cid:durableId="29301683">
    <w:abstractNumId w:val="5"/>
  </w:num>
  <w:num w:numId="163" w16cid:durableId="724521792">
    <w:abstractNumId w:val="6"/>
  </w:num>
  <w:num w:numId="164" w16cid:durableId="1621497121">
    <w:abstractNumId w:val="7"/>
  </w:num>
  <w:num w:numId="165" w16cid:durableId="1455565368">
    <w:abstractNumId w:val="9"/>
  </w:num>
  <w:num w:numId="166" w16cid:durableId="578250142">
    <w:abstractNumId w:val="0"/>
  </w:num>
  <w:num w:numId="167" w16cid:durableId="1503204123">
    <w:abstractNumId w:val="1"/>
  </w:num>
  <w:num w:numId="168" w16cid:durableId="263460576">
    <w:abstractNumId w:val="2"/>
  </w:num>
  <w:num w:numId="169" w16cid:durableId="133833311">
    <w:abstractNumId w:val="3"/>
  </w:num>
  <w:num w:numId="170" w16cid:durableId="2134980423">
    <w:abstractNumId w:val="8"/>
  </w:num>
  <w:num w:numId="171" w16cid:durableId="1007440441">
    <w:abstractNumId w:val="4"/>
  </w:num>
  <w:num w:numId="172" w16cid:durableId="1035884613">
    <w:abstractNumId w:val="5"/>
  </w:num>
  <w:num w:numId="173" w16cid:durableId="1901095441">
    <w:abstractNumId w:val="6"/>
  </w:num>
  <w:num w:numId="174" w16cid:durableId="857087162">
    <w:abstractNumId w:val="7"/>
  </w:num>
  <w:num w:numId="175" w16cid:durableId="1389113067">
    <w:abstractNumId w:val="9"/>
  </w:num>
  <w:num w:numId="176" w16cid:durableId="2060084974">
    <w:abstractNumId w:val="0"/>
  </w:num>
  <w:num w:numId="177" w16cid:durableId="1353336391">
    <w:abstractNumId w:val="1"/>
  </w:num>
  <w:num w:numId="178" w16cid:durableId="802699906">
    <w:abstractNumId w:val="2"/>
  </w:num>
  <w:num w:numId="179" w16cid:durableId="405034533">
    <w:abstractNumId w:val="3"/>
  </w:num>
  <w:num w:numId="180" w16cid:durableId="524054420">
    <w:abstractNumId w:val="8"/>
  </w:num>
  <w:num w:numId="181" w16cid:durableId="2119255782">
    <w:abstractNumId w:val="4"/>
  </w:num>
  <w:num w:numId="182" w16cid:durableId="1231421565">
    <w:abstractNumId w:val="5"/>
  </w:num>
  <w:num w:numId="183" w16cid:durableId="653031054">
    <w:abstractNumId w:val="6"/>
  </w:num>
  <w:num w:numId="184" w16cid:durableId="29258814">
    <w:abstractNumId w:val="7"/>
  </w:num>
  <w:num w:numId="185" w16cid:durableId="1286236596">
    <w:abstractNumId w:val="9"/>
  </w:num>
  <w:num w:numId="186" w16cid:durableId="1580675504">
    <w:abstractNumId w:val="0"/>
  </w:num>
  <w:num w:numId="187" w16cid:durableId="940842356">
    <w:abstractNumId w:val="1"/>
  </w:num>
  <w:num w:numId="188" w16cid:durableId="1211646044">
    <w:abstractNumId w:val="2"/>
  </w:num>
  <w:num w:numId="189" w16cid:durableId="1866090097">
    <w:abstractNumId w:val="3"/>
  </w:num>
  <w:num w:numId="190" w16cid:durableId="1063523406">
    <w:abstractNumId w:val="8"/>
  </w:num>
  <w:num w:numId="191" w16cid:durableId="320619560">
    <w:abstractNumId w:val="4"/>
  </w:num>
  <w:num w:numId="192" w16cid:durableId="857891518">
    <w:abstractNumId w:val="5"/>
  </w:num>
  <w:num w:numId="193" w16cid:durableId="737434933">
    <w:abstractNumId w:val="6"/>
  </w:num>
  <w:num w:numId="194" w16cid:durableId="214854670">
    <w:abstractNumId w:val="7"/>
  </w:num>
  <w:num w:numId="195" w16cid:durableId="1544363556">
    <w:abstractNumId w:val="9"/>
  </w:num>
  <w:num w:numId="196" w16cid:durableId="1434938503">
    <w:abstractNumId w:val="0"/>
  </w:num>
  <w:num w:numId="197" w16cid:durableId="978655809">
    <w:abstractNumId w:val="1"/>
  </w:num>
  <w:num w:numId="198" w16cid:durableId="1916427532">
    <w:abstractNumId w:val="2"/>
  </w:num>
  <w:num w:numId="199" w16cid:durableId="1769546613">
    <w:abstractNumId w:val="3"/>
  </w:num>
  <w:num w:numId="200" w16cid:durableId="40179688">
    <w:abstractNumId w:val="8"/>
  </w:num>
  <w:num w:numId="201" w16cid:durableId="306130335">
    <w:abstractNumId w:val="4"/>
  </w:num>
  <w:num w:numId="202" w16cid:durableId="1112283903">
    <w:abstractNumId w:val="5"/>
  </w:num>
  <w:num w:numId="203" w16cid:durableId="2069378601">
    <w:abstractNumId w:val="6"/>
  </w:num>
  <w:num w:numId="204" w16cid:durableId="2071154105">
    <w:abstractNumId w:val="7"/>
  </w:num>
  <w:num w:numId="205" w16cid:durableId="954022564">
    <w:abstractNumId w:val="9"/>
  </w:num>
  <w:num w:numId="206" w16cid:durableId="1387754258">
    <w:abstractNumId w:val="0"/>
  </w:num>
  <w:num w:numId="207" w16cid:durableId="1476020945">
    <w:abstractNumId w:val="1"/>
  </w:num>
  <w:num w:numId="208" w16cid:durableId="602419769">
    <w:abstractNumId w:val="2"/>
  </w:num>
  <w:num w:numId="209" w16cid:durableId="90247771">
    <w:abstractNumId w:val="3"/>
  </w:num>
  <w:num w:numId="210" w16cid:durableId="1215121734">
    <w:abstractNumId w:val="8"/>
  </w:num>
  <w:num w:numId="211" w16cid:durableId="1735156959">
    <w:abstractNumId w:val="4"/>
  </w:num>
  <w:num w:numId="212" w16cid:durableId="671028641">
    <w:abstractNumId w:val="5"/>
  </w:num>
  <w:num w:numId="213" w16cid:durableId="1899628689">
    <w:abstractNumId w:val="6"/>
  </w:num>
  <w:num w:numId="214" w16cid:durableId="1836147197">
    <w:abstractNumId w:val="7"/>
  </w:num>
  <w:num w:numId="215" w16cid:durableId="576134259">
    <w:abstractNumId w:val="9"/>
  </w:num>
  <w:num w:numId="216" w16cid:durableId="160854221">
    <w:abstractNumId w:val="0"/>
  </w:num>
  <w:num w:numId="217" w16cid:durableId="940143075">
    <w:abstractNumId w:val="1"/>
  </w:num>
  <w:num w:numId="218" w16cid:durableId="200938645">
    <w:abstractNumId w:val="2"/>
  </w:num>
  <w:num w:numId="219" w16cid:durableId="1290624282">
    <w:abstractNumId w:val="3"/>
  </w:num>
  <w:num w:numId="220" w16cid:durableId="1963725474">
    <w:abstractNumId w:val="8"/>
  </w:num>
  <w:num w:numId="221" w16cid:durableId="1027951614">
    <w:abstractNumId w:val="4"/>
  </w:num>
  <w:num w:numId="222" w16cid:durableId="1334601251">
    <w:abstractNumId w:val="5"/>
  </w:num>
  <w:num w:numId="223" w16cid:durableId="829490093">
    <w:abstractNumId w:val="6"/>
  </w:num>
  <w:num w:numId="224" w16cid:durableId="949170447">
    <w:abstractNumId w:val="7"/>
  </w:num>
  <w:num w:numId="225" w16cid:durableId="1650985954">
    <w:abstractNumId w:val="9"/>
  </w:num>
  <w:num w:numId="226" w16cid:durableId="1159347675">
    <w:abstractNumId w:val="0"/>
  </w:num>
  <w:num w:numId="227" w16cid:durableId="1748845936">
    <w:abstractNumId w:val="1"/>
  </w:num>
  <w:num w:numId="228" w16cid:durableId="795105312">
    <w:abstractNumId w:val="2"/>
  </w:num>
  <w:num w:numId="229" w16cid:durableId="604460145">
    <w:abstractNumId w:val="3"/>
  </w:num>
  <w:num w:numId="230" w16cid:durableId="859855226">
    <w:abstractNumId w:val="8"/>
  </w:num>
  <w:num w:numId="231" w16cid:durableId="718364415">
    <w:abstractNumId w:val="4"/>
  </w:num>
  <w:num w:numId="232" w16cid:durableId="1448741075">
    <w:abstractNumId w:val="5"/>
  </w:num>
  <w:num w:numId="233" w16cid:durableId="858204468">
    <w:abstractNumId w:val="6"/>
  </w:num>
  <w:num w:numId="234" w16cid:durableId="228006250">
    <w:abstractNumId w:val="7"/>
  </w:num>
  <w:num w:numId="235" w16cid:durableId="1474715371">
    <w:abstractNumId w:val="9"/>
  </w:num>
  <w:num w:numId="236" w16cid:durableId="1000735131">
    <w:abstractNumId w:val="0"/>
  </w:num>
  <w:num w:numId="237" w16cid:durableId="1592395968">
    <w:abstractNumId w:val="1"/>
  </w:num>
  <w:num w:numId="238" w16cid:durableId="770660002">
    <w:abstractNumId w:val="2"/>
  </w:num>
  <w:num w:numId="239" w16cid:durableId="2119792767">
    <w:abstractNumId w:val="3"/>
  </w:num>
  <w:num w:numId="240" w16cid:durableId="392120134">
    <w:abstractNumId w:val="8"/>
  </w:num>
  <w:num w:numId="241" w16cid:durableId="1039597577">
    <w:abstractNumId w:val="4"/>
  </w:num>
  <w:num w:numId="242" w16cid:durableId="1591620706">
    <w:abstractNumId w:val="5"/>
  </w:num>
  <w:num w:numId="243" w16cid:durableId="25181445">
    <w:abstractNumId w:val="6"/>
  </w:num>
  <w:num w:numId="244" w16cid:durableId="1253079898">
    <w:abstractNumId w:val="7"/>
  </w:num>
  <w:num w:numId="245" w16cid:durableId="1742168872">
    <w:abstractNumId w:val="9"/>
  </w:num>
  <w:num w:numId="246" w16cid:durableId="1475758600">
    <w:abstractNumId w:val="0"/>
  </w:num>
  <w:num w:numId="247" w16cid:durableId="2017270107">
    <w:abstractNumId w:val="1"/>
  </w:num>
  <w:num w:numId="248" w16cid:durableId="2109302194">
    <w:abstractNumId w:val="2"/>
  </w:num>
  <w:num w:numId="249" w16cid:durableId="2005475083">
    <w:abstractNumId w:val="3"/>
  </w:num>
  <w:num w:numId="250" w16cid:durableId="218320456">
    <w:abstractNumId w:val="8"/>
  </w:num>
  <w:num w:numId="251" w16cid:durableId="1243569515">
    <w:abstractNumId w:val="4"/>
  </w:num>
  <w:num w:numId="252" w16cid:durableId="1130561715">
    <w:abstractNumId w:val="5"/>
  </w:num>
  <w:num w:numId="253" w16cid:durableId="357972285">
    <w:abstractNumId w:val="6"/>
  </w:num>
  <w:num w:numId="254" w16cid:durableId="1057826399">
    <w:abstractNumId w:val="7"/>
  </w:num>
  <w:num w:numId="255" w16cid:durableId="792330296">
    <w:abstractNumId w:val="9"/>
  </w:num>
  <w:num w:numId="256" w16cid:durableId="1781366695">
    <w:abstractNumId w:val="0"/>
  </w:num>
  <w:num w:numId="257" w16cid:durableId="1585338914">
    <w:abstractNumId w:val="1"/>
  </w:num>
  <w:num w:numId="258" w16cid:durableId="27533609">
    <w:abstractNumId w:val="2"/>
  </w:num>
  <w:num w:numId="259" w16cid:durableId="1603999307">
    <w:abstractNumId w:val="3"/>
  </w:num>
  <w:num w:numId="260" w16cid:durableId="1396468434">
    <w:abstractNumId w:val="8"/>
  </w:num>
  <w:num w:numId="261" w16cid:durableId="68119046">
    <w:abstractNumId w:val="4"/>
  </w:num>
  <w:num w:numId="262" w16cid:durableId="747268146">
    <w:abstractNumId w:val="5"/>
  </w:num>
  <w:num w:numId="263" w16cid:durableId="734932848">
    <w:abstractNumId w:val="6"/>
  </w:num>
  <w:num w:numId="264" w16cid:durableId="867912916">
    <w:abstractNumId w:val="7"/>
  </w:num>
  <w:num w:numId="265" w16cid:durableId="211116871">
    <w:abstractNumId w:val="9"/>
  </w:num>
  <w:num w:numId="266" w16cid:durableId="1805730373">
    <w:abstractNumId w:val="0"/>
  </w:num>
  <w:num w:numId="267" w16cid:durableId="482506176">
    <w:abstractNumId w:val="1"/>
  </w:num>
  <w:num w:numId="268" w16cid:durableId="280382240">
    <w:abstractNumId w:val="2"/>
  </w:num>
  <w:num w:numId="269" w16cid:durableId="1684743312">
    <w:abstractNumId w:val="3"/>
  </w:num>
  <w:num w:numId="270" w16cid:durableId="1450969556">
    <w:abstractNumId w:val="8"/>
  </w:num>
  <w:num w:numId="271" w16cid:durableId="1274822662">
    <w:abstractNumId w:val="4"/>
  </w:num>
  <w:num w:numId="272" w16cid:durableId="1555314853">
    <w:abstractNumId w:val="5"/>
  </w:num>
  <w:num w:numId="273" w16cid:durableId="1404058766">
    <w:abstractNumId w:val="6"/>
  </w:num>
  <w:num w:numId="274" w16cid:durableId="2015329975">
    <w:abstractNumId w:val="7"/>
  </w:num>
  <w:num w:numId="275" w16cid:durableId="713387770">
    <w:abstractNumId w:val="9"/>
  </w:num>
  <w:num w:numId="276" w16cid:durableId="169754696">
    <w:abstractNumId w:val="0"/>
  </w:num>
  <w:num w:numId="277" w16cid:durableId="1121731118">
    <w:abstractNumId w:val="1"/>
  </w:num>
  <w:num w:numId="278" w16cid:durableId="226385146">
    <w:abstractNumId w:val="2"/>
  </w:num>
  <w:num w:numId="279" w16cid:durableId="953903887">
    <w:abstractNumId w:val="3"/>
  </w:num>
  <w:num w:numId="280" w16cid:durableId="67776182">
    <w:abstractNumId w:val="8"/>
  </w:num>
  <w:num w:numId="281" w16cid:durableId="1349987203">
    <w:abstractNumId w:val="4"/>
  </w:num>
  <w:num w:numId="282" w16cid:durableId="1593588703">
    <w:abstractNumId w:val="5"/>
  </w:num>
  <w:num w:numId="283" w16cid:durableId="713190783">
    <w:abstractNumId w:val="6"/>
  </w:num>
  <w:num w:numId="284" w16cid:durableId="2052266250">
    <w:abstractNumId w:val="7"/>
  </w:num>
  <w:num w:numId="285" w16cid:durableId="908005729">
    <w:abstractNumId w:val="9"/>
  </w:num>
  <w:num w:numId="286" w16cid:durableId="868107373">
    <w:abstractNumId w:val="0"/>
  </w:num>
  <w:num w:numId="287" w16cid:durableId="976178893">
    <w:abstractNumId w:val="1"/>
  </w:num>
  <w:num w:numId="288" w16cid:durableId="846867209">
    <w:abstractNumId w:val="2"/>
  </w:num>
  <w:num w:numId="289" w16cid:durableId="1706099583">
    <w:abstractNumId w:val="3"/>
  </w:num>
  <w:num w:numId="290" w16cid:durableId="1919247654">
    <w:abstractNumId w:val="8"/>
  </w:num>
  <w:num w:numId="291" w16cid:durableId="939683086">
    <w:abstractNumId w:val="4"/>
  </w:num>
  <w:num w:numId="292" w16cid:durableId="1866674231">
    <w:abstractNumId w:val="5"/>
  </w:num>
  <w:num w:numId="293" w16cid:durableId="2104571366">
    <w:abstractNumId w:val="6"/>
  </w:num>
  <w:num w:numId="294" w16cid:durableId="778373869">
    <w:abstractNumId w:val="7"/>
  </w:num>
  <w:num w:numId="295" w16cid:durableId="1725905950">
    <w:abstractNumId w:val="9"/>
  </w:num>
  <w:num w:numId="296" w16cid:durableId="1941446266">
    <w:abstractNumId w:val="0"/>
  </w:num>
  <w:num w:numId="297" w16cid:durableId="1660691875">
    <w:abstractNumId w:val="1"/>
  </w:num>
  <w:num w:numId="298" w16cid:durableId="1970015873">
    <w:abstractNumId w:val="2"/>
  </w:num>
  <w:num w:numId="299" w16cid:durableId="390423641">
    <w:abstractNumId w:val="3"/>
  </w:num>
  <w:num w:numId="300" w16cid:durableId="1041395565">
    <w:abstractNumId w:val="8"/>
  </w:num>
  <w:num w:numId="301" w16cid:durableId="518281020">
    <w:abstractNumId w:val="4"/>
  </w:num>
  <w:num w:numId="302" w16cid:durableId="530460208">
    <w:abstractNumId w:val="5"/>
  </w:num>
  <w:num w:numId="303" w16cid:durableId="1992324764">
    <w:abstractNumId w:val="6"/>
  </w:num>
  <w:num w:numId="304" w16cid:durableId="156502062">
    <w:abstractNumId w:val="7"/>
  </w:num>
  <w:num w:numId="305" w16cid:durableId="206256455">
    <w:abstractNumId w:val="9"/>
  </w:num>
  <w:num w:numId="306" w16cid:durableId="488445875">
    <w:abstractNumId w:val="0"/>
  </w:num>
  <w:num w:numId="307" w16cid:durableId="710112409">
    <w:abstractNumId w:val="1"/>
  </w:num>
  <w:num w:numId="308" w16cid:durableId="311105787">
    <w:abstractNumId w:val="2"/>
  </w:num>
  <w:num w:numId="309" w16cid:durableId="1805468793">
    <w:abstractNumId w:val="3"/>
  </w:num>
  <w:num w:numId="310" w16cid:durableId="562104526">
    <w:abstractNumId w:val="8"/>
  </w:num>
  <w:num w:numId="311" w16cid:durableId="290980330">
    <w:abstractNumId w:val="4"/>
  </w:num>
  <w:num w:numId="312" w16cid:durableId="211306976">
    <w:abstractNumId w:val="5"/>
  </w:num>
  <w:num w:numId="313" w16cid:durableId="420839250">
    <w:abstractNumId w:val="6"/>
  </w:num>
  <w:num w:numId="314" w16cid:durableId="2026055609">
    <w:abstractNumId w:val="7"/>
  </w:num>
  <w:num w:numId="315" w16cid:durableId="1160465136">
    <w:abstractNumId w:val="9"/>
  </w:num>
  <w:num w:numId="316" w16cid:durableId="510334308">
    <w:abstractNumId w:val="0"/>
  </w:num>
  <w:num w:numId="317" w16cid:durableId="1494300152">
    <w:abstractNumId w:val="1"/>
  </w:num>
  <w:num w:numId="318" w16cid:durableId="1587422328">
    <w:abstractNumId w:val="2"/>
  </w:num>
  <w:num w:numId="319" w16cid:durableId="2000695478">
    <w:abstractNumId w:val="3"/>
  </w:num>
  <w:num w:numId="320" w16cid:durableId="1595285289">
    <w:abstractNumId w:val="8"/>
  </w:num>
  <w:num w:numId="321" w16cid:durableId="844635077">
    <w:abstractNumId w:val="4"/>
  </w:num>
  <w:num w:numId="322" w16cid:durableId="2140956142">
    <w:abstractNumId w:val="5"/>
  </w:num>
  <w:num w:numId="323" w16cid:durableId="306712733">
    <w:abstractNumId w:val="6"/>
  </w:num>
  <w:num w:numId="324" w16cid:durableId="568345012">
    <w:abstractNumId w:val="7"/>
  </w:num>
  <w:num w:numId="325" w16cid:durableId="203639819">
    <w:abstractNumId w:val="9"/>
  </w:num>
  <w:num w:numId="326" w16cid:durableId="286354733">
    <w:abstractNumId w:val="0"/>
  </w:num>
  <w:num w:numId="327" w16cid:durableId="1612399221">
    <w:abstractNumId w:val="1"/>
  </w:num>
  <w:num w:numId="328" w16cid:durableId="16933719">
    <w:abstractNumId w:val="2"/>
  </w:num>
  <w:num w:numId="329" w16cid:durableId="438720683">
    <w:abstractNumId w:val="3"/>
  </w:num>
  <w:num w:numId="330" w16cid:durableId="393234263">
    <w:abstractNumId w:val="8"/>
  </w:num>
  <w:num w:numId="331" w16cid:durableId="1306205349">
    <w:abstractNumId w:val="4"/>
  </w:num>
  <w:num w:numId="332" w16cid:durableId="1095055992">
    <w:abstractNumId w:val="5"/>
  </w:num>
  <w:num w:numId="333" w16cid:durableId="1117988740">
    <w:abstractNumId w:val="6"/>
  </w:num>
  <w:num w:numId="334" w16cid:durableId="2039046264">
    <w:abstractNumId w:val="7"/>
  </w:num>
  <w:num w:numId="335" w16cid:durableId="396633687">
    <w:abstractNumId w:val="9"/>
  </w:num>
  <w:num w:numId="336" w16cid:durableId="1175462947">
    <w:abstractNumId w:val="0"/>
  </w:num>
  <w:num w:numId="337" w16cid:durableId="736129480">
    <w:abstractNumId w:val="1"/>
  </w:num>
  <w:num w:numId="338" w16cid:durableId="1785228974">
    <w:abstractNumId w:val="2"/>
  </w:num>
  <w:num w:numId="339" w16cid:durableId="1147471562">
    <w:abstractNumId w:val="3"/>
  </w:num>
  <w:num w:numId="340" w16cid:durableId="918294396">
    <w:abstractNumId w:val="8"/>
  </w:num>
  <w:num w:numId="341" w16cid:durableId="731930596">
    <w:abstractNumId w:val="4"/>
  </w:num>
  <w:num w:numId="342" w16cid:durableId="2107991473">
    <w:abstractNumId w:val="5"/>
  </w:num>
  <w:num w:numId="343" w16cid:durableId="215509661">
    <w:abstractNumId w:val="6"/>
  </w:num>
  <w:num w:numId="344" w16cid:durableId="142285050">
    <w:abstractNumId w:val="7"/>
  </w:num>
  <w:num w:numId="345" w16cid:durableId="601300718">
    <w:abstractNumId w:val="9"/>
  </w:num>
  <w:num w:numId="346" w16cid:durableId="1117528846">
    <w:abstractNumId w:val="0"/>
  </w:num>
  <w:num w:numId="347" w16cid:durableId="339236919">
    <w:abstractNumId w:val="1"/>
  </w:num>
  <w:num w:numId="348" w16cid:durableId="1185289191">
    <w:abstractNumId w:val="2"/>
  </w:num>
  <w:num w:numId="349" w16cid:durableId="288513215">
    <w:abstractNumId w:val="3"/>
  </w:num>
  <w:num w:numId="350" w16cid:durableId="1143278755">
    <w:abstractNumId w:val="8"/>
  </w:num>
  <w:num w:numId="351" w16cid:durableId="607082472">
    <w:abstractNumId w:val="4"/>
  </w:num>
  <w:num w:numId="352" w16cid:durableId="1702509814">
    <w:abstractNumId w:val="5"/>
  </w:num>
  <w:num w:numId="353" w16cid:durableId="589507881">
    <w:abstractNumId w:val="6"/>
  </w:num>
  <w:num w:numId="354" w16cid:durableId="1488205677">
    <w:abstractNumId w:val="7"/>
  </w:num>
  <w:num w:numId="355" w16cid:durableId="345640988">
    <w:abstractNumId w:val="9"/>
  </w:num>
  <w:num w:numId="356" w16cid:durableId="2068139033">
    <w:abstractNumId w:val="0"/>
  </w:num>
  <w:num w:numId="357" w16cid:durableId="658309236">
    <w:abstractNumId w:val="1"/>
  </w:num>
  <w:num w:numId="358" w16cid:durableId="2092388983">
    <w:abstractNumId w:val="2"/>
  </w:num>
  <w:num w:numId="359" w16cid:durableId="1578519096">
    <w:abstractNumId w:val="3"/>
  </w:num>
  <w:num w:numId="360" w16cid:durableId="85158421">
    <w:abstractNumId w:val="8"/>
  </w:num>
  <w:num w:numId="361" w16cid:durableId="950405780">
    <w:abstractNumId w:val="4"/>
  </w:num>
  <w:num w:numId="362" w16cid:durableId="1305617950">
    <w:abstractNumId w:val="5"/>
  </w:num>
  <w:num w:numId="363" w16cid:durableId="271136429">
    <w:abstractNumId w:val="6"/>
  </w:num>
  <w:num w:numId="364" w16cid:durableId="1375157876">
    <w:abstractNumId w:val="7"/>
  </w:num>
  <w:num w:numId="365" w16cid:durableId="834800166">
    <w:abstractNumId w:val="9"/>
  </w:num>
  <w:num w:numId="366" w16cid:durableId="909390952">
    <w:abstractNumId w:val="0"/>
  </w:num>
  <w:num w:numId="367" w16cid:durableId="1984843502">
    <w:abstractNumId w:val="1"/>
  </w:num>
  <w:num w:numId="368" w16cid:durableId="1912277882">
    <w:abstractNumId w:val="2"/>
  </w:num>
  <w:num w:numId="369" w16cid:durableId="1253666770">
    <w:abstractNumId w:val="3"/>
  </w:num>
  <w:num w:numId="370" w16cid:durableId="1507138726">
    <w:abstractNumId w:val="8"/>
  </w:num>
  <w:num w:numId="371" w16cid:durableId="1931428151">
    <w:abstractNumId w:val="4"/>
  </w:num>
  <w:num w:numId="372" w16cid:durableId="292560831">
    <w:abstractNumId w:val="5"/>
  </w:num>
  <w:num w:numId="373" w16cid:durableId="1900747385">
    <w:abstractNumId w:val="6"/>
  </w:num>
  <w:num w:numId="374" w16cid:durableId="1967077290">
    <w:abstractNumId w:val="7"/>
  </w:num>
  <w:num w:numId="375" w16cid:durableId="1889145875">
    <w:abstractNumId w:val="9"/>
  </w:num>
  <w:num w:numId="376" w16cid:durableId="2087458374">
    <w:abstractNumId w:val="0"/>
  </w:num>
  <w:num w:numId="377" w16cid:durableId="758603828">
    <w:abstractNumId w:val="1"/>
  </w:num>
  <w:num w:numId="378" w16cid:durableId="2001155563">
    <w:abstractNumId w:val="2"/>
  </w:num>
  <w:num w:numId="379" w16cid:durableId="769621293">
    <w:abstractNumId w:val="3"/>
  </w:num>
  <w:num w:numId="380" w16cid:durableId="1321035142">
    <w:abstractNumId w:val="8"/>
  </w:num>
  <w:num w:numId="381" w16cid:durableId="347953416">
    <w:abstractNumId w:val="4"/>
  </w:num>
  <w:num w:numId="382" w16cid:durableId="1313020919">
    <w:abstractNumId w:val="5"/>
  </w:num>
  <w:num w:numId="383" w16cid:durableId="904069960">
    <w:abstractNumId w:val="6"/>
  </w:num>
  <w:num w:numId="384" w16cid:durableId="1403023547">
    <w:abstractNumId w:val="7"/>
  </w:num>
  <w:num w:numId="385" w16cid:durableId="93476780">
    <w:abstractNumId w:val="9"/>
  </w:num>
  <w:num w:numId="386" w16cid:durableId="1328167389">
    <w:abstractNumId w:val="0"/>
  </w:num>
  <w:num w:numId="387" w16cid:durableId="1553612234">
    <w:abstractNumId w:val="1"/>
  </w:num>
  <w:num w:numId="388" w16cid:durableId="988748670">
    <w:abstractNumId w:val="2"/>
  </w:num>
  <w:num w:numId="389" w16cid:durableId="1502155832">
    <w:abstractNumId w:val="3"/>
  </w:num>
  <w:num w:numId="390" w16cid:durableId="573929339">
    <w:abstractNumId w:val="8"/>
  </w:num>
  <w:num w:numId="391" w16cid:durableId="1196580039">
    <w:abstractNumId w:val="4"/>
  </w:num>
  <w:num w:numId="392" w16cid:durableId="1315178900">
    <w:abstractNumId w:val="5"/>
  </w:num>
  <w:num w:numId="393" w16cid:durableId="506409002">
    <w:abstractNumId w:val="6"/>
  </w:num>
  <w:num w:numId="394" w16cid:durableId="482890538">
    <w:abstractNumId w:val="7"/>
  </w:num>
  <w:num w:numId="395" w16cid:durableId="505679438">
    <w:abstractNumId w:val="9"/>
  </w:num>
  <w:num w:numId="396" w16cid:durableId="326902908">
    <w:abstractNumId w:val="0"/>
  </w:num>
  <w:num w:numId="397" w16cid:durableId="1936088324">
    <w:abstractNumId w:val="1"/>
  </w:num>
  <w:num w:numId="398" w16cid:durableId="2020310894">
    <w:abstractNumId w:val="2"/>
  </w:num>
  <w:num w:numId="399" w16cid:durableId="1659724609">
    <w:abstractNumId w:val="3"/>
  </w:num>
  <w:num w:numId="400" w16cid:durableId="1968930348">
    <w:abstractNumId w:val="8"/>
  </w:num>
  <w:num w:numId="401" w16cid:durableId="696125576">
    <w:abstractNumId w:val="4"/>
  </w:num>
  <w:num w:numId="402" w16cid:durableId="717121601">
    <w:abstractNumId w:val="5"/>
  </w:num>
  <w:num w:numId="403" w16cid:durableId="198249083">
    <w:abstractNumId w:val="6"/>
  </w:num>
  <w:num w:numId="404" w16cid:durableId="1351225694">
    <w:abstractNumId w:val="7"/>
  </w:num>
  <w:num w:numId="405" w16cid:durableId="1010059789">
    <w:abstractNumId w:val="9"/>
  </w:num>
  <w:num w:numId="406" w16cid:durableId="1321424479">
    <w:abstractNumId w:val="0"/>
  </w:num>
  <w:num w:numId="407" w16cid:durableId="1588728262">
    <w:abstractNumId w:val="1"/>
  </w:num>
  <w:num w:numId="408" w16cid:durableId="1513832484">
    <w:abstractNumId w:val="2"/>
  </w:num>
  <w:num w:numId="409" w16cid:durableId="6714991">
    <w:abstractNumId w:val="3"/>
  </w:num>
  <w:num w:numId="410" w16cid:durableId="637146475">
    <w:abstractNumId w:val="8"/>
  </w:num>
  <w:num w:numId="411" w16cid:durableId="197813734">
    <w:abstractNumId w:val="4"/>
  </w:num>
  <w:num w:numId="412" w16cid:durableId="1403261525">
    <w:abstractNumId w:val="5"/>
  </w:num>
  <w:num w:numId="413" w16cid:durableId="1853108177">
    <w:abstractNumId w:val="6"/>
  </w:num>
  <w:num w:numId="414" w16cid:durableId="1469856615">
    <w:abstractNumId w:val="7"/>
  </w:num>
  <w:num w:numId="415" w16cid:durableId="1635676717">
    <w:abstractNumId w:val="9"/>
  </w:num>
  <w:num w:numId="416" w16cid:durableId="437213534">
    <w:abstractNumId w:val="0"/>
  </w:num>
  <w:num w:numId="417" w16cid:durableId="1664967910">
    <w:abstractNumId w:val="1"/>
  </w:num>
  <w:num w:numId="418" w16cid:durableId="2114322817">
    <w:abstractNumId w:val="2"/>
  </w:num>
  <w:num w:numId="419" w16cid:durableId="1919292019">
    <w:abstractNumId w:val="3"/>
  </w:num>
  <w:num w:numId="420" w16cid:durableId="1504736129">
    <w:abstractNumId w:val="8"/>
  </w:num>
  <w:num w:numId="421" w16cid:durableId="1602760067">
    <w:abstractNumId w:val="4"/>
  </w:num>
  <w:num w:numId="422" w16cid:durableId="3822193">
    <w:abstractNumId w:val="5"/>
  </w:num>
  <w:num w:numId="423" w16cid:durableId="715736852">
    <w:abstractNumId w:val="6"/>
  </w:num>
  <w:num w:numId="424" w16cid:durableId="913129583">
    <w:abstractNumId w:val="7"/>
  </w:num>
  <w:num w:numId="425" w16cid:durableId="878394519">
    <w:abstractNumId w:val="9"/>
  </w:num>
  <w:num w:numId="426" w16cid:durableId="1429472804">
    <w:abstractNumId w:val="0"/>
  </w:num>
  <w:num w:numId="427" w16cid:durableId="2026977638">
    <w:abstractNumId w:val="1"/>
  </w:num>
  <w:num w:numId="428" w16cid:durableId="297104383">
    <w:abstractNumId w:val="2"/>
  </w:num>
  <w:num w:numId="429" w16cid:durableId="511342168">
    <w:abstractNumId w:val="3"/>
  </w:num>
  <w:num w:numId="430" w16cid:durableId="1463231352">
    <w:abstractNumId w:val="8"/>
  </w:num>
  <w:num w:numId="431" w16cid:durableId="182868963">
    <w:abstractNumId w:val="4"/>
  </w:num>
  <w:num w:numId="432" w16cid:durableId="1143424462">
    <w:abstractNumId w:val="5"/>
  </w:num>
  <w:num w:numId="433" w16cid:durableId="170991858">
    <w:abstractNumId w:val="6"/>
  </w:num>
  <w:num w:numId="434" w16cid:durableId="123235233">
    <w:abstractNumId w:val="7"/>
  </w:num>
  <w:num w:numId="435" w16cid:durableId="1023675061">
    <w:abstractNumId w:val="9"/>
  </w:num>
  <w:num w:numId="436" w16cid:durableId="296495362">
    <w:abstractNumId w:val="0"/>
  </w:num>
  <w:num w:numId="437" w16cid:durableId="1314870393">
    <w:abstractNumId w:val="1"/>
  </w:num>
  <w:num w:numId="438" w16cid:durableId="1106123600">
    <w:abstractNumId w:val="2"/>
  </w:num>
  <w:num w:numId="439" w16cid:durableId="1831556193">
    <w:abstractNumId w:val="3"/>
  </w:num>
  <w:num w:numId="440" w16cid:durableId="225187496">
    <w:abstractNumId w:val="8"/>
  </w:num>
  <w:num w:numId="441" w16cid:durableId="459348362">
    <w:abstractNumId w:val="4"/>
  </w:num>
  <w:num w:numId="442" w16cid:durableId="871767161">
    <w:abstractNumId w:val="5"/>
  </w:num>
  <w:num w:numId="443" w16cid:durableId="156385127">
    <w:abstractNumId w:val="6"/>
  </w:num>
  <w:num w:numId="444" w16cid:durableId="1753745163">
    <w:abstractNumId w:val="7"/>
  </w:num>
  <w:num w:numId="445" w16cid:durableId="1494685271">
    <w:abstractNumId w:val="9"/>
  </w:num>
  <w:num w:numId="446" w16cid:durableId="2027635894">
    <w:abstractNumId w:val="0"/>
  </w:num>
  <w:num w:numId="447" w16cid:durableId="956369887">
    <w:abstractNumId w:val="1"/>
  </w:num>
  <w:num w:numId="448" w16cid:durableId="1120998316">
    <w:abstractNumId w:val="2"/>
  </w:num>
  <w:num w:numId="449" w16cid:durableId="1437939150">
    <w:abstractNumId w:val="3"/>
  </w:num>
  <w:num w:numId="450" w16cid:durableId="1621567256">
    <w:abstractNumId w:val="8"/>
  </w:num>
  <w:num w:numId="451" w16cid:durableId="955989496">
    <w:abstractNumId w:val="4"/>
  </w:num>
  <w:num w:numId="452" w16cid:durableId="796879154">
    <w:abstractNumId w:val="5"/>
  </w:num>
  <w:num w:numId="453" w16cid:durableId="983044834">
    <w:abstractNumId w:val="6"/>
  </w:num>
  <w:num w:numId="454" w16cid:durableId="1240869068">
    <w:abstractNumId w:val="7"/>
  </w:num>
  <w:num w:numId="455" w16cid:durableId="2092844432">
    <w:abstractNumId w:val="9"/>
  </w:num>
  <w:num w:numId="456" w16cid:durableId="1514027146">
    <w:abstractNumId w:val="0"/>
  </w:num>
  <w:num w:numId="457" w16cid:durableId="442774520">
    <w:abstractNumId w:val="1"/>
  </w:num>
  <w:num w:numId="458" w16cid:durableId="1115055576">
    <w:abstractNumId w:val="2"/>
  </w:num>
  <w:num w:numId="459" w16cid:durableId="660543585">
    <w:abstractNumId w:val="3"/>
  </w:num>
  <w:num w:numId="460" w16cid:durableId="1260605534">
    <w:abstractNumId w:val="8"/>
  </w:num>
  <w:num w:numId="461" w16cid:durableId="1186140548">
    <w:abstractNumId w:val="4"/>
  </w:num>
  <w:num w:numId="462" w16cid:durableId="2098011910">
    <w:abstractNumId w:val="5"/>
  </w:num>
  <w:num w:numId="463" w16cid:durableId="1927568310">
    <w:abstractNumId w:val="6"/>
  </w:num>
  <w:num w:numId="464" w16cid:durableId="1651670486">
    <w:abstractNumId w:val="7"/>
  </w:num>
  <w:num w:numId="465" w16cid:durableId="541091299">
    <w:abstractNumId w:val="9"/>
  </w:num>
  <w:num w:numId="466" w16cid:durableId="2131705856">
    <w:abstractNumId w:val="0"/>
  </w:num>
  <w:num w:numId="467" w16cid:durableId="629213190">
    <w:abstractNumId w:val="1"/>
  </w:num>
  <w:num w:numId="468" w16cid:durableId="591202453">
    <w:abstractNumId w:val="2"/>
  </w:num>
  <w:num w:numId="469" w16cid:durableId="829249702">
    <w:abstractNumId w:val="3"/>
  </w:num>
  <w:num w:numId="470" w16cid:durableId="826240620">
    <w:abstractNumId w:val="8"/>
  </w:num>
  <w:num w:numId="471" w16cid:durableId="417365389">
    <w:abstractNumId w:val="4"/>
  </w:num>
  <w:num w:numId="472" w16cid:durableId="1555657264">
    <w:abstractNumId w:val="5"/>
  </w:num>
  <w:num w:numId="473" w16cid:durableId="1884367385">
    <w:abstractNumId w:val="6"/>
  </w:num>
  <w:num w:numId="474" w16cid:durableId="1105690381">
    <w:abstractNumId w:val="7"/>
  </w:num>
  <w:num w:numId="475" w16cid:durableId="1724527485">
    <w:abstractNumId w:val="9"/>
  </w:num>
  <w:num w:numId="476" w16cid:durableId="518471453">
    <w:abstractNumId w:val="0"/>
  </w:num>
  <w:num w:numId="477" w16cid:durableId="1120226278">
    <w:abstractNumId w:val="1"/>
  </w:num>
  <w:num w:numId="478" w16cid:durableId="201525303">
    <w:abstractNumId w:val="2"/>
  </w:num>
  <w:num w:numId="479" w16cid:durableId="1334916503">
    <w:abstractNumId w:val="3"/>
  </w:num>
  <w:num w:numId="480" w16cid:durableId="752817100">
    <w:abstractNumId w:val="8"/>
  </w:num>
  <w:num w:numId="481" w16cid:durableId="932279607">
    <w:abstractNumId w:val="4"/>
  </w:num>
  <w:num w:numId="482" w16cid:durableId="1344941894">
    <w:abstractNumId w:val="5"/>
  </w:num>
  <w:num w:numId="483" w16cid:durableId="2050295486">
    <w:abstractNumId w:val="6"/>
  </w:num>
  <w:num w:numId="484" w16cid:durableId="1713118014">
    <w:abstractNumId w:val="7"/>
  </w:num>
  <w:num w:numId="485" w16cid:durableId="1492410731">
    <w:abstractNumId w:val="9"/>
  </w:num>
  <w:num w:numId="486" w16cid:durableId="1908177195">
    <w:abstractNumId w:val="0"/>
  </w:num>
  <w:num w:numId="487" w16cid:durableId="1323675">
    <w:abstractNumId w:val="1"/>
  </w:num>
  <w:num w:numId="488" w16cid:durableId="1386837355">
    <w:abstractNumId w:val="2"/>
  </w:num>
  <w:num w:numId="489" w16cid:durableId="1036153558">
    <w:abstractNumId w:val="3"/>
  </w:num>
  <w:num w:numId="490" w16cid:durableId="862279111">
    <w:abstractNumId w:val="8"/>
  </w:num>
  <w:num w:numId="491" w16cid:durableId="1638026542">
    <w:abstractNumId w:val="4"/>
  </w:num>
  <w:num w:numId="492" w16cid:durableId="154881989">
    <w:abstractNumId w:val="5"/>
  </w:num>
  <w:num w:numId="493" w16cid:durableId="1019621918">
    <w:abstractNumId w:val="6"/>
  </w:num>
  <w:num w:numId="494" w16cid:durableId="604582380">
    <w:abstractNumId w:val="7"/>
  </w:num>
  <w:num w:numId="495" w16cid:durableId="2061249600">
    <w:abstractNumId w:val="9"/>
  </w:num>
  <w:num w:numId="496" w16cid:durableId="437913176">
    <w:abstractNumId w:val="0"/>
  </w:num>
  <w:num w:numId="497" w16cid:durableId="1865897097">
    <w:abstractNumId w:val="1"/>
  </w:num>
  <w:num w:numId="498" w16cid:durableId="2108039687">
    <w:abstractNumId w:val="2"/>
  </w:num>
  <w:num w:numId="499" w16cid:durableId="396785065">
    <w:abstractNumId w:val="3"/>
  </w:num>
  <w:num w:numId="500" w16cid:durableId="198517238">
    <w:abstractNumId w:val="8"/>
  </w:num>
  <w:num w:numId="501" w16cid:durableId="1652514681">
    <w:abstractNumId w:val="4"/>
  </w:num>
  <w:num w:numId="502" w16cid:durableId="1078751024">
    <w:abstractNumId w:val="5"/>
  </w:num>
  <w:num w:numId="503" w16cid:durableId="1407654745">
    <w:abstractNumId w:val="6"/>
  </w:num>
  <w:num w:numId="504" w16cid:durableId="192545532">
    <w:abstractNumId w:val="7"/>
  </w:num>
  <w:num w:numId="505" w16cid:durableId="907691094">
    <w:abstractNumId w:val="9"/>
  </w:num>
  <w:num w:numId="506" w16cid:durableId="560755614">
    <w:abstractNumId w:val="0"/>
  </w:num>
  <w:num w:numId="507" w16cid:durableId="613758059">
    <w:abstractNumId w:val="1"/>
  </w:num>
  <w:num w:numId="508" w16cid:durableId="1414819338">
    <w:abstractNumId w:val="2"/>
  </w:num>
  <w:num w:numId="509" w16cid:durableId="1350718251">
    <w:abstractNumId w:val="3"/>
  </w:num>
  <w:num w:numId="510" w16cid:durableId="1044524852">
    <w:abstractNumId w:val="8"/>
  </w:num>
  <w:num w:numId="511" w16cid:durableId="1994020434">
    <w:abstractNumId w:val="4"/>
  </w:num>
  <w:num w:numId="512" w16cid:durableId="1915435741">
    <w:abstractNumId w:val="5"/>
  </w:num>
  <w:num w:numId="513" w16cid:durableId="850753337">
    <w:abstractNumId w:val="6"/>
  </w:num>
  <w:num w:numId="514" w16cid:durableId="1673607027">
    <w:abstractNumId w:val="7"/>
  </w:num>
  <w:num w:numId="515" w16cid:durableId="2112554326">
    <w:abstractNumId w:val="9"/>
  </w:num>
  <w:num w:numId="516" w16cid:durableId="1230651579">
    <w:abstractNumId w:val="0"/>
  </w:num>
  <w:num w:numId="517" w16cid:durableId="1305545578">
    <w:abstractNumId w:val="1"/>
  </w:num>
  <w:num w:numId="518" w16cid:durableId="610625730">
    <w:abstractNumId w:val="2"/>
  </w:num>
  <w:num w:numId="519" w16cid:durableId="1493719682">
    <w:abstractNumId w:val="3"/>
  </w:num>
  <w:num w:numId="520" w16cid:durableId="360204456">
    <w:abstractNumId w:val="8"/>
  </w:num>
  <w:num w:numId="521" w16cid:durableId="204485319">
    <w:abstractNumId w:val="4"/>
  </w:num>
  <w:num w:numId="522" w16cid:durableId="263803109">
    <w:abstractNumId w:val="5"/>
  </w:num>
  <w:num w:numId="523" w16cid:durableId="93980925">
    <w:abstractNumId w:val="6"/>
  </w:num>
  <w:num w:numId="524" w16cid:durableId="2124840768">
    <w:abstractNumId w:val="7"/>
  </w:num>
  <w:num w:numId="525" w16cid:durableId="561136645">
    <w:abstractNumId w:val="9"/>
  </w:num>
  <w:num w:numId="526" w16cid:durableId="1105461278">
    <w:abstractNumId w:val="0"/>
  </w:num>
  <w:num w:numId="527" w16cid:durableId="1868981422">
    <w:abstractNumId w:val="1"/>
  </w:num>
  <w:num w:numId="528" w16cid:durableId="1953514218">
    <w:abstractNumId w:val="2"/>
  </w:num>
  <w:num w:numId="529" w16cid:durableId="621494878">
    <w:abstractNumId w:val="3"/>
  </w:num>
  <w:num w:numId="530" w16cid:durableId="402987775">
    <w:abstractNumId w:val="8"/>
  </w:num>
  <w:num w:numId="531" w16cid:durableId="343283801">
    <w:abstractNumId w:val="4"/>
  </w:num>
  <w:num w:numId="532" w16cid:durableId="193008726">
    <w:abstractNumId w:val="5"/>
  </w:num>
  <w:num w:numId="533" w16cid:durableId="833566256">
    <w:abstractNumId w:val="6"/>
  </w:num>
  <w:num w:numId="534" w16cid:durableId="1479112151">
    <w:abstractNumId w:val="7"/>
  </w:num>
  <w:num w:numId="535" w16cid:durableId="1598826367">
    <w:abstractNumId w:val="9"/>
  </w:num>
  <w:num w:numId="536" w16cid:durableId="1812749621">
    <w:abstractNumId w:val="0"/>
  </w:num>
  <w:num w:numId="537" w16cid:durableId="982198187">
    <w:abstractNumId w:val="1"/>
  </w:num>
  <w:num w:numId="538" w16cid:durableId="345519935">
    <w:abstractNumId w:val="2"/>
  </w:num>
  <w:num w:numId="539" w16cid:durableId="675379592">
    <w:abstractNumId w:val="3"/>
  </w:num>
  <w:num w:numId="540" w16cid:durableId="1225292105">
    <w:abstractNumId w:val="8"/>
  </w:num>
  <w:num w:numId="541" w16cid:durableId="1310786658">
    <w:abstractNumId w:val="4"/>
  </w:num>
  <w:num w:numId="542" w16cid:durableId="213154496">
    <w:abstractNumId w:val="5"/>
  </w:num>
  <w:num w:numId="543" w16cid:durableId="1881241886">
    <w:abstractNumId w:val="6"/>
  </w:num>
  <w:num w:numId="544" w16cid:durableId="1439332729">
    <w:abstractNumId w:val="7"/>
  </w:num>
  <w:num w:numId="545" w16cid:durableId="2087603988">
    <w:abstractNumId w:val="9"/>
  </w:num>
  <w:num w:numId="546" w16cid:durableId="482552302">
    <w:abstractNumId w:val="0"/>
  </w:num>
  <w:num w:numId="547" w16cid:durableId="1474063074">
    <w:abstractNumId w:val="1"/>
  </w:num>
  <w:num w:numId="548" w16cid:durableId="392971926">
    <w:abstractNumId w:val="2"/>
  </w:num>
  <w:num w:numId="549" w16cid:durableId="2042901972">
    <w:abstractNumId w:val="3"/>
  </w:num>
  <w:num w:numId="550" w16cid:durableId="1264534172">
    <w:abstractNumId w:val="8"/>
  </w:num>
  <w:num w:numId="551" w16cid:durableId="1711611183">
    <w:abstractNumId w:val="4"/>
  </w:num>
  <w:num w:numId="552" w16cid:durableId="1015769347">
    <w:abstractNumId w:val="5"/>
  </w:num>
  <w:num w:numId="553" w16cid:durableId="672488027">
    <w:abstractNumId w:val="6"/>
  </w:num>
  <w:num w:numId="554" w16cid:durableId="702440222">
    <w:abstractNumId w:val="7"/>
  </w:num>
  <w:num w:numId="555" w16cid:durableId="1497107782">
    <w:abstractNumId w:val="9"/>
  </w:num>
  <w:num w:numId="556" w16cid:durableId="2001233244">
    <w:abstractNumId w:val="0"/>
  </w:num>
  <w:num w:numId="557" w16cid:durableId="544800997">
    <w:abstractNumId w:val="1"/>
  </w:num>
  <w:num w:numId="558" w16cid:durableId="433550620">
    <w:abstractNumId w:val="2"/>
  </w:num>
  <w:num w:numId="559" w16cid:durableId="1685671951">
    <w:abstractNumId w:val="3"/>
  </w:num>
  <w:num w:numId="560" w16cid:durableId="1712680460">
    <w:abstractNumId w:val="8"/>
  </w:num>
  <w:num w:numId="561" w16cid:durableId="111292984">
    <w:abstractNumId w:val="4"/>
  </w:num>
  <w:num w:numId="562" w16cid:durableId="197742491">
    <w:abstractNumId w:val="5"/>
  </w:num>
  <w:num w:numId="563" w16cid:durableId="2049408382">
    <w:abstractNumId w:val="6"/>
  </w:num>
  <w:num w:numId="564" w16cid:durableId="1801073886">
    <w:abstractNumId w:val="7"/>
  </w:num>
  <w:num w:numId="565" w16cid:durableId="1600868994">
    <w:abstractNumId w:val="9"/>
  </w:num>
  <w:num w:numId="566" w16cid:durableId="234782537">
    <w:abstractNumId w:val="0"/>
  </w:num>
  <w:num w:numId="567" w16cid:durableId="1029456295">
    <w:abstractNumId w:val="1"/>
  </w:num>
  <w:num w:numId="568" w16cid:durableId="1513455204">
    <w:abstractNumId w:val="2"/>
  </w:num>
  <w:num w:numId="569" w16cid:durableId="618341043">
    <w:abstractNumId w:val="3"/>
  </w:num>
  <w:num w:numId="570" w16cid:durableId="882207042">
    <w:abstractNumId w:val="8"/>
  </w:num>
  <w:num w:numId="571" w16cid:durableId="1646663999">
    <w:abstractNumId w:val="4"/>
  </w:num>
  <w:num w:numId="572" w16cid:durableId="1741169838">
    <w:abstractNumId w:val="5"/>
  </w:num>
  <w:num w:numId="573" w16cid:durableId="678191030">
    <w:abstractNumId w:val="6"/>
  </w:num>
  <w:num w:numId="574" w16cid:durableId="153879519">
    <w:abstractNumId w:val="7"/>
  </w:num>
  <w:num w:numId="575" w16cid:durableId="323557440">
    <w:abstractNumId w:val="9"/>
  </w:num>
  <w:num w:numId="576" w16cid:durableId="743264215">
    <w:abstractNumId w:val="0"/>
  </w:num>
  <w:num w:numId="577" w16cid:durableId="1190683912">
    <w:abstractNumId w:val="1"/>
  </w:num>
  <w:num w:numId="578" w16cid:durableId="1237744693">
    <w:abstractNumId w:val="2"/>
  </w:num>
  <w:num w:numId="579" w16cid:durableId="412312074">
    <w:abstractNumId w:val="3"/>
  </w:num>
  <w:num w:numId="580" w16cid:durableId="1234121280">
    <w:abstractNumId w:val="8"/>
  </w:num>
  <w:num w:numId="581" w16cid:durableId="1724451637">
    <w:abstractNumId w:val="4"/>
  </w:num>
  <w:num w:numId="582" w16cid:durableId="1624194783">
    <w:abstractNumId w:val="5"/>
  </w:num>
  <w:num w:numId="583" w16cid:durableId="555315692">
    <w:abstractNumId w:val="6"/>
  </w:num>
  <w:num w:numId="584" w16cid:durableId="131557675">
    <w:abstractNumId w:val="7"/>
  </w:num>
  <w:num w:numId="585" w16cid:durableId="1383287138">
    <w:abstractNumId w:val="9"/>
  </w:num>
  <w:num w:numId="586" w16cid:durableId="1556814161">
    <w:abstractNumId w:val="0"/>
  </w:num>
  <w:num w:numId="587" w16cid:durableId="394819385">
    <w:abstractNumId w:val="1"/>
  </w:num>
  <w:num w:numId="588" w16cid:durableId="456988674">
    <w:abstractNumId w:val="2"/>
  </w:num>
  <w:num w:numId="589" w16cid:durableId="1277365534">
    <w:abstractNumId w:val="3"/>
  </w:num>
  <w:num w:numId="590" w16cid:durableId="773672471">
    <w:abstractNumId w:val="8"/>
  </w:num>
  <w:num w:numId="591" w16cid:durableId="1736705488">
    <w:abstractNumId w:val="4"/>
  </w:num>
  <w:num w:numId="592" w16cid:durableId="1921719724">
    <w:abstractNumId w:val="5"/>
  </w:num>
  <w:num w:numId="593" w16cid:durableId="729380877">
    <w:abstractNumId w:val="6"/>
  </w:num>
  <w:num w:numId="594" w16cid:durableId="565652528">
    <w:abstractNumId w:val="7"/>
  </w:num>
  <w:num w:numId="595" w16cid:durableId="500659462">
    <w:abstractNumId w:val="9"/>
  </w:num>
  <w:num w:numId="596" w16cid:durableId="1687563528">
    <w:abstractNumId w:val="0"/>
  </w:num>
  <w:num w:numId="597" w16cid:durableId="2107992726">
    <w:abstractNumId w:val="1"/>
  </w:num>
  <w:num w:numId="598" w16cid:durableId="2062828544">
    <w:abstractNumId w:val="2"/>
  </w:num>
  <w:num w:numId="599" w16cid:durableId="938416971">
    <w:abstractNumId w:val="3"/>
  </w:num>
  <w:num w:numId="600" w16cid:durableId="2131777501">
    <w:abstractNumId w:val="8"/>
  </w:num>
  <w:num w:numId="601" w16cid:durableId="826284757">
    <w:abstractNumId w:val="4"/>
  </w:num>
  <w:num w:numId="602" w16cid:durableId="1639722708">
    <w:abstractNumId w:val="5"/>
  </w:num>
  <w:num w:numId="603" w16cid:durableId="2042316221">
    <w:abstractNumId w:val="6"/>
  </w:num>
  <w:num w:numId="604" w16cid:durableId="584925461">
    <w:abstractNumId w:val="7"/>
  </w:num>
  <w:num w:numId="605" w16cid:durableId="1038628970">
    <w:abstractNumId w:val="9"/>
  </w:num>
  <w:num w:numId="606" w16cid:durableId="1560051344">
    <w:abstractNumId w:val="0"/>
  </w:num>
  <w:num w:numId="607" w16cid:durableId="1696423331">
    <w:abstractNumId w:val="1"/>
  </w:num>
  <w:num w:numId="608" w16cid:durableId="824056610">
    <w:abstractNumId w:val="2"/>
  </w:num>
  <w:num w:numId="609" w16cid:durableId="696388272">
    <w:abstractNumId w:val="3"/>
  </w:num>
  <w:num w:numId="610" w16cid:durableId="341129638">
    <w:abstractNumId w:val="8"/>
  </w:num>
  <w:num w:numId="611" w16cid:durableId="1707484447">
    <w:abstractNumId w:val="4"/>
  </w:num>
  <w:num w:numId="612" w16cid:durableId="1206216561">
    <w:abstractNumId w:val="5"/>
  </w:num>
  <w:num w:numId="613" w16cid:durableId="668026050">
    <w:abstractNumId w:val="6"/>
  </w:num>
  <w:num w:numId="614" w16cid:durableId="124474204">
    <w:abstractNumId w:val="7"/>
  </w:num>
  <w:num w:numId="615" w16cid:durableId="1373967454">
    <w:abstractNumId w:val="9"/>
  </w:num>
  <w:num w:numId="616" w16cid:durableId="809902778">
    <w:abstractNumId w:val="0"/>
  </w:num>
  <w:num w:numId="617" w16cid:durableId="882641652">
    <w:abstractNumId w:val="1"/>
  </w:num>
  <w:num w:numId="618" w16cid:durableId="843862768">
    <w:abstractNumId w:val="2"/>
  </w:num>
  <w:num w:numId="619" w16cid:durableId="1456287080">
    <w:abstractNumId w:val="3"/>
  </w:num>
  <w:num w:numId="620" w16cid:durableId="955990416">
    <w:abstractNumId w:val="8"/>
  </w:num>
  <w:num w:numId="621" w16cid:durableId="2031834137">
    <w:abstractNumId w:val="4"/>
  </w:num>
  <w:num w:numId="622" w16cid:durableId="1890456143">
    <w:abstractNumId w:val="5"/>
  </w:num>
  <w:num w:numId="623" w16cid:durableId="1651514819">
    <w:abstractNumId w:val="6"/>
  </w:num>
  <w:num w:numId="624" w16cid:durableId="38358075">
    <w:abstractNumId w:val="7"/>
  </w:num>
  <w:num w:numId="625" w16cid:durableId="294458154">
    <w:abstractNumId w:val="9"/>
  </w:num>
  <w:num w:numId="626" w16cid:durableId="196506921">
    <w:abstractNumId w:val="0"/>
  </w:num>
  <w:num w:numId="627" w16cid:durableId="1352754905">
    <w:abstractNumId w:val="1"/>
  </w:num>
  <w:num w:numId="628" w16cid:durableId="1331371329">
    <w:abstractNumId w:val="2"/>
  </w:num>
  <w:num w:numId="629" w16cid:durableId="1849170203">
    <w:abstractNumId w:val="3"/>
  </w:num>
  <w:num w:numId="630" w16cid:durableId="367032163">
    <w:abstractNumId w:val="8"/>
  </w:num>
  <w:num w:numId="631" w16cid:durableId="1227838895">
    <w:abstractNumId w:val="4"/>
  </w:num>
  <w:num w:numId="632" w16cid:durableId="1294557688">
    <w:abstractNumId w:val="5"/>
  </w:num>
  <w:num w:numId="633" w16cid:durableId="1093210953">
    <w:abstractNumId w:val="6"/>
  </w:num>
  <w:num w:numId="634" w16cid:durableId="873158315">
    <w:abstractNumId w:val="7"/>
  </w:num>
  <w:num w:numId="635" w16cid:durableId="797143939">
    <w:abstractNumId w:val="9"/>
  </w:num>
  <w:num w:numId="636" w16cid:durableId="663164601">
    <w:abstractNumId w:val="0"/>
  </w:num>
  <w:num w:numId="637" w16cid:durableId="715469203">
    <w:abstractNumId w:val="1"/>
  </w:num>
  <w:num w:numId="638" w16cid:durableId="814101521">
    <w:abstractNumId w:val="2"/>
  </w:num>
  <w:num w:numId="639" w16cid:durableId="1005716997">
    <w:abstractNumId w:val="3"/>
  </w:num>
  <w:num w:numId="640" w16cid:durableId="647591408">
    <w:abstractNumId w:val="8"/>
  </w:num>
  <w:num w:numId="641" w16cid:durableId="1300108941">
    <w:abstractNumId w:val="4"/>
  </w:num>
  <w:num w:numId="642" w16cid:durableId="720054610">
    <w:abstractNumId w:val="5"/>
  </w:num>
  <w:num w:numId="643" w16cid:durableId="1786463482">
    <w:abstractNumId w:val="6"/>
  </w:num>
  <w:num w:numId="644" w16cid:durableId="1240334620">
    <w:abstractNumId w:val="7"/>
  </w:num>
  <w:num w:numId="645" w16cid:durableId="782113345">
    <w:abstractNumId w:val="9"/>
  </w:num>
  <w:num w:numId="646" w16cid:durableId="350224715">
    <w:abstractNumId w:val="0"/>
  </w:num>
  <w:num w:numId="647" w16cid:durableId="1351680701">
    <w:abstractNumId w:val="1"/>
  </w:num>
  <w:num w:numId="648" w16cid:durableId="1705985522">
    <w:abstractNumId w:val="2"/>
  </w:num>
  <w:num w:numId="649" w16cid:durableId="382368991">
    <w:abstractNumId w:val="3"/>
  </w:num>
  <w:num w:numId="650" w16cid:durableId="62533377">
    <w:abstractNumId w:val="8"/>
  </w:num>
  <w:num w:numId="651" w16cid:durableId="1288901013">
    <w:abstractNumId w:val="4"/>
  </w:num>
  <w:num w:numId="652" w16cid:durableId="1281909847">
    <w:abstractNumId w:val="5"/>
  </w:num>
  <w:num w:numId="653" w16cid:durableId="158469058">
    <w:abstractNumId w:val="6"/>
  </w:num>
  <w:num w:numId="654" w16cid:durableId="1957760330">
    <w:abstractNumId w:val="7"/>
  </w:num>
  <w:num w:numId="655" w16cid:durableId="1934969081">
    <w:abstractNumId w:val="9"/>
  </w:num>
  <w:num w:numId="656" w16cid:durableId="31461244">
    <w:abstractNumId w:val="0"/>
  </w:num>
  <w:num w:numId="657" w16cid:durableId="1102409662">
    <w:abstractNumId w:val="1"/>
  </w:num>
  <w:num w:numId="658" w16cid:durableId="1370956089">
    <w:abstractNumId w:val="2"/>
  </w:num>
  <w:num w:numId="659" w16cid:durableId="1548758684">
    <w:abstractNumId w:val="3"/>
  </w:num>
  <w:num w:numId="660" w16cid:durableId="2104690991">
    <w:abstractNumId w:val="8"/>
  </w:num>
  <w:num w:numId="661" w16cid:durableId="214706277">
    <w:abstractNumId w:val="4"/>
  </w:num>
  <w:num w:numId="662" w16cid:durableId="1530995769">
    <w:abstractNumId w:val="5"/>
  </w:num>
  <w:num w:numId="663" w16cid:durableId="1311330678">
    <w:abstractNumId w:val="6"/>
  </w:num>
  <w:num w:numId="664" w16cid:durableId="155727951">
    <w:abstractNumId w:val="7"/>
  </w:num>
  <w:num w:numId="665" w16cid:durableId="371925541">
    <w:abstractNumId w:val="9"/>
  </w:num>
  <w:num w:numId="666" w16cid:durableId="250742829">
    <w:abstractNumId w:val="0"/>
  </w:num>
  <w:num w:numId="667" w16cid:durableId="856651123">
    <w:abstractNumId w:val="1"/>
  </w:num>
  <w:num w:numId="668" w16cid:durableId="1415203158">
    <w:abstractNumId w:val="2"/>
  </w:num>
  <w:num w:numId="669" w16cid:durableId="730227009">
    <w:abstractNumId w:val="3"/>
  </w:num>
  <w:num w:numId="670" w16cid:durableId="1312632764">
    <w:abstractNumId w:val="8"/>
  </w:num>
  <w:num w:numId="671" w16cid:durableId="993485915">
    <w:abstractNumId w:val="4"/>
  </w:num>
  <w:num w:numId="672" w16cid:durableId="626282746">
    <w:abstractNumId w:val="5"/>
  </w:num>
  <w:num w:numId="673" w16cid:durableId="668363540">
    <w:abstractNumId w:val="6"/>
  </w:num>
  <w:num w:numId="674" w16cid:durableId="2026402006">
    <w:abstractNumId w:val="7"/>
  </w:num>
  <w:num w:numId="675" w16cid:durableId="378363740">
    <w:abstractNumId w:val="9"/>
  </w:num>
  <w:num w:numId="676" w16cid:durableId="147940293">
    <w:abstractNumId w:val="0"/>
  </w:num>
  <w:num w:numId="677" w16cid:durableId="1045906830">
    <w:abstractNumId w:val="1"/>
  </w:num>
  <w:num w:numId="678" w16cid:durableId="908226236">
    <w:abstractNumId w:val="2"/>
  </w:num>
  <w:num w:numId="679" w16cid:durableId="1739404668">
    <w:abstractNumId w:val="3"/>
  </w:num>
  <w:num w:numId="680" w16cid:durableId="1840348835">
    <w:abstractNumId w:val="8"/>
  </w:num>
  <w:num w:numId="681" w16cid:durableId="1601256829">
    <w:abstractNumId w:val="4"/>
  </w:num>
  <w:num w:numId="682" w16cid:durableId="754714841">
    <w:abstractNumId w:val="5"/>
  </w:num>
  <w:num w:numId="683" w16cid:durableId="1521818942">
    <w:abstractNumId w:val="6"/>
  </w:num>
  <w:num w:numId="684" w16cid:durableId="660155352">
    <w:abstractNumId w:val="7"/>
  </w:num>
  <w:num w:numId="685" w16cid:durableId="1428844788">
    <w:abstractNumId w:val="9"/>
  </w:num>
  <w:num w:numId="686" w16cid:durableId="743990909">
    <w:abstractNumId w:val="0"/>
  </w:num>
  <w:num w:numId="687" w16cid:durableId="655033388">
    <w:abstractNumId w:val="1"/>
  </w:num>
  <w:num w:numId="688" w16cid:durableId="125123777">
    <w:abstractNumId w:val="2"/>
  </w:num>
  <w:num w:numId="689" w16cid:durableId="2033264096">
    <w:abstractNumId w:val="3"/>
  </w:num>
  <w:num w:numId="690" w16cid:durableId="509370251">
    <w:abstractNumId w:val="8"/>
  </w:num>
  <w:num w:numId="691" w16cid:durableId="504980299">
    <w:abstractNumId w:val="4"/>
  </w:num>
  <w:num w:numId="692" w16cid:durableId="1789351562">
    <w:abstractNumId w:val="5"/>
  </w:num>
  <w:num w:numId="693" w16cid:durableId="996541467">
    <w:abstractNumId w:val="6"/>
  </w:num>
  <w:num w:numId="694" w16cid:durableId="1402751367">
    <w:abstractNumId w:val="7"/>
  </w:num>
  <w:num w:numId="695" w16cid:durableId="422607851">
    <w:abstractNumId w:val="9"/>
  </w:num>
  <w:num w:numId="696" w16cid:durableId="2109042502">
    <w:abstractNumId w:val="0"/>
  </w:num>
  <w:num w:numId="697" w16cid:durableId="1098213149">
    <w:abstractNumId w:val="1"/>
  </w:num>
  <w:num w:numId="698" w16cid:durableId="1726757715">
    <w:abstractNumId w:val="2"/>
  </w:num>
  <w:num w:numId="699" w16cid:durableId="873420656">
    <w:abstractNumId w:val="3"/>
  </w:num>
  <w:num w:numId="700" w16cid:durableId="2091652570">
    <w:abstractNumId w:val="8"/>
  </w:num>
  <w:num w:numId="701" w16cid:durableId="1378241526">
    <w:abstractNumId w:val="4"/>
  </w:num>
  <w:num w:numId="702" w16cid:durableId="832649784">
    <w:abstractNumId w:val="5"/>
  </w:num>
  <w:num w:numId="703" w16cid:durableId="1562982064">
    <w:abstractNumId w:val="6"/>
  </w:num>
  <w:num w:numId="704" w16cid:durableId="1802921801">
    <w:abstractNumId w:val="7"/>
  </w:num>
  <w:num w:numId="705" w16cid:durableId="1219517781">
    <w:abstractNumId w:val="9"/>
  </w:num>
  <w:num w:numId="706" w16cid:durableId="975455899">
    <w:abstractNumId w:val="0"/>
  </w:num>
  <w:num w:numId="707" w16cid:durableId="89544867">
    <w:abstractNumId w:val="1"/>
  </w:num>
  <w:num w:numId="708" w16cid:durableId="659314938">
    <w:abstractNumId w:val="2"/>
  </w:num>
  <w:num w:numId="709" w16cid:durableId="1951084444">
    <w:abstractNumId w:val="3"/>
  </w:num>
  <w:num w:numId="710" w16cid:durableId="474032963">
    <w:abstractNumId w:val="8"/>
  </w:num>
  <w:num w:numId="711" w16cid:durableId="1873613867">
    <w:abstractNumId w:val="4"/>
  </w:num>
  <w:num w:numId="712" w16cid:durableId="963343750">
    <w:abstractNumId w:val="5"/>
  </w:num>
  <w:num w:numId="713" w16cid:durableId="1929384535">
    <w:abstractNumId w:val="6"/>
  </w:num>
  <w:num w:numId="714" w16cid:durableId="668680226">
    <w:abstractNumId w:val="7"/>
  </w:num>
  <w:num w:numId="715" w16cid:durableId="1588345229">
    <w:abstractNumId w:val="9"/>
  </w:num>
  <w:num w:numId="716" w16cid:durableId="296645594">
    <w:abstractNumId w:val="0"/>
  </w:num>
  <w:num w:numId="717" w16cid:durableId="1231647816">
    <w:abstractNumId w:val="1"/>
  </w:num>
  <w:num w:numId="718" w16cid:durableId="1674062640">
    <w:abstractNumId w:val="2"/>
  </w:num>
  <w:num w:numId="719" w16cid:durableId="1425804705">
    <w:abstractNumId w:val="3"/>
  </w:num>
  <w:num w:numId="720" w16cid:durableId="1886289836">
    <w:abstractNumId w:val="8"/>
  </w:num>
  <w:num w:numId="721" w16cid:durableId="1563175370">
    <w:abstractNumId w:val="4"/>
  </w:num>
  <w:num w:numId="722" w16cid:durableId="1137916834">
    <w:abstractNumId w:val="5"/>
  </w:num>
  <w:num w:numId="723" w16cid:durableId="1590768867">
    <w:abstractNumId w:val="6"/>
  </w:num>
  <w:num w:numId="724" w16cid:durableId="1623458781">
    <w:abstractNumId w:val="7"/>
  </w:num>
  <w:num w:numId="725" w16cid:durableId="1661424328">
    <w:abstractNumId w:val="9"/>
  </w:num>
  <w:num w:numId="726" w16cid:durableId="1649625297">
    <w:abstractNumId w:val="0"/>
  </w:num>
  <w:num w:numId="727" w16cid:durableId="58209827">
    <w:abstractNumId w:val="1"/>
  </w:num>
  <w:num w:numId="728" w16cid:durableId="276641907">
    <w:abstractNumId w:val="2"/>
  </w:num>
  <w:num w:numId="729" w16cid:durableId="221064606">
    <w:abstractNumId w:val="3"/>
  </w:num>
  <w:num w:numId="730" w16cid:durableId="594172109">
    <w:abstractNumId w:val="8"/>
  </w:num>
  <w:num w:numId="731" w16cid:durableId="1932737651">
    <w:abstractNumId w:val="4"/>
  </w:num>
  <w:num w:numId="732" w16cid:durableId="1192189921">
    <w:abstractNumId w:val="5"/>
  </w:num>
  <w:num w:numId="733" w16cid:durableId="2140762117">
    <w:abstractNumId w:val="6"/>
  </w:num>
  <w:num w:numId="734" w16cid:durableId="1316252485">
    <w:abstractNumId w:val="7"/>
  </w:num>
  <w:num w:numId="735" w16cid:durableId="865757737">
    <w:abstractNumId w:val="9"/>
  </w:num>
  <w:num w:numId="736" w16cid:durableId="186648638">
    <w:abstractNumId w:val="0"/>
  </w:num>
  <w:num w:numId="737" w16cid:durableId="1590768796">
    <w:abstractNumId w:val="1"/>
  </w:num>
  <w:num w:numId="738" w16cid:durableId="1273172841">
    <w:abstractNumId w:val="2"/>
  </w:num>
  <w:num w:numId="739" w16cid:durableId="1682275458">
    <w:abstractNumId w:val="3"/>
  </w:num>
  <w:num w:numId="740" w16cid:durableId="498427318">
    <w:abstractNumId w:val="8"/>
  </w:num>
  <w:num w:numId="741" w16cid:durableId="664480356">
    <w:abstractNumId w:val="4"/>
  </w:num>
  <w:num w:numId="742" w16cid:durableId="1011184772">
    <w:abstractNumId w:val="5"/>
  </w:num>
  <w:num w:numId="743" w16cid:durableId="401293949">
    <w:abstractNumId w:val="6"/>
  </w:num>
  <w:num w:numId="744" w16cid:durableId="452945765">
    <w:abstractNumId w:val="7"/>
  </w:num>
  <w:num w:numId="745" w16cid:durableId="468089891">
    <w:abstractNumId w:val="9"/>
  </w:num>
  <w:num w:numId="746" w16cid:durableId="1506479595">
    <w:abstractNumId w:val="0"/>
  </w:num>
  <w:num w:numId="747" w16cid:durableId="496380262">
    <w:abstractNumId w:val="1"/>
  </w:num>
  <w:num w:numId="748" w16cid:durableId="1322929314">
    <w:abstractNumId w:val="2"/>
  </w:num>
  <w:num w:numId="749" w16cid:durableId="676620243">
    <w:abstractNumId w:val="3"/>
  </w:num>
  <w:num w:numId="750" w16cid:durableId="974681346">
    <w:abstractNumId w:val="8"/>
  </w:num>
  <w:num w:numId="751" w16cid:durableId="546916104">
    <w:abstractNumId w:val="4"/>
  </w:num>
  <w:num w:numId="752" w16cid:durableId="735250114">
    <w:abstractNumId w:val="5"/>
  </w:num>
  <w:num w:numId="753" w16cid:durableId="19160525">
    <w:abstractNumId w:val="6"/>
  </w:num>
  <w:num w:numId="754" w16cid:durableId="661198187">
    <w:abstractNumId w:val="7"/>
  </w:num>
  <w:num w:numId="755" w16cid:durableId="261763471">
    <w:abstractNumId w:val="9"/>
  </w:num>
  <w:num w:numId="756" w16cid:durableId="1227956698">
    <w:abstractNumId w:val="0"/>
  </w:num>
  <w:num w:numId="757" w16cid:durableId="2067994587">
    <w:abstractNumId w:val="1"/>
  </w:num>
  <w:num w:numId="758" w16cid:durableId="991787873">
    <w:abstractNumId w:val="2"/>
  </w:num>
  <w:num w:numId="759" w16cid:durableId="1906329476">
    <w:abstractNumId w:val="3"/>
  </w:num>
  <w:num w:numId="760" w16cid:durableId="79722488">
    <w:abstractNumId w:val="8"/>
  </w:num>
  <w:num w:numId="761" w16cid:durableId="1448963484">
    <w:abstractNumId w:val="4"/>
  </w:num>
  <w:num w:numId="762" w16cid:durableId="2012293177">
    <w:abstractNumId w:val="5"/>
  </w:num>
  <w:num w:numId="763" w16cid:durableId="1749576023">
    <w:abstractNumId w:val="6"/>
  </w:num>
  <w:num w:numId="764" w16cid:durableId="1983658380">
    <w:abstractNumId w:val="7"/>
  </w:num>
  <w:num w:numId="765" w16cid:durableId="955016521">
    <w:abstractNumId w:val="9"/>
  </w:num>
  <w:num w:numId="766" w16cid:durableId="367532419">
    <w:abstractNumId w:val="0"/>
  </w:num>
  <w:num w:numId="767" w16cid:durableId="1494757612">
    <w:abstractNumId w:val="1"/>
  </w:num>
  <w:num w:numId="768" w16cid:durableId="738015879">
    <w:abstractNumId w:val="2"/>
  </w:num>
  <w:num w:numId="769" w16cid:durableId="2078823969">
    <w:abstractNumId w:val="3"/>
  </w:num>
  <w:num w:numId="770" w16cid:durableId="677075092">
    <w:abstractNumId w:val="8"/>
  </w:num>
  <w:num w:numId="771" w16cid:durableId="328143235">
    <w:abstractNumId w:val="0"/>
  </w:num>
  <w:num w:numId="772" w16cid:durableId="859781646">
    <w:abstractNumId w:val="4"/>
  </w:num>
  <w:num w:numId="773" w16cid:durableId="1145585144">
    <w:abstractNumId w:val="5"/>
  </w:num>
  <w:num w:numId="774" w16cid:durableId="325938377">
    <w:abstractNumId w:val="6"/>
  </w:num>
  <w:num w:numId="775" w16cid:durableId="208537880">
    <w:abstractNumId w:val="7"/>
  </w:num>
  <w:num w:numId="776" w16cid:durableId="164789164">
    <w:abstractNumId w:val="9"/>
  </w:num>
  <w:num w:numId="777" w16cid:durableId="1596589605">
    <w:abstractNumId w:val="0"/>
  </w:num>
  <w:num w:numId="778" w16cid:durableId="1168982124">
    <w:abstractNumId w:val="1"/>
  </w:num>
  <w:num w:numId="779" w16cid:durableId="801577511">
    <w:abstractNumId w:val="2"/>
  </w:num>
  <w:num w:numId="780" w16cid:durableId="211767366">
    <w:abstractNumId w:val="3"/>
  </w:num>
  <w:num w:numId="781" w16cid:durableId="1665625397">
    <w:abstractNumId w:val="8"/>
  </w:num>
  <w:num w:numId="782" w16cid:durableId="1022239752">
    <w:abstractNumId w:val="4"/>
  </w:num>
  <w:num w:numId="783" w16cid:durableId="216624847">
    <w:abstractNumId w:val="5"/>
  </w:num>
  <w:num w:numId="784" w16cid:durableId="1311441238">
    <w:abstractNumId w:val="6"/>
  </w:num>
  <w:num w:numId="785" w16cid:durableId="1383018114">
    <w:abstractNumId w:val="7"/>
  </w:num>
  <w:num w:numId="786" w16cid:durableId="1654066104">
    <w:abstractNumId w:val="9"/>
  </w:num>
  <w:num w:numId="787" w16cid:durableId="1471703457">
    <w:abstractNumId w:val="0"/>
  </w:num>
  <w:num w:numId="788" w16cid:durableId="2094007709">
    <w:abstractNumId w:val="1"/>
  </w:num>
  <w:num w:numId="789" w16cid:durableId="1425110727">
    <w:abstractNumId w:val="2"/>
  </w:num>
  <w:num w:numId="790" w16cid:durableId="576134623">
    <w:abstractNumId w:val="3"/>
  </w:num>
  <w:num w:numId="791" w16cid:durableId="1405910959">
    <w:abstractNumId w:val="8"/>
  </w:num>
  <w:num w:numId="792" w16cid:durableId="1062680418">
    <w:abstractNumId w:val="4"/>
  </w:num>
  <w:num w:numId="793" w16cid:durableId="744031598">
    <w:abstractNumId w:val="5"/>
  </w:num>
  <w:num w:numId="794" w16cid:durableId="2066634271">
    <w:abstractNumId w:val="6"/>
  </w:num>
  <w:num w:numId="795" w16cid:durableId="1189684164">
    <w:abstractNumId w:val="7"/>
  </w:num>
  <w:num w:numId="796" w16cid:durableId="1274823715">
    <w:abstractNumId w:val="9"/>
  </w:num>
  <w:num w:numId="797" w16cid:durableId="659432487">
    <w:abstractNumId w:val="0"/>
  </w:num>
  <w:num w:numId="798" w16cid:durableId="1374575706">
    <w:abstractNumId w:val="1"/>
  </w:num>
  <w:num w:numId="799" w16cid:durableId="1500077021">
    <w:abstractNumId w:val="2"/>
  </w:num>
  <w:num w:numId="800" w16cid:durableId="2103791577">
    <w:abstractNumId w:val="3"/>
  </w:num>
  <w:num w:numId="801" w16cid:durableId="1410083017">
    <w:abstractNumId w:val="8"/>
  </w:num>
  <w:num w:numId="802" w16cid:durableId="1494174544">
    <w:abstractNumId w:val="4"/>
  </w:num>
  <w:num w:numId="803" w16cid:durableId="362828557">
    <w:abstractNumId w:val="5"/>
  </w:num>
  <w:num w:numId="804" w16cid:durableId="1571840151">
    <w:abstractNumId w:val="6"/>
  </w:num>
  <w:num w:numId="805" w16cid:durableId="609508037">
    <w:abstractNumId w:val="7"/>
  </w:num>
  <w:num w:numId="806" w16cid:durableId="1352339490">
    <w:abstractNumId w:val="9"/>
  </w:num>
  <w:num w:numId="807" w16cid:durableId="1246232671">
    <w:abstractNumId w:val="0"/>
  </w:num>
  <w:num w:numId="808" w16cid:durableId="1950697428">
    <w:abstractNumId w:val="1"/>
  </w:num>
  <w:num w:numId="809" w16cid:durableId="120850019">
    <w:abstractNumId w:val="2"/>
  </w:num>
  <w:num w:numId="810" w16cid:durableId="1470050943">
    <w:abstractNumId w:val="3"/>
  </w:num>
  <w:num w:numId="811" w16cid:durableId="998657232">
    <w:abstractNumId w:val="8"/>
  </w:num>
  <w:num w:numId="812" w16cid:durableId="1110515270">
    <w:abstractNumId w:val="4"/>
  </w:num>
  <w:num w:numId="813" w16cid:durableId="1817724804">
    <w:abstractNumId w:val="5"/>
  </w:num>
  <w:num w:numId="814" w16cid:durableId="2115130265">
    <w:abstractNumId w:val="6"/>
  </w:num>
  <w:num w:numId="815" w16cid:durableId="985549776">
    <w:abstractNumId w:val="7"/>
  </w:num>
  <w:num w:numId="816" w16cid:durableId="63333306">
    <w:abstractNumId w:val="9"/>
  </w:num>
  <w:num w:numId="817" w16cid:durableId="867566670">
    <w:abstractNumId w:val="0"/>
  </w:num>
  <w:num w:numId="818" w16cid:durableId="464012153">
    <w:abstractNumId w:val="1"/>
  </w:num>
  <w:num w:numId="819" w16cid:durableId="155465775">
    <w:abstractNumId w:val="2"/>
  </w:num>
  <w:num w:numId="820" w16cid:durableId="1825393133">
    <w:abstractNumId w:val="3"/>
  </w:num>
  <w:num w:numId="821" w16cid:durableId="1534921206">
    <w:abstractNumId w:val="8"/>
  </w:num>
  <w:num w:numId="822" w16cid:durableId="50428552">
    <w:abstractNumId w:val="4"/>
  </w:num>
  <w:num w:numId="823" w16cid:durableId="1877505720">
    <w:abstractNumId w:val="5"/>
  </w:num>
  <w:num w:numId="824" w16cid:durableId="96946278">
    <w:abstractNumId w:val="6"/>
  </w:num>
  <w:num w:numId="825" w16cid:durableId="1448621662">
    <w:abstractNumId w:val="7"/>
  </w:num>
  <w:num w:numId="826" w16cid:durableId="637148490">
    <w:abstractNumId w:val="9"/>
  </w:num>
  <w:num w:numId="827" w16cid:durableId="284430866">
    <w:abstractNumId w:val="0"/>
  </w:num>
  <w:num w:numId="828" w16cid:durableId="1454985377">
    <w:abstractNumId w:val="1"/>
  </w:num>
  <w:num w:numId="829" w16cid:durableId="1852909044">
    <w:abstractNumId w:val="2"/>
  </w:num>
  <w:num w:numId="830" w16cid:durableId="1567228601">
    <w:abstractNumId w:val="3"/>
  </w:num>
  <w:num w:numId="831" w16cid:durableId="1785029869">
    <w:abstractNumId w:val="8"/>
  </w:num>
  <w:num w:numId="832" w16cid:durableId="1633092688">
    <w:abstractNumId w:val="4"/>
  </w:num>
  <w:num w:numId="833" w16cid:durableId="836068174">
    <w:abstractNumId w:val="5"/>
  </w:num>
  <w:num w:numId="834" w16cid:durableId="103429605">
    <w:abstractNumId w:val="6"/>
  </w:num>
  <w:num w:numId="835" w16cid:durableId="1353528986">
    <w:abstractNumId w:val="7"/>
  </w:num>
  <w:num w:numId="836" w16cid:durableId="1034499522">
    <w:abstractNumId w:val="9"/>
  </w:num>
  <w:num w:numId="837" w16cid:durableId="430316120">
    <w:abstractNumId w:val="0"/>
  </w:num>
  <w:num w:numId="838" w16cid:durableId="1432313751">
    <w:abstractNumId w:val="1"/>
  </w:num>
  <w:num w:numId="839" w16cid:durableId="1666202872">
    <w:abstractNumId w:val="2"/>
  </w:num>
  <w:num w:numId="840" w16cid:durableId="1787695182">
    <w:abstractNumId w:val="3"/>
  </w:num>
  <w:num w:numId="841" w16cid:durableId="258179069">
    <w:abstractNumId w:val="8"/>
  </w:num>
  <w:num w:numId="842" w16cid:durableId="1908416516">
    <w:abstractNumId w:val="4"/>
  </w:num>
  <w:num w:numId="843" w16cid:durableId="1307324120">
    <w:abstractNumId w:val="5"/>
  </w:num>
  <w:num w:numId="844" w16cid:durableId="999886729">
    <w:abstractNumId w:val="6"/>
  </w:num>
  <w:num w:numId="845" w16cid:durableId="719943042">
    <w:abstractNumId w:val="7"/>
  </w:num>
  <w:num w:numId="846" w16cid:durableId="665519207">
    <w:abstractNumId w:val="9"/>
  </w:num>
  <w:num w:numId="847" w16cid:durableId="1478836969">
    <w:abstractNumId w:val="0"/>
  </w:num>
  <w:num w:numId="848" w16cid:durableId="1172338500">
    <w:abstractNumId w:val="1"/>
  </w:num>
  <w:num w:numId="849" w16cid:durableId="1276714350">
    <w:abstractNumId w:val="2"/>
  </w:num>
  <w:num w:numId="850" w16cid:durableId="1506240867">
    <w:abstractNumId w:val="3"/>
  </w:num>
  <w:num w:numId="851" w16cid:durableId="321010335">
    <w:abstractNumId w:val="8"/>
  </w:num>
  <w:num w:numId="852" w16cid:durableId="1684670581">
    <w:abstractNumId w:val="4"/>
  </w:num>
  <w:num w:numId="853" w16cid:durableId="25719203">
    <w:abstractNumId w:val="5"/>
  </w:num>
  <w:num w:numId="854" w16cid:durableId="1088305991">
    <w:abstractNumId w:val="6"/>
  </w:num>
  <w:num w:numId="855" w16cid:durableId="1474836026">
    <w:abstractNumId w:val="7"/>
  </w:num>
  <w:num w:numId="856" w16cid:durableId="1726029849">
    <w:abstractNumId w:val="9"/>
  </w:num>
  <w:num w:numId="857" w16cid:durableId="252517095">
    <w:abstractNumId w:val="0"/>
  </w:num>
  <w:num w:numId="858" w16cid:durableId="500388898">
    <w:abstractNumId w:val="1"/>
  </w:num>
  <w:num w:numId="859" w16cid:durableId="1488980437">
    <w:abstractNumId w:val="2"/>
  </w:num>
  <w:num w:numId="860" w16cid:durableId="67844897">
    <w:abstractNumId w:val="3"/>
  </w:num>
  <w:num w:numId="861" w16cid:durableId="1542859871">
    <w:abstractNumId w:val="8"/>
  </w:num>
  <w:num w:numId="862" w16cid:durableId="1541242815">
    <w:abstractNumId w:val="4"/>
  </w:num>
  <w:num w:numId="863" w16cid:durableId="200169812">
    <w:abstractNumId w:val="5"/>
  </w:num>
  <w:num w:numId="864" w16cid:durableId="1747414365">
    <w:abstractNumId w:val="6"/>
  </w:num>
  <w:num w:numId="865" w16cid:durableId="40836543">
    <w:abstractNumId w:val="7"/>
  </w:num>
  <w:num w:numId="866" w16cid:durableId="1435780494">
    <w:abstractNumId w:val="9"/>
  </w:num>
  <w:num w:numId="867" w16cid:durableId="151869733">
    <w:abstractNumId w:val="0"/>
  </w:num>
  <w:num w:numId="868" w16cid:durableId="896354487">
    <w:abstractNumId w:val="1"/>
  </w:num>
  <w:num w:numId="869" w16cid:durableId="554391002">
    <w:abstractNumId w:val="2"/>
  </w:num>
  <w:num w:numId="870" w16cid:durableId="957642097">
    <w:abstractNumId w:val="3"/>
  </w:num>
  <w:num w:numId="871" w16cid:durableId="50664246">
    <w:abstractNumId w:val="8"/>
  </w:num>
  <w:num w:numId="872" w16cid:durableId="1370492161">
    <w:abstractNumId w:val="4"/>
  </w:num>
  <w:num w:numId="873" w16cid:durableId="1122773215">
    <w:abstractNumId w:val="5"/>
  </w:num>
  <w:num w:numId="874" w16cid:durableId="294140912">
    <w:abstractNumId w:val="6"/>
  </w:num>
  <w:num w:numId="875" w16cid:durableId="846014921">
    <w:abstractNumId w:val="7"/>
  </w:num>
  <w:num w:numId="876" w16cid:durableId="1650092483">
    <w:abstractNumId w:val="9"/>
  </w:num>
  <w:num w:numId="877" w16cid:durableId="277025561">
    <w:abstractNumId w:val="0"/>
  </w:num>
  <w:num w:numId="878" w16cid:durableId="1748645810">
    <w:abstractNumId w:val="1"/>
  </w:num>
  <w:num w:numId="879" w16cid:durableId="820541242">
    <w:abstractNumId w:val="2"/>
  </w:num>
  <w:num w:numId="880" w16cid:durableId="1019576072">
    <w:abstractNumId w:val="3"/>
  </w:num>
  <w:num w:numId="881" w16cid:durableId="530606454">
    <w:abstractNumId w:val="8"/>
  </w:num>
  <w:num w:numId="882" w16cid:durableId="1156800100">
    <w:abstractNumId w:val="4"/>
  </w:num>
  <w:num w:numId="883" w16cid:durableId="1972903630">
    <w:abstractNumId w:val="5"/>
  </w:num>
  <w:num w:numId="884" w16cid:durableId="925698339">
    <w:abstractNumId w:val="6"/>
  </w:num>
  <w:num w:numId="885" w16cid:durableId="2019844460">
    <w:abstractNumId w:val="7"/>
  </w:num>
  <w:num w:numId="886" w16cid:durableId="2093239512">
    <w:abstractNumId w:val="9"/>
  </w:num>
  <w:num w:numId="887" w16cid:durableId="605239267">
    <w:abstractNumId w:val="0"/>
  </w:num>
  <w:num w:numId="888" w16cid:durableId="193809221">
    <w:abstractNumId w:val="1"/>
  </w:num>
  <w:num w:numId="889" w16cid:durableId="118693146">
    <w:abstractNumId w:val="2"/>
  </w:num>
  <w:num w:numId="890" w16cid:durableId="210651131">
    <w:abstractNumId w:val="3"/>
  </w:num>
  <w:num w:numId="891" w16cid:durableId="885332699">
    <w:abstractNumId w:val="8"/>
  </w:num>
  <w:num w:numId="892" w16cid:durableId="933516737">
    <w:abstractNumId w:val="4"/>
  </w:num>
  <w:num w:numId="893" w16cid:durableId="1435975086">
    <w:abstractNumId w:val="5"/>
  </w:num>
  <w:num w:numId="894" w16cid:durableId="935092192">
    <w:abstractNumId w:val="6"/>
  </w:num>
  <w:num w:numId="895" w16cid:durableId="248926967">
    <w:abstractNumId w:val="7"/>
  </w:num>
  <w:num w:numId="896" w16cid:durableId="308755518">
    <w:abstractNumId w:val="9"/>
  </w:num>
  <w:num w:numId="897" w16cid:durableId="1570454891">
    <w:abstractNumId w:val="0"/>
  </w:num>
  <w:num w:numId="898" w16cid:durableId="425073821">
    <w:abstractNumId w:val="1"/>
  </w:num>
  <w:num w:numId="899" w16cid:durableId="101613196">
    <w:abstractNumId w:val="2"/>
  </w:num>
  <w:num w:numId="900" w16cid:durableId="2084645209">
    <w:abstractNumId w:val="3"/>
  </w:num>
  <w:num w:numId="901" w16cid:durableId="1173836286">
    <w:abstractNumId w:val="8"/>
  </w:num>
  <w:num w:numId="902" w16cid:durableId="825171203">
    <w:abstractNumId w:val="4"/>
  </w:num>
  <w:num w:numId="903" w16cid:durableId="1063410734">
    <w:abstractNumId w:val="5"/>
  </w:num>
  <w:num w:numId="904" w16cid:durableId="1567493825">
    <w:abstractNumId w:val="6"/>
  </w:num>
  <w:num w:numId="905" w16cid:durableId="1565991643">
    <w:abstractNumId w:val="7"/>
  </w:num>
  <w:num w:numId="906" w16cid:durableId="1783912751">
    <w:abstractNumId w:val="9"/>
  </w:num>
  <w:num w:numId="907" w16cid:durableId="444233465">
    <w:abstractNumId w:val="0"/>
  </w:num>
  <w:num w:numId="908" w16cid:durableId="1539051857">
    <w:abstractNumId w:val="1"/>
  </w:num>
  <w:num w:numId="909" w16cid:durableId="931817456">
    <w:abstractNumId w:val="2"/>
  </w:num>
  <w:num w:numId="910" w16cid:durableId="608197471">
    <w:abstractNumId w:val="3"/>
  </w:num>
  <w:num w:numId="911" w16cid:durableId="1463696403">
    <w:abstractNumId w:val="8"/>
  </w:num>
  <w:num w:numId="912" w16cid:durableId="1845514272">
    <w:abstractNumId w:val="4"/>
  </w:num>
  <w:num w:numId="913" w16cid:durableId="1021200769">
    <w:abstractNumId w:val="5"/>
  </w:num>
  <w:num w:numId="914" w16cid:durableId="472983690">
    <w:abstractNumId w:val="6"/>
  </w:num>
  <w:num w:numId="915" w16cid:durableId="1334069195">
    <w:abstractNumId w:val="7"/>
  </w:num>
  <w:num w:numId="916" w16cid:durableId="173879615">
    <w:abstractNumId w:val="9"/>
  </w:num>
  <w:num w:numId="917" w16cid:durableId="989361903">
    <w:abstractNumId w:val="0"/>
  </w:num>
  <w:num w:numId="918" w16cid:durableId="1251700493">
    <w:abstractNumId w:val="1"/>
  </w:num>
  <w:num w:numId="919" w16cid:durableId="12152062">
    <w:abstractNumId w:val="2"/>
  </w:num>
  <w:num w:numId="920" w16cid:durableId="1892689980">
    <w:abstractNumId w:val="3"/>
  </w:num>
  <w:num w:numId="921" w16cid:durableId="1010066435">
    <w:abstractNumId w:val="8"/>
  </w:num>
  <w:num w:numId="922" w16cid:durableId="43066367">
    <w:abstractNumId w:val="4"/>
  </w:num>
  <w:num w:numId="923" w16cid:durableId="2118599217">
    <w:abstractNumId w:val="5"/>
  </w:num>
  <w:num w:numId="924" w16cid:durableId="1560019688">
    <w:abstractNumId w:val="6"/>
  </w:num>
  <w:num w:numId="925" w16cid:durableId="34930737">
    <w:abstractNumId w:val="7"/>
  </w:num>
  <w:num w:numId="926" w16cid:durableId="90126326">
    <w:abstractNumId w:val="9"/>
  </w:num>
  <w:num w:numId="927" w16cid:durableId="1396969006">
    <w:abstractNumId w:val="0"/>
  </w:num>
  <w:num w:numId="928" w16cid:durableId="402484177">
    <w:abstractNumId w:val="1"/>
  </w:num>
  <w:num w:numId="929" w16cid:durableId="831919077">
    <w:abstractNumId w:val="2"/>
  </w:num>
  <w:num w:numId="930" w16cid:durableId="678779281">
    <w:abstractNumId w:val="3"/>
  </w:num>
  <w:num w:numId="931" w16cid:durableId="1155143959">
    <w:abstractNumId w:val="8"/>
  </w:num>
  <w:num w:numId="932" w16cid:durableId="585043546">
    <w:abstractNumId w:val="4"/>
  </w:num>
  <w:num w:numId="933" w16cid:durableId="974793733">
    <w:abstractNumId w:val="5"/>
  </w:num>
  <w:num w:numId="934" w16cid:durableId="1346399526">
    <w:abstractNumId w:val="6"/>
  </w:num>
  <w:num w:numId="935" w16cid:durableId="2067486749">
    <w:abstractNumId w:val="7"/>
  </w:num>
  <w:num w:numId="936" w16cid:durableId="914895734">
    <w:abstractNumId w:val="9"/>
  </w:num>
  <w:num w:numId="937" w16cid:durableId="1780444889">
    <w:abstractNumId w:val="0"/>
  </w:num>
  <w:num w:numId="938" w16cid:durableId="2080399840">
    <w:abstractNumId w:val="1"/>
  </w:num>
  <w:num w:numId="939" w16cid:durableId="755175250">
    <w:abstractNumId w:val="2"/>
  </w:num>
  <w:num w:numId="940" w16cid:durableId="223368880">
    <w:abstractNumId w:val="3"/>
  </w:num>
  <w:num w:numId="941" w16cid:durableId="467626250">
    <w:abstractNumId w:val="8"/>
  </w:num>
  <w:num w:numId="942" w16cid:durableId="54015021">
    <w:abstractNumId w:val="4"/>
  </w:num>
  <w:num w:numId="943" w16cid:durableId="802969614">
    <w:abstractNumId w:val="5"/>
  </w:num>
  <w:num w:numId="944" w16cid:durableId="1742680130">
    <w:abstractNumId w:val="6"/>
  </w:num>
  <w:num w:numId="945" w16cid:durableId="1878082508">
    <w:abstractNumId w:val="7"/>
  </w:num>
  <w:num w:numId="946" w16cid:durableId="903486062">
    <w:abstractNumId w:val="9"/>
  </w:num>
  <w:num w:numId="947" w16cid:durableId="1916549956">
    <w:abstractNumId w:val="0"/>
  </w:num>
  <w:num w:numId="948" w16cid:durableId="208613947">
    <w:abstractNumId w:val="1"/>
  </w:num>
  <w:num w:numId="949" w16cid:durableId="35979550">
    <w:abstractNumId w:val="2"/>
  </w:num>
  <w:num w:numId="950" w16cid:durableId="1983578636">
    <w:abstractNumId w:val="3"/>
  </w:num>
  <w:num w:numId="951" w16cid:durableId="1668022646">
    <w:abstractNumId w:val="8"/>
  </w:num>
  <w:num w:numId="952" w16cid:durableId="634987606">
    <w:abstractNumId w:val="4"/>
  </w:num>
  <w:num w:numId="953" w16cid:durableId="554894873">
    <w:abstractNumId w:val="5"/>
  </w:num>
  <w:num w:numId="954" w16cid:durableId="296297593">
    <w:abstractNumId w:val="6"/>
  </w:num>
  <w:num w:numId="955" w16cid:durableId="1177694416">
    <w:abstractNumId w:val="7"/>
  </w:num>
  <w:num w:numId="956" w16cid:durableId="22757416">
    <w:abstractNumId w:val="9"/>
  </w:num>
  <w:num w:numId="957" w16cid:durableId="553851237">
    <w:abstractNumId w:val="0"/>
  </w:num>
  <w:num w:numId="958" w16cid:durableId="1957713474">
    <w:abstractNumId w:val="1"/>
  </w:num>
  <w:num w:numId="959" w16cid:durableId="641815861">
    <w:abstractNumId w:val="2"/>
  </w:num>
  <w:num w:numId="960" w16cid:durableId="1845708699">
    <w:abstractNumId w:val="3"/>
  </w:num>
  <w:num w:numId="961" w16cid:durableId="307592848">
    <w:abstractNumId w:val="8"/>
  </w:num>
  <w:num w:numId="962" w16cid:durableId="1957833700">
    <w:abstractNumId w:val="4"/>
  </w:num>
  <w:num w:numId="963" w16cid:durableId="393352665">
    <w:abstractNumId w:val="5"/>
  </w:num>
  <w:num w:numId="964" w16cid:durableId="1060596850">
    <w:abstractNumId w:val="6"/>
  </w:num>
  <w:num w:numId="965" w16cid:durableId="1495025848">
    <w:abstractNumId w:val="7"/>
  </w:num>
  <w:num w:numId="966" w16cid:durableId="1707289556">
    <w:abstractNumId w:val="9"/>
  </w:num>
  <w:num w:numId="967" w16cid:durableId="2141730708">
    <w:abstractNumId w:val="0"/>
  </w:num>
  <w:num w:numId="968" w16cid:durableId="23332663">
    <w:abstractNumId w:val="1"/>
  </w:num>
  <w:num w:numId="969" w16cid:durableId="723211261">
    <w:abstractNumId w:val="2"/>
  </w:num>
  <w:num w:numId="970" w16cid:durableId="1267536884">
    <w:abstractNumId w:val="3"/>
  </w:num>
  <w:num w:numId="971" w16cid:durableId="662927696">
    <w:abstractNumId w:val="8"/>
  </w:num>
  <w:num w:numId="972" w16cid:durableId="1176193503">
    <w:abstractNumId w:val="4"/>
  </w:num>
  <w:num w:numId="973" w16cid:durableId="1319462880">
    <w:abstractNumId w:val="5"/>
  </w:num>
  <w:num w:numId="974" w16cid:durableId="1045371777">
    <w:abstractNumId w:val="6"/>
  </w:num>
  <w:num w:numId="975" w16cid:durableId="958337945">
    <w:abstractNumId w:val="7"/>
  </w:num>
  <w:num w:numId="976" w16cid:durableId="135413078">
    <w:abstractNumId w:val="9"/>
  </w:num>
  <w:num w:numId="977" w16cid:durableId="223637478">
    <w:abstractNumId w:val="0"/>
  </w:num>
  <w:num w:numId="978" w16cid:durableId="420563470">
    <w:abstractNumId w:val="1"/>
  </w:num>
  <w:num w:numId="979" w16cid:durableId="1424718420">
    <w:abstractNumId w:val="2"/>
  </w:num>
  <w:num w:numId="980" w16cid:durableId="632830167">
    <w:abstractNumId w:val="3"/>
  </w:num>
  <w:num w:numId="981" w16cid:durableId="2022658423">
    <w:abstractNumId w:val="8"/>
  </w:num>
  <w:num w:numId="982" w16cid:durableId="926351665">
    <w:abstractNumId w:val="4"/>
  </w:num>
  <w:num w:numId="983" w16cid:durableId="1712026652">
    <w:abstractNumId w:val="5"/>
  </w:num>
  <w:num w:numId="984" w16cid:durableId="602496754">
    <w:abstractNumId w:val="6"/>
  </w:num>
  <w:num w:numId="985" w16cid:durableId="933126292">
    <w:abstractNumId w:val="7"/>
  </w:num>
  <w:num w:numId="986" w16cid:durableId="1402561487">
    <w:abstractNumId w:val="9"/>
  </w:num>
  <w:num w:numId="987" w16cid:durableId="583414877">
    <w:abstractNumId w:val="0"/>
  </w:num>
  <w:num w:numId="988" w16cid:durableId="1092120667">
    <w:abstractNumId w:val="1"/>
  </w:num>
  <w:num w:numId="989" w16cid:durableId="1353341786">
    <w:abstractNumId w:val="2"/>
  </w:num>
  <w:num w:numId="990" w16cid:durableId="8532523">
    <w:abstractNumId w:val="3"/>
  </w:num>
  <w:num w:numId="991" w16cid:durableId="970280564">
    <w:abstractNumId w:val="8"/>
  </w:num>
  <w:num w:numId="992" w16cid:durableId="1654674101">
    <w:abstractNumId w:val="4"/>
  </w:num>
  <w:num w:numId="993" w16cid:durableId="1521238366">
    <w:abstractNumId w:val="5"/>
  </w:num>
  <w:num w:numId="994" w16cid:durableId="1194879604">
    <w:abstractNumId w:val="6"/>
  </w:num>
  <w:num w:numId="995" w16cid:durableId="369960338">
    <w:abstractNumId w:val="7"/>
  </w:num>
  <w:num w:numId="996" w16cid:durableId="2012561496">
    <w:abstractNumId w:val="9"/>
  </w:num>
  <w:num w:numId="997" w16cid:durableId="280890020">
    <w:abstractNumId w:val="0"/>
  </w:num>
  <w:num w:numId="998" w16cid:durableId="199709906">
    <w:abstractNumId w:val="1"/>
  </w:num>
  <w:num w:numId="999" w16cid:durableId="438721189">
    <w:abstractNumId w:val="2"/>
  </w:num>
  <w:num w:numId="1000" w16cid:durableId="1946958057">
    <w:abstractNumId w:val="3"/>
  </w:num>
  <w:num w:numId="1001" w16cid:durableId="1132164604">
    <w:abstractNumId w:val="8"/>
  </w:num>
  <w:num w:numId="1002" w16cid:durableId="173807705">
    <w:abstractNumId w:val="4"/>
  </w:num>
  <w:num w:numId="1003" w16cid:durableId="1466314966">
    <w:abstractNumId w:val="5"/>
  </w:num>
  <w:num w:numId="1004" w16cid:durableId="1110706331">
    <w:abstractNumId w:val="6"/>
  </w:num>
  <w:num w:numId="1005" w16cid:durableId="2045206109">
    <w:abstractNumId w:val="7"/>
  </w:num>
  <w:num w:numId="1006" w16cid:durableId="1936984553">
    <w:abstractNumId w:val="9"/>
  </w:num>
  <w:num w:numId="1007" w16cid:durableId="40057899">
    <w:abstractNumId w:val="0"/>
  </w:num>
  <w:num w:numId="1008" w16cid:durableId="1710186485">
    <w:abstractNumId w:val="1"/>
  </w:num>
  <w:num w:numId="1009" w16cid:durableId="1515222088">
    <w:abstractNumId w:val="2"/>
  </w:num>
  <w:num w:numId="1010" w16cid:durableId="1778209396">
    <w:abstractNumId w:val="3"/>
  </w:num>
  <w:num w:numId="1011" w16cid:durableId="728772853">
    <w:abstractNumId w:val="8"/>
  </w:num>
  <w:num w:numId="1012" w16cid:durableId="125781657">
    <w:abstractNumId w:val="4"/>
  </w:num>
  <w:num w:numId="1013" w16cid:durableId="611330100">
    <w:abstractNumId w:val="5"/>
  </w:num>
  <w:num w:numId="1014" w16cid:durableId="151912521">
    <w:abstractNumId w:val="6"/>
  </w:num>
  <w:num w:numId="1015" w16cid:durableId="1940946328">
    <w:abstractNumId w:val="7"/>
  </w:num>
  <w:num w:numId="1016" w16cid:durableId="853419691">
    <w:abstractNumId w:val="9"/>
  </w:num>
  <w:num w:numId="1017" w16cid:durableId="638611792">
    <w:abstractNumId w:val="0"/>
  </w:num>
  <w:num w:numId="1018" w16cid:durableId="1317609535">
    <w:abstractNumId w:val="1"/>
  </w:num>
  <w:num w:numId="1019" w16cid:durableId="1781604217">
    <w:abstractNumId w:val="2"/>
  </w:num>
  <w:num w:numId="1020" w16cid:durableId="568148847">
    <w:abstractNumId w:val="3"/>
  </w:num>
  <w:num w:numId="1021" w16cid:durableId="1474254429">
    <w:abstractNumId w:val="8"/>
  </w:num>
  <w:num w:numId="1022" w16cid:durableId="246965425">
    <w:abstractNumId w:val="4"/>
  </w:num>
  <w:num w:numId="1023" w16cid:durableId="1842888409">
    <w:abstractNumId w:val="5"/>
  </w:num>
  <w:num w:numId="1024" w16cid:durableId="2033648131">
    <w:abstractNumId w:val="6"/>
  </w:num>
  <w:num w:numId="1025" w16cid:durableId="1255434131">
    <w:abstractNumId w:val="7"/>
  </w:num>
  <w:num w:numId="1026" w16cid:durableId="72363939">
    <w:abstractNumId w:val="9"/>
  </w:num>
  <w:num w:numId="1027" w16cid:durableId="700517785">
    <w:abstractNumId w:val="0"/>
  </w:num>
  <w:num w:numId="1028" w16cid:durableId="976955315">
    <w:abstractNumId w:val="1"/>
  </w:num>
  <w:num w:numId="1029" w16cid:durableId="1476140614">
    <w:abstractNumId w:val="2"/>
  </w:num>
  <w:num w:numId="1030" w16cid:durableId="355740794">
    <w:abstractNumId w:val="3"/>
  </w:num>
  <w:num w:numId="1031" w16cid:durableId="1856766858">
    <w:abstractNumId w:val="8"/>
  </w:num>
  <w:num w:numId="1032" w16cid:durableId="1913391036">
    <w:abstractNumId w:val="4"/>
  </w:num>
  <w:num w:numId="1033" w16cid:durableId="681392162">
    <w:abstractNumId w:val="5"/>
  </w:num>
  <w:num w:numId="1034" w16cid:durableId="119806259">
    <w:abstractNumId w:val="6"/>
  </w:num>
  <w:num w:numId="1035" w16cid:durableId="152335384">
    <w:abstractNumId w:val="7"/>
  </w:num>
  <w:num w:numId="1036" w16cid:durableId="1620990815">
    <w:abstractNumId w:val="9"/>
  </w:num>
  <w:num w:numId="1037" w16cid:durableId="573930349">
    <w:abstractNumId w:val="0"/>
  </w:num>
  <w:num w:numId="1038" w16cid:durableId="702291132">
    <w:abstractNumId w:val="1"/>
  </w:num>
  <w:num w:numId="1039" w16cid:durableId="1729496314">
    <w:abstractNumId w:val="2"/>
  </w:num>
  <w:num w:numId="1040" w16cid:durableId="2126263727">
    <w:abstractNumId w:val="3"/>
  </w:num>
  <w:num w:numId="1041" w16cid:durableId="2004624457">
    <w:abstractNumId w:val="8"/>
  </w:num>
  <w:num w:numId="1042" w16cid:durableId="46220283">
    <w:abstractNumId w:val="4"/>
  </w:num>
  <w:num w:numId="1043" w16cid:durableId="42217049">
    <w:abstractNumId w:val="5"/>
  </w:num>
  <w:num w:numId="1044" w16cid:durableId="295992537">
    <w:abstractNumId w:val="6"/>
  </w:num>
  <w:num w:numId="1045" w16cid:durableId="1349521100">
    <w:abstractNumId w:val="7"/>
  </w:num>
  <w:num w:numId="1046" w16cid:durableId="760492429">
    <w:abstractNumId w:val="9"/>
  </w:num>
  <w:num w:numId="1047" w16cid:durableId="1252162638">
    <w:abstractNumId w:val="0"/>
  </w:num>
  <w:num w:numId="1048" w16cid:durableId="721556565">
    <w:abstractNumId w:val="1"/>
  </w:num>
  <w:num w:numId="1049" w16cid:durableId="1260212133">
    <w:abstractNumId w:val="2"/>
  </w:num>
  <w:num w:numId="1050" w16cid:durableId="2004116054">
    <w:abstractNumId w:val="3"/>
  </w:num>
  <w:num w:numId="1051" w16cid:durableId="314916228">
    <w:abstractNumId w:val="8"/>
  </w:num>
  <w:num w:numId="1052" w16cid:durableId="813721088">
    <w:abstractNumId w:val="4"/>
  </w:num>
  <w:num w:numId="1053" w16cid:durableId="843664877">
    <w:abstractNumId w:val="5"/>
  </w:num>
  <w:num w:numId="1054" w16cid:durableId="753474732">
    <w:abstractNumId w:val="6"/>
  </w:num>
  <w:num w:numId="1055" w16cid:durableId="336690767">
    <w:abstractNumId w:val="7"/>
  </w:num>
  <w:num w:numId="1056" w16cid:durableId="759644372">
    <w:abstractNumId w:val="9"/>
  </w:num>
  <w:num w:numId="1057" w16cid:durableId="366950217">
    <w:abstractNumId w:val="0"/>
  </w:num>
  <w:num w:numId="1058" w16cid:durableId="1075274837">
    <w:abstractNumId w:val="1"/>
  </w:num>
  <w:num w:numId="1059" w16cid:durableId="815996765">
    <w:abstractNumId w:val="2"/>
  </w:num>
  <w:num w:numId="1060" w16cid:durableId="497843610">
    <w:abstractNumId w:val="3"/>
  </w:num>
  <w:num w:numId="1061" w16cid:durableId="1713454421">
    <w:abstractNumId w:val="8"/>
  </w:num>
  <w:num w:numId="1062" w16cid:durableId="2011902559">
    <w:abstractNumId w:val="4"/>
  </w:num>
  <w:num w:numId="1063" w16cid:durableId="1551071769">
    <w:abstractNumId w:val="5"/>
  </w:num>
  <w:num w:numId="1064" w16cid:durableId="633683254">
    <w:abstractNumId w:val="6"/>
  </w:num>
  <w:num w:numId="1065" w16cid:durableId="1690792113">
    <w:abstractNumId w:val="7"/>
  </w:num>
  <w:num w:numId="1066" w16cid:durableId="1156267729">
    <w:abstractNumId w:val="9"/>
  </w:num>
  <w:num w:numId="1067" w16cid:durableId="713426651">
    <w:abstractNumId w:val="0"/>
  </w:num>
  <w:num w:numId="1068" w16cid:durableId="620651981">
    <w:abstractNumId w:val="1"/>
  </w:num>
  <w:num w:numId="1069" w16cid:durableId="494683099">
    <w:abstractNumId w:val="2"/>
  </w:num>
  <w:num w:numId="1070" w16cid:durableId="2001350346">
    <w:abstractNumId w:val="3"/>
  </w:num>
  <w:num w:numId="1071" w16cid:durableId="1426226973">
    <w:abstractNumId w:val="8"/>
  </w:num>
  <w:num w:numId="1072" w16cid:durableId="794756825">
    <w:abstractNumId w:val="4"/>
  </w:num>
  <w:num w:numId="1073" w16cid:durableId="1487279598">
    <w:abstractNumId w:val="5"/>
  </w:num>
  <w:num w:numId="1074" w16cid:durableId="735665416">
    <w:abstractNumId w:val="6"/>
  </w:num>
  <w:num w:numId="1075" w16cid:durableId="1376656838">
    <w:abstractNumId w:val="7"/>
  </w:num>
  <w:num w:numId="1076" w16cid:durableId="786005591">
    <w:abstractNumId w:val="9"/>
  </w:num>
  <w:num w:numId="1077" w16cid:durableId="2128156130">
    <w:abstractNumId w:val="0"/>
  </w:num>
  <w:num w:numId="1078" w16cid:durableId="1397124063">
    <w:abstractNumId w:val="1"/>
  </w:num>
  <w:num w:numId="1079" w16cid:durableId="647855266">
    <w:abstractNumId w:val="2"/>
  </w:num>
  <w:num w:numId="1080" w16cid:durableId="1071539300">
    <w:abstractNumId w:val="3"/>
  </w:num>
  <w:num w:numId="1081" w16cid:durableId="904221303">
    <w:abstractNumId w:val="8"/>
  </w:num>
  <w:num w:numId="1082" w16cid:durableId="1928272575">
    <w:abstractNumId w:val="4"/>
  </w:num>
  <w:num w:numId="1083" w16cid:durableId="2122451484">
    <w:abstractNumId w:val="5"/>
  </w:num>
  <w:num w:numId="1084" w16cid:durableId="818036300">
    <w:abstractNumId w:val="6"/>
  </w:num>
  <w:num w:numId="1085" w16cid:durableId="252592170">
    <w:abstractNumId w:val="7"/>
  </w:num>
  <w:num w:numId="1086" w16cid:durableId="370417674">
    <w:abstractNumId w:val="9"/>
  </w:num>
  <w:num w:numId="1087" w16cid:durableId="560792571">
    <w:abstractNumId w:val="0"/>
  </w:num>
  <w:num w:numId="1088" w16cid:durableId="73935313">
    <w:abstractNumId w:val="1"/>
  </w:num>
  <w:num w:numId="1089" w16cid:durableId="1759249419">
    <w:abstractNumId w:val="2"/>
  </w:num>
  <w:num w:numId="1090" w16cid:durableId="741214471">
    <w:abstractNumId w:val="3"/>
  </w:num>
  <w:num w:numId="1091" w16cid:durableId="1847482156">
    <w:abstractNumId w:val="8"/>
  </w:num>
  <w:num w:numId="1092" w16cid:durableId="1010527086">
    <w:abstractNumId w:val="4"/>
  </w:num>
  <w:num w:numId="1093" w16cid:durableId="502207715">
    <w:abstractNumId w:val="5"/>
  </w:num>
  <w:num w:numId="1094" w16cid:durableId="1135876066">
    <w:abstractNumId w:val="6"/>
  </w:num>
  <w:num w:numId="1095" w16cid:durableId="209809443">
    <w:abstractNumId w:val="7"/>
  </w:num>
  <w:num w:numId="1096" w16cid:durableId="473641196">
    <w:abstractNumId w:val="9"/>
  </w:num>
  <w:num w:numId="1097" w16cid:durableId="1218587630">
    <w:abstractNumId w:val="0"/>
  </w:num>
  <w:num w:numId="1098" w16cid:durableId="1536775796">
    <w:abstractNumId w:val="1"/>
  </w:num>
  <w:num w:numId="1099" w16cid:durableId="1725525749">
    <w:abstractNumId w:val="2"/>
  </w:num>
  <w:num w:numId="1100" w16cid:durableId="534276500">
    <w:abstractNumId w:val="3"/>
  </w:num>
  <w:num w:numId="1101" w16cid:durableId="597254239">
    <w:abstractNumId w:val="8"/>
  </w:num>
  <w:num w:numId="1102" w16cid:durableId="405418033">
    <w:abstractNumId w:val="4"/>
  </w:num>
  <w:num w:numId="1103" w16cid:durableId="1567060714">
    <w:abstractNumId w:val="5"/>
  </w:num>
  <w:num w:numId="1104" w16cid:durableId="981275136">
    <w:abstractNumId w:val="6"/>
  </w:num>
  <w:num w:numId="1105" w16cid:durableId="637802589">
    <w:abstractNumId w:val="7"/>
  </w:num>
  <w:num w:numId="1106" w16cid:durableId="62681897">
    <w:abstractNumId w:val="9"/>
  </w:num>
  <w:num w:numId="1107" w16cid:durableId="1137989785">
    <w:abstractNumId w:val="0"/>
  </w:num>
  <w:num w:numId="1108" w16cid:durableId="112284777">
    <w:abstractNumId w:val="1"/>
  </w:num>
  <w:num w:numId="1109" w16cid:durableId="1669744626">
    <w:abstractNumId w:val="2"/>
  </w:num>
  <w:num w:numId="1110" w16cid:durableId="1011178143">
    <w:abstractNumId w:val="3"/>
  </w:num>
  <w:num w:numId="1111" w16cid:durableId="2060008979">
    <w:abstractNumId w:val="8"/>
  </w:num>
  <w:num w:numId="1112" w16cid:durableId="1375929626">
    <w:abstractNumId w:val="4"/>
  </w:num>
  <w:num w:numId="1113" w16cid:durableId="839344662">
    <w:abstractNumId w:val="5"/>
  </w:num>
  <w:num w:numId="1114" w16cid:durableId="1757552205">
    <w:abstractNumId w:val="6"/>
  </w:num>
  <w:num w:numId="1115" w16cid:durableId="1857307984">
    <w:abstractNumId w:val="7"/>
  </w:num>
  <w:num w:numId="1116" w16cid:durableId="875122183">
    <w:abstractNumId w:val="9"/>
  </w:num>
  <w:num w:numId="1117" w16cid:durableId="723531386">
    <w:abstractNumId w:val="0"/>
  </w:num>
  <w:num w:numId="1118" w16cid:durableId="655456122">
    <w:abstractNumId w:val="1"/>
  </w:num>
  <w:num w:numId="1119" w16cid:durableId="309292117">
    <w:abstractNumId w:val="2"/>
  </w:num>
  <w:num w:numId="1120" w16cid:durableId="225069485">
    <w:abstractNumId w:val="3"/>
  </w:num>
  <w:num w:numId="1121" w16cid:durableId="816186337">
    <w:abstractNumId w:val="8"/>
  </w:num>
  <w:num w:numId="1122" w16cid:durableId="1038092879">
    <w:abstractNumId w:val="4"/>
  </w:num>
  <w:num w:numId="1123" w16cid:durableId="1161585188">
    <w:abstractNumId w:val="5"/>
  </w:num>
  <w:num w:numId="1124" w16cid:durableId="243270172">
    <w:abstractNumId w:val="6"/>
  </w:num>
  <w:num w:numId="1125" w16cid:durableId="1169559467">
    <w:abstractNumId w:val="7"/>
  </w:num>
  <w:num w:numId="1126" w16cid:durableId="974455683">
    <w:abstractNumId w:val="9"/>
  </w:num>
  <w:num w:numId="1127" w16cid:durableId="881018936">
    <w:abstractNumId w:val="0"/>
  </w:num>
  <w:num w:numId="1128" w16cid:durableId="2006322926">
    <w:abstractNumId w:val="1"/>
  </w:num>
  <w:num w:numId="1129" w16cid:durableId="1294091979">
    <w:abstractNumId w:val="2"/>
  </w:num>
  <w:num w:numId="1130" w16cid:durableId="1172910872">
    <w:abstractNumId w:val="3"/>
  </w:num>
  <w:num w:numId="1131" w16cid:durableId="3408173">
    <w:abstractNumId w:val="8"/>
  </w:num>
  <w:num w:numId="1132" w16cid:durableId="924341776">
    <w:abstractNumId w:val="4"/>
  </w:num>
  <w:num w:numId="1133" w16cid:durableId="696463254">
    <w:abstractNumId w:val="5"/>
  </w:num>
  <w:num w:numId="1134" w16cid:durableId="67650975">
    <w:abstractNumId w:val="6"/>
  </w:num>
  <w:num w:numId="1135" w16cid:durableId="1393389645">
    <w:abstractNumId w:val="7"/>
  </w:num>
  <w:num w:numId="1136" w16cid:durableId="956981555">
    <w:abstractNumId w:val="9"/>
  </w:num>
  <w:num w:numId="1137" w16cid:durableId="588538671">
    <w:abstractNumId w:val="0"/>
  </w:num>
  <w:num w:numId="1138" w16cid:durableId="385957160">
    <w:abstractNumId w:val="1"/>
  </w:num>
  <w:num w:numId="1139" w16cid:durableId="540049256">
    <w:abstractNumId w:val="2"/>
  </w:num>
  <w:num w:numId="1140" w16cid:durableId="97259688">
    <w:abstractNumId w:val="3"/>
  </w:num>
  <w:num w:numId="1141" w16cid:durableId="413404192">
    <w:abstractNumId w:val="8"/>
  </w:num>
  <w:num w:numId="1142" w16cid:durableId="1712918327">
    <w:abstractNumId w:val="4"/>
  </w:num>
  <w:num w:numId="1143" w16cid:durableId="899748319">
    <w:abstractNumId w:val="5"/>
  </w:num>
  <w:num w:numId="1144" w16cid:durableId="1858304425">
    <w:abstractNumId w:val="6"/>
  </w:num>
  <w:num w:numId="1145" w16cid:durableId="1192453580">
    <w:abstractNumId w:val="7"/>
  </w:num>
  <w:num w:numId="1146" w16cid:durableId="1871649689">
    <w:abstractNumId w:val="9"/>
  </w:num>
  <w:num w:numId="1147" w16cid:durableId="279339333">
    <w:abstractNumId w:val="0"/>
  </w:num>
  <w:num w:numId="1148" w16cid:durableId="1164466212">
    <w:abstractNumId w:val="1"/>
  </w:num>
  <w:num w:numId="1149" w16cid:durableId="1160582063">
    <w:abstractNumId w:val="2"/>
  </w:num>
  <w:num w:numId="1150" w16cid:durableId="788087334">
    <w:abstractNumId w:val="3"/>
  </w:num>
  <w:num w:numId="1151" w16cid:durableId="1641960728">
    <w:abstractNumId w:val="8"/>
  </w:num>
  <w:num w:numId="1152" w16cid:durableId="853109938">
    <w:abstractNumId w:val="4"/>
  </w:num>
  <w:num w:numId="1153" w16cid:durableId="701170655">
    <w:abstractNumId w:val="5"/>
  </w:num>
  <w:num w:numId="1154" w16cid:durableId="2054183851">
    <w:abstractNumId w:val="6"/>
  </w:num>
  <w:num w:numId="1155" w16cid:durableId="1828859386">
    <w:abstractNumId w:val="7"/>
  </w:num>
  <w:num w:numId="1156" w16cid:durableId="1004477888">
    <w:abstractNumId w:val="9"/>
  </w:num>
  <w:num w:numId="1157" w16cid:durableId="1268197623">
    <w:abstractNumId w:val="0"/>
  </w:num>
  <w:num w:numId="1158" w16cid:durableId="1112553579">
    <w:abstractNumId w:val="1"/>
  </w:num>
  <w:num w:numId="1159" w16cid:durableId="696010266">
    <w:abstractNumId w:val="2"/>
  </w:num>
  <w:num w:numId="1160" w16cid:durableId="598298016">
    <w:abstractNumId w:val="3"/>
  </w:num>
  <w:num w:numId="1161" w16cid:durableId="1590196529">
    <w:abstractNumId w:val="8"/>
  </w:num>
  <w:num w:numId="1162" w16cid:durableId="29036054">
    <w:abstractNumId w:val="4"/>
  </w:num>
  <w:num w:numId="1163" w16cid:durableId="1481381514">
    <w:abstractNumId w:val="5"/>
  </w:num>
  <w:num w:numId="1164" w16cid:durableId="306982353">
    <w:abstractNumId w:val="6"/>
  </w:num>
  <w:num w:numId="1165" w16cid:durableId="1510483561">
    <w:abstractNumId w:val="7"/>
  </w:num>
  <w:num w:numId="1166" w16cid:durableId="1893078091">
    <w:abstractNumId w:val="9"/>
  </w:num>
  <w:num w:numId="1167" w16cid:durableId="683170297">
    <w:abstractNumId w:val="0"/>
  </w:num>
  <w:num w:numId="1168" w16cid:durableId="484779160">
    <w:abstractNumId w:val="1"/>
  </w:num>
  <w:num w:numId="1169" w16cid:durableId="1440485752">
    <w:abstractNumId w:val="2"/>
  </w:num>
  <w:num w:numId="1170" w16cid:durableId="1124693141">
    <w:abstractNumId w:val="3"/>
  </w:num>
  <w:num w:numId="1171" w16cid:durableId="895119243">
    <w:abstractNumId w:val="8"/>
  </w:num>
  <w:num w:numId="1172" w16cid:durableId="144319665">
    <w:abstractNumId w:val="4"/>
  </w:num>
  <w:num w:numId="1173" w16cid:durableId="676200770">
    <w:abstractNumId w:val="5"/>
  </w:num>
  <w:num w:numId="1174" w16cid:durableId="1243295429">
    <w:abstractNumId w:val="6"/>
  </w:num>
  <w:num w:numId="1175" w16cid:durableId="917708501">
    <w:abstractNumId w:val="7"/>
  </w:num>
  <w:num w:numId="1176" w16cid:durableId="1615014194">
    <w:abstractNumId w:val="9"/>
  </w:num>
  <w:num w:numId="1177" w16cid:durableId="534539202">
    <w:abstractNumId w:val="0"/>
  </w:num>
  <w:num w:numId="1178" w16cid:durableId="1118140483">
    <w:abstractNumId w:val="1"/>
  </w:num>
  <w:num w:numId="1179" w16cid:durableId="88936114">
    <w:abstractNumId w:val="2"/>
  </w:num>
  <w:num w:numId="1180" w16cid:durableId="1369404866">
    <w:abstractNumId w:val="3"/>
  </w:num>
  <w:num w:numId="1181" w16cid:durableId="852114492">
    <w:abstractNumId w:val="8"/>
  </w:num>
  <w:num w:numId="1182" w16cid:durableId="971789606">
    <w:abstractNumId w:val="4"/>
  </w:num>
  <w:num w:numId="1183" w16cid:durableId="1726023154">
    <w:abstractNumId w:val="5"/>
  </w:num>
  <w:num w:numId="1184" w16cid:durableId="284389164">
    <w:abstractNumId w:val="6"/>
  </w:num>
  <w:num w:numId="1185" w16cid:durableId="1886791024">
    <w:abstractNumId w:val="7"/>
  </w:num>
  <w:num w:numId="1186" w16cid:durableId="1231114294">
    <w:abstractNumId w:val="9"/>
  </w:num>
  <w:num w:numId="1187" w16cid:durableId="1578711194">
    <w:abstractNumId w:val="0"/>
  </w:num>
  <w:num w:numId="1188" w16cid:durableId="646209400">
    <w:abstractNumId w:val="1"/>
  </w:num>
  <w:num w:numId="1189" w16cid:durableId="1980763114">
    <w:abstractNumId w:val="2"/>
  </w:num>
  <w:num w:numId="1190" w16cid:durableId="938219021">
    <w:abstractNumId w:val="3"/>
  </w:num>
  <w:num w:numId="1191" w16cid:durableId="1646277230">
    <w:abstractNumId w:val="8"/>
  </w:num>
  <w:num w:numId="1192" w16cid:durableId="30149923">
    <w:abstractNumId w:val="4"/>
  </w:num>
  <w:num w:numId="1193" w16cid:durableId="1852185750">
    <w:abstractNumId w:val="5"/>
  </w:num>
  <w:num w:numId="1194" w16cid:durableId="1290016189">
    <w:abstractNumId w:val="6"/>
  </w:num>
  <w:num w:numId="1195" w16cid:durableId="325790782">
    <w:abstractNumId w:val="7"/>
  </w:num>
  <w:num w:numId="1196" w16cid:durableId="943808643">
    <w:abstractNumId w:val="9"/>
  </w:num>
  <w:num w:numId="1197" w16cid:durableId="1035933021">
    <w:abstractNumId w:val="0"/>
  </w:num>
  <w:num w:numId="1198" w16cid:durableId="1045716975">
    <w:abstractNumId w:val="1"/>
  </w:num>
  <w:num w:numId="1199" w16cid:durableId="1486554916">
    <w:abstractNumId w:val="2"/>
  </w:num>
  <w:num w:numId="1200" w16cid:durableId="1072124374">
    <w:abstractNumId w:val="3"/>
  </w:num>
  <w:num w:numId="1201" w16cid:durableId="1031568508">
    <w:abstractNumId w:val="8"/>
  </w:num>
  <w:num w:numId="1202" w16cid:durableId="859512341">
    <w:abstractNumId w:val="4"/>
  </w:num>
  <w:num w:numId="1203" w16cid:durableId="826046255">
    <w:abstractNumId w:val="5"/>
  </w:num>
  <w:num w:numId="1204" w16cid:durableId="1911386790">
    <w:abstractNumId w:val="6"/>
  </w:num>
  <w:num w:numId="1205" w16cid:durableId="1326976989">
    <w:abstractNumId w:val="7"/>
  </w:num>
  <w:num w:numId="1206" w16cid:durableId="1994137242">
    <w:abstractNumId w:val="9"/>
  </w:num>
  <w:num w:numId="1207" w16cid:durableId="1272857713">
    <w:abstractNumId w:val="0"/>
  </w:num>
  <w:num w:numId="1208" w16cid:durableId="202905055">
    <w:abstractNumId w:val="1"/>
  </w:num>
  <w:num w:numId="1209" w16cid:durableId="1535118541">
    <w:abstractNumId w:val="2"/>
  </w:num>
  <w:num w:numId="1210" w16cid:durableId="1632708923">
    <w:abstractNumId w:val="3"/>
  </w:num>
  <w:num w:numId="1211" w16cid:durableId="1636570411">
    <w:abstractNumId w:val="8"/>
  </w:num>
  <w:num w:numId="1212" w16cid:durableId="634915222">
    <w:abstractNumId w:val="4"/>
  </w:num>
  <w:num w:numId="1213" w16cid:durableId="1813521753">
    <w:abstractNumId w:val="5"/>
  </w:num>
  <w:num w:numId="1214" w16cid:durableId="1256131941">
    <w:abstractNumId w:val="6"/>
  </w:num>
  <w:num w:numId="1215" w16cid:durableId="1956786979">
    <w:abstractNumId w:val="7"/>
  </w:num>
  <w:num w:numId="1216" w16cid:durableId="1398818941">
    <w:abstractNumId w:val="9"/>
  </w:num>
  <w:num w:numId="1217" w16cid:durableId="1592201275">
    <w:abstractNumId w:val="0"/>
  </w:num>
  <w:num w:numId="1218" w16cid:durableId="88701747">
    <w:abstractNumId w:val="1"/>
  </w:num>
  <w:num w:numId="1219" w16cid:durableId="1027022151">
    <w:abstractNumId w:val="2"/>
  </w:num>
  <w:num w:numId="1220" w16cid:durableId="323818435">
    <w:abstractNumId w:val="3"/>
  </w:num>
  <w:num w:numId="1221" w16cid:durableId="1394621781">
    <w:abstractNumId w:val="8"/>
  </w:num>
  <w:num w:numId="1222" w16cid:durableId="785854011">
    <w:abstractNumId w:val="21"/>
  </w:num>
  <w:num w:numId="1223" w16cid:durableId="1201237477">
    <w:abstractNumId w:val="4"/>
  </w:num>
  <w:num w:numId="1224" w16cid:durableId="1759448588">
    <w:abstractNumId w:val="5"/>
  </w:num>
  <w:num w:numId="1225" w16cid:durableId="1151559853">
    <w:abstractNumId w:val="6"/>
  </w:num>
  <w:num w:numId="1226" w16cid:durableId="981497121">
    <w:abstractNumId w:val="7"/>
  </w:num>
  <w:num w:numId="1227" w16cid:durableId="1788351938">
    <w:abstractNumId w:val="9"/>
  </w:num>
  <w:num w:numId="1228" w16cid:durableId="1296175205">
    <w:abstractNumId w:val="0"/>
  </w:num>
  <w:num w:numId="1229" w16cid:durableId="1721247615">
    <w:abstractNumId w:val="1"/>
  </w:num>
  <w:num w:numId="1230" w16cid:durableId="899903471">
    <w:abstractNumId w:val="2"/>
  </w:num>
  <w:num w:numId="1231" w16cid:durableId="98254839">
    <w:abstractNumId w:val="3"/>
  </w:num>
  <w:num w:numId="1232" w16cid:durableId="1499036655">
    <w:abstractNumId w:val="8"/>
  </w:num>
  <w:num w:numId="1233" w16cid:durableId="738749561">
    <w:abstractNumId w:val="4"/>
  </w:num>
  <w:num w:numId="1234" w16cid:durableId="200024094">
    <w:abstractNumId w:val="5"/>
  </w:num>
  <w:num w:numId="1235" w16cid:durableId="1743529900">
    <w:abstractNumId w:val="6"/>
  </w:num>
  <w:num w:numId="1236" w16cid:durableId="849181954">
    <w:abstractNumId w:val="7"/>
  </w:num>
  <w:num w:numId="1237" w16cid:durableId="1029600140">
    <w:abstractNumId w:val="9"/>
  </w:num>
  <w:num w:numId="1238" w16cid:durableId="1263996886">
    <w:abstractNumId w:val="0"/>
  </w:num>
  <w:num w:numId="1239" w16cid:durableId="1664312605">
    <w:abstractNumId w:val="1"/>
  </w:num>
  <w:num w:numId="1240" w16cid:durableId="1745181260">
    <w:abstractNumId w:val="2"/>
  </w:num>
  <w:num w:numId="1241" w16cid:durableId="507064083">
    <w:abstractNumId w:val="3"/>
  </w:num>
  <w:num w:numId="1242" w16cid:durableId="1993023323">
    <w:abstractNumId w:val="8"/>
  </w:num>
  <w:num w:numId="1243" w16cid:durableId="2139685832">
    <w:abstractNumId w:val="4"/>
  </w:num>
  <w:num w:numId="1244" w16cid:durableId="595289837">
    <w:abstractNumId w:val="5"/>
  </w:num>
  <w:num w:numId="1245" w16cid:durableId="882136897">
    <w:abstractNumId w:val="6"/>
  </w:num>
  <w:num w:numId="1246" w16cid:durableId="1509637357">
    <w:abstractNumId w:val="7"/>
  </w:num>
  <w:num w:numId="1247" w16cid:durableId="2138445778">
    <w:abstractNumId w:val="9"/>
  </w:num>
  <w:num w:numId="1248" w16cid:durableId="1966889359">
    <w:abstractNumId w:val="0"/>
  </w:num>
  <w:num w:numId="1249" w16cid:durableId="2143569537">
    <w:abstractNumId w:val="1"/>
  </w:num>
  <w:num w:numId="1250" w16cid:durableId="1787000750">
    <w:abstractNumId w:val="2"/>
  </w:num>
  <w:num w:numId="1251" w16cid:durableId="1266422860">
    <w:abstractNumId w:val="3"/>
  </w:num>
  <w:num w:numId="1252" w16cid:durableId="1632860458">
    <w:abstractNumId w:val="8"/>
  </w:num>
  <w:num w:numId="1253" w16cid:durableId="1831480233">
    <w:abstractNumId w:val="4"/>
  </w:num>
  <w:num w:numId="1254" w16cid:durableId="1357735249">
    <w:abstractNumId w:val="5"/>
  </w:num>
  <w:num w:numId="1255" w16cid:durableId="1843743400">
    <w:abstractNumId w:val="6"/>
  </w:num>
  <w:num w:numId="1256" w16cid:durableId="1376000056">
    <w:abstractNumId w:val="7"/>
  </w:num>
  <w:num w:numId="1257" w16cid:durableId="376784487">
    <w:abstractNumId w:val="9"/>
  </w:num>
  <w:num w:numId="1258" w16cid:durableId="1388604662">
    <w:abstractNumId w:val="0"/>
  </w:num>
  <w:num w:numId="1259" w16cid:durableId="375005967">
    <w:abstractNumId w:val="1"/>
  </w:num>
  <w:num w:numId="1260" w16cid:durableId="942222372">
    <w:abstractNumId w:val="2"/>
  </w:num>
  <w:num w:numId="1261" w16cid:durableId="1972785679">
    <w:abstractNumId w:val="3"/>
  </w:num>
  <w:num w:numId="1262" w16cid:durableId="742946192">
    <w:abstractNumId w:val="8"/>
  </w:num>
  <w:num w:numId="1263" w16cid:durableId="1338843665">
    <w:abstractNumId w:val="4"/>
  </w:num>
  <w:num w:numId="1264" w16cid:durableId="18119782">
    <w:abstractNumId w:val="5"/>
  </w:num>
  <w:num w:numId="1265" w16cid:durableId="2125952167">
    <w:abstractNumId w:val="6"/>
  </w:num>
  <w:num w:numId="1266" w16cid:durableId="1292319004">
    <w:abstractNumId w:val="7"/>
  </w:num>
  <w:num w:numId="1267" w16cid:durableId="850488922">
    <w:abstractNumId w:val="9"/>
  </w:num>
  <w:num w:numId="1268" w16cid:durableId="1968273950">
    <w:abstractNumId w:val="0"/>
  </w:num>
  <w:num w:numId="1269" w16cid:durableId="513148536">
    <w:abstractNumId w:val="1"/>
  </w:num>
  <w:num w:numId="1270" w16cid:durableId="481507797">
    <w:abstractNumId w:val="2"/>
  </w:num>
  <w:num w:numId="1271" w16cid:durableId="535779453">
    <w:abstractNumId w:val="3"/>
  </w:num>
  <w:num w:numId="1272" w16cid:durableId="865481476">
    <w:abstractNumId w:val="8"/>
  </w:num>
  <w:num w:numId="1273" w16cid:durableId="1365324386">
    <w:abstractNumId w:val="4"/>
  </w:num>
  <w:num w:numId="1274" w16cid:durableId="551188007">
    <w:abstractNumId w:val="5"/>
  </w:num>
  <w:num w:numId="1275" w16cid:durableId="831919871">
    <w:abstractNumId w:val="6"/>
  </w:num>
  <w:num w:numId="1276" w16cid:durableId="1640958629">
    <w:abstractNumId w:val="7"/>
  </w:num>
  <w:num w:numId="1277" w16cid:durableId="242107813">
    <w:abstractNumId w:val="9"/>
  </w:num>
  <w:num w:numId="1278" w16cid:durableId="1146240829">
    <w:abstractNumId w:val="0"/>
  </w:num>
  <w:num w:numId="1279" w16cid:durableId="380793218">
    <w:abstractNumId w:val="1"/>
  </w:num>
  <w:num w:numId="1280" w16cid:durableId="1267538443">
    <w:abstractNumId w:val="2"/>
  </w:num>
  <w:num w:numId="1281" w16cid:durableId="1958682162">
    <w:abstractNumId w:val="3"/>
  </w:num>
  <w:num w:numId="1282" w16cid:durableId="752354433">
    <w:abstractNumId w:val="8"/>
  </w:num>
  <w:num w:numId="1283" w16cid:durableId="786317051">
    <w:abstractNumId w:val="4"/>
  </w:num>
  <w:num w:numId="1284" w16cid:durableId="1055815098">
    <w:abstractNumId w:val="5"/>
  </w:num>
  <w:num w:numId="1285" w16cid:durableId="1040546116">
    <w:abstractNumId w:val="6"/>
  </w:num>
  <w:num w:numId="1286" w16cid:durableId="1675377731">
    <w:abstractNumId w:val="7"/>
  </w:num>
  <w:num w:numId="1287" w16cid:durableId="83428567">
    <w:abstractNumId w:val="9"/>
  </w:num>
  <w:num w:numId="1288" w16cid:durableId="267856609">
    <w:abstractNumId w:val="0"/>
  </w:num>
  <w:num w:numId="1289" w16cid:durableId="1330138316">
    <w:abstractNumId w:val="1"/>
  </w:num>
  <w:num w:numId="1290" w16cid:durableId="1847745901">
    <w:abstractNumId w:val="2"/>
  </w:num>
  <w:num w:numId="1291" w16cid:durableId="60568312">
    <w:abstractNumId w:val="3"/>
  </w:num>
  <w:num w:numId="1292" w16cid:durableId="1599672965">
    <w:abstractNumId w:val="8"/>
  </w:num>
  <w:num w:numId="1293" w16cid:durableId="1580363437">
    <w:abstractNumId w:val="4"/>
  </w:num>
  <w:num w:numId="1294" w16cid:durableId="396248888">
    <w:abstractNumId w:val="5"/>
  </w:num>
  <w:num w:numId="1295" w16cid:durableId="853418813">
    <w:abstractNumId w:val="6"/>
  </w:num>
  <w:num w:numId="1296" w16cid:durableId="1156654606">
    <w:abstractNumId w:val="7"/>
  </w:num>
  <w:num w:numId="1297" w16cid:durableId="1175271024">
    <w:abstractNumId w:val="9"/>
  </w:num>
  <w:num w:numId="1298" w16cid:durableId="185339653">
    <w:abstractNumId w:val="0"/>
  </w:num>
  <w:num w:numId="1299" w16cid:durableId="1680083139">
    <w:abstractNumId w:val="1"/>
  </w:num>
  <w:num w:numId="1300" w16cid:durableId="1977568731">
    <w:abstractNumId w:val="2"/>
  </w:num>
  <w:num w:numId="1301" w16cid:durableId="1798454220">
    <w:abstractNumId w:val="3"/>
  </w:num>
  <w:num w:numId="1302" w16cid:durableId="1639335644">
    <w:abstractNumId w:val="8"/>
  </w:num>
  <w:num w:numId="1303" w16cid:durableId="1492139979">
    <w:abstractNumId w:val="4"/>
  </w:num>
  <w:num w:numId="1304" w16cid:durableId="292178359">
    <w:abstractNumId w:val="5"/>
  </w:num>
  <w:num w:numId="1305" w16cid:durableId="1085372385">
    <w:abstractNumId w:val="6"/>
  </w:num>
  <w:num w:numId="1306" w16cid:durableId="596912809">
    <w:abstractNumId w:val="7"/>
  </w:num>
  <w:num w:numId="1307" w16cid:durableId="575093637">
    <w:abstractNumId w:val="9"/>
  </w:num>
  <w:num w:numId="1308" w16cid:durableId="1911503874">
    <w:abstractNumId w:val="0"/>
  </w:num>
  <w:num w:numId="1309" w16cid:durableId="972564751">
    <w:abstractNumId w:val="1"/>
  </w:num>
  <w:num w:numId="1310" w16cid:durableId="1075517730">
    <w:abstractNumId w:val="2"/>
  </w:num>
  <w:num w:numId="1311" w16cid:durableId="1405831045">
    <w:abstractNumId w:val="3"/>
  </w:num>
  <w:num w:numId="1312" w16cid:durableId="1556043500">
    <w:abstractNumId w:val="8"/>
  </w:num>
  <w:num w:numId="1313" w16cid:durableId="1860461467">
    <w:abstractNumId w:val="4"/>
  </w:num>
  <w:num w:numId="1314" w16cid:durableId="8727182">
    <w:abstractNumId w:val="5"/>
  </w:num>
  <w:num w:numId="1315" w16cid:durableId="868419394">
    <w:abstractNumId w:val="6"/>
  </w:num>
  <w:num w:numId="1316" w16cid:durableId="1572807291">
    <w:abstractNumId w:val="7"/>
  </w:num>
  <w:num w:numId="1317" w16cid:durableId="1775048876">
    <w:abstractNumId w:val="9"/>
  </w:num>
  <w:num w:numId="1318" w16cid:durableId="407266972">
    <w:abstractNumId w:val="0"/>
  </w:num>
  <w:num w:numId="1319" w16cid:durableId="32659834">
    <w:abstractNumId w:val="1"/>
  </w:num>
  <w:num w:numId="1320" w16cid:durableId="1043944931">
    <w:abstractNumId w:val="2"/>
  </w:num>
  <w:num w:numId="1321" w16cid:durableId="217909875">
    <w:abstractNumId w:val="3"/>
  </w:num>
  <w:num w:numId="1322" w16cid:durableId="1175192702">
    <w:abstractNumId w:val="8"/>
  </w:num>
  <w:num w:numId="1323" w16cid:durableId="770586699">
    <w:abstractNumId w:val="4"/>
  </w:num>
  <w:num w:numId="1324" w16cid:durableId="571039734">
    <w:abstractNumId w:val="5"/>
  </w:num>
  <w:num w:numId="1325" w16cid:durableId="818957799">
    <w:abstractNumId w:val="6"/>
  </w:num>
  <w:num w:numId="1326" w16cid:durableId="1192689734">
    <w:abstractNumId w:val="7"/>
  </w:num>
  <w:num w:numId="1327" w16cid:durableId="1567912750">
    <w:abstractNumId w:val="9"/>
  </w:num>
  <w:num w:numId="1328" w16cid:durableId="1790272927">
    <w:abstractNumId w:val="0"/>
  </w:num>
  <w:num w:numId="1329" w16cid:durableId="1942293299">
    <w:abstractNumId w:val="1"/>
  </w:num>
  <w:num w:numId="1330" w16cid:durableId="1086878105">
    <w:abstractNumId w:val="2"/>
  </w:num>
  <w:num w:numId="1331" w16cid:durableId="390083114">
    <w:abstractNumId w:val="3"/>
  </w:num>
  <w:num w:numId="1332" w16cid:durableId="668601944">
    <w:abstractNumId w:val="8"/>
  </w:num>
  <w:num w:numId="1333" w16cid:durableId="1787770136">
    <w:abstractNumId w:val="4"/>
  </w:num>
  <w:num w:numId="1334" w16cid:durableId="26492301">
    <w:abstractNumId w:val="5"/>
  </w:num>
  <w:num w:numId="1335" w16cid:durableId="519590503">
    <w:abstractNumId w:val="6"/>
  </w:num>
  <w:num w:numId="1336" w16cid:durableId="758058203">
    <w:abstractNumId w:val="7"/>
  </w:num>
  <w:num w:numId="1337" w16cid:durableId="1540698571">
    <w:abstractNumId w:val="9"/>
  </w:num>
  <w:num w:numId="1338" w16cid:durableId="56520569">
    <w:abstractNumId w:val="0"/>
  </w:num>
  <w:num w:numId="1339" w16cid:durableId="1531993294">
    <w:abstractNumId w:val="1"/>
  </w:num>
  <w:num w:numId="1340" w16cid:durableId="902913704">
    <w:abstractNumId w:val="2"/>
  </w:num>
  <w:num w:numId="1341" w16cid:durableId="12390330">
    <w:abstractNumId w:val="3"/>
  </w:num>
  <w:num w:numId="1342" w16cid:durableId="2066097356">
    <w:abstractNumId w:val="8"/>
  </w:num>
  <w:num w:numId="1343" w16cid:durableId="422921055">
    <w:abstractNumId w:val="4"/>
  </w:num>
  <w:num w:numId="1344" w16cid:durableId="988902726">
    <w:abstractNumId w:val="5"/>
  </w:num>
  <w:num w:numId="1345" w16cid:durableId="1415130472">
    <w:abstractNumId w:val="6"/>
  </w:num>
  <w:num w:numId="1346" w16cid:durableId="1224295975">
    <w:abstractNumId w:val="7"/>
  </w:num>
  <w:num w:numId="1347" w16cid:durableId="1691182541">
    <w:abstractNumId w:val="9"/>
  </w:num>
  <w:num w:numId="1348" w16cid:durableId="742530672">
    <w:abstractNumId w:val="0"/>
  </w:num>
  <w:num w:numId="1349" w16cid:durableId="1328899336">
    <w:abstractNumId w:val="1"/>
  </w:num>
  <w:num w:numId="1350" w16cid:durableId="123544259">
    <w:abstractNumId w:val="2"/>
  </w:num>
  <w:num w:numId="1351" w16cid:durableId="1045300198">
    <w:abstractNumId w:val="3"/>
  </w:num>
  <w:num w:numId="1352" w16cid:durableId="1910143867">
    <w:abstractNumId w:val="8"/>
  </w:num>
  <w:num w:numId="1353" w16cid:durableId="552696706">
    <w:abstractNumId w:val="4"/>
  </w:num>
  <w:num w:numId="1354" w16cid:durableId="375354041">
    <w:abstractNumId w:val="5"/>
  </w:num>
  <w:num w:numId="1355" w16cid:durableId="183516166">
    <w:abstractNumId w:val="6"/>
  </w:num>
  <w:num w:numId="1356" w16cid:durableId="368920729">
    <w:abstractNumId w:val="7"/>
  </w:num>
  <w:num w:numId="1357" w16cid:durableId="278804940">
    <w:abstractNumId w:val="9"/>
  </w:num>
  <w:num w:numId="1358" w16cid:durableId="608582902">
    <w:abstractNumId w:val="0"/>
  </w:num>
  <w:num w:numId="1359" w16cid:durableId="1213925980">
    <w:abstractNumId w:val="1"/>
  </w:num>
  <w:num w:numId="1360" w16cid:durableId="491796002">
    <w:abstractNumId w:val="2"/>
  </w:num>
  <w:num w:numId="1361" w16cid:durableId="1462457011">
    <w:abstractNumId w:val="3"/>
  </w:num>
  <w:num w:numId="1362" w16cid:durableId="229194670">
    <w:abstractNumId w:val="8"/>
  </w:num>
  <w:num w:numId="1363" w16cid:durableId="636421225">
    <w:abstractNumId w:val="7"/>
  </w:num>
  <w:num w:numId="1364" w16cid:durableId="418597773">
    <w:abstractNumId w:val="9"/>
  </w:num>
  <w:num w:numId="1365" w16cid:durableId="861164002">
    <w:abstractNumId w:val="17"/>
  </w:num>
  <w:num w:numId="1366" w16cid:durableId="444693414">
    <w:abstractNumId w:val="4"/>
  </w:num>
  <w:num w:numId="1367" w16cid:durableId="907614923">
    <w:abstractNumId w:val="5"/>
  </w:num>
  <w:num w:numId="1368" w16cid:durableId="1118527651">
    <w:abstractNumId w:val="6"/>
  </w:num>
  <w:num w:numId="1369" w16cid:durableId="1489520288">
    <w:abstractNumId w:val="7"/>
  </w:num>
  <w:num w:numId="1370" w16cid:durableId="563182101">
    <w:abstractNumId w:val="9"/>
  </w:num>
  <w:num w:numId="1371" w16cid:durableId="1605262760">
    <w:abstractNumId w:val="0"/>
  </w:num>
  <w:num w:numId="1372" w16cid:durableId="396588659">
    <w:abstractNumId w:val="1"/>
  </w:num>
  <w:num w:numId="1373" w16cid:durableId="1864319891">
    <w:abstractNumId w:val="2"/>
  </w:num>
  <w:num w:numId="1374" w16cid:durableId="160967588">
    <w:abstractNumId w:val="3"/>
  </w:num>
  <w:num w:numId="1375" w16cid:durableId="655303836">
    <w:abstractNumId w:val="8"/>
  </w:num>
  <w:num w:numId="1376" w16cid:durableId="1425616132">
    <w:abstractNumId w:val="9"/>
  </w:num>
  <w:num w:numId="1377" w16cid:durableId="1111781900">
    <w:abstractNumId w:val="4"/>
  </w:num>
  <w:num w:numId="1378" w16cid:durableId="542132424">
    <w:abstractNumId w:val="5"/>
  </w:num>
  <w:num w:numId="1379" w16cid:durableId="549465361">
    <w:abstractNumId w:val="6"/>
  </w:num>
  <w:num w:numId="1380" w16cid:durableId="1772315348">
    <w:abstractNumId w:val="7"/>
  </w:num>
  <w:num w:numId="1381" w16cid:durableId="1094976384">
    <w:abstractNumId w:val="0"/>
  </w:num>
  <w:num w:numId="1382" w16cid:durableId="1909026808">
    <w:abstractNumId w:val="1"/>
  </w:num>
  <w:num w:numId="1383" w16cid:durableId="1546602220">
    <w:abstractNumId w:val="2"/>
  </w:num>
  <w:num w:numId="1384" w16cid:durableId="71703666">
    <w:abstractNumId w:val="3"/>
  </w:num>
  <w:num w:numId="1385" w16cid:durableId="471991336">
    <w:abstractNumId w:val="8"/>
  </w:num>
  <w:num w:numId="1386" w16cid:durableId="1360006860">
    <w:abstractNumId w:val="4"/>
  </w:num>
  <w:num w:numId="1387" w16cid:durableId="799304149">
    <w:abstractNumId w:val="5"/>
  </w:num>
  <w:num w:numId="1388" w16cid:durableId="408965243">
    <w:abstractNumId w:val="6"/>
  </w:num>
  <w:num w:numId="1389" w16cid:durableId="1692217719">
    <w:abstractNumId w:val="7"/>
  </w:num>
  <w:num w:numId="1390" w16cid:durableId="1596745490">
    <w:abstractNumId w:val="0"/>
  </w:num>
  <w:num w:numId="1391" w16cid:durableId="1009023971">
    <w:abstractNumId w:val="1"/>
  </w:num>
  <w:num w:numId="1392" w16cid:durableId="1464419468">
    <w:abstractNumId w:val="2"/>
  </w:num>
  <w:num w:numId="1393" w16cid:durableId="268859956">
    <w:abstractNumId w:val="3"/>
  </w:num>
  <w:num w:numId="1394" w16cid:durableId="1899975285">
    <w:abstractNumId w:val="8"/>
  </w:num>
  <w:num w:numId="1395" w16cid:durableId="1484660282">
    <w:abstractNumId w:val="4"/>
  </w:num>
  <w:num w:numId="1396" w16cid:durableId="583031123">
    <w:abstractNumId w:val="4"/>
  </w:num>
  <w:num w:numId="1397" w16cid:durableId="1160388344">
    <w:abstractNumId w:val="5"/>
  </w:num>
  <w:num w:numId="1398" w16cid:durableId="495077833">
    <w:abstractNumId w:val="6"/>
  </w:num>
  <w:num w:numId="1399" w16cid:durableId="1077440385">
    <w:abstractNumId w:val="7"/>
  </w:num>
  <w:num w:numId="1400" w16cid:durableId="2068726296">
    <w:abstractNumId w:val="0"/>
  </w:num>
  <w:num w:numId="1401" w16cid:durableId="962079993">
    <w:abstractNumId w:val="1"/>
  </w:num>
  <w:num w:numId="1402" w16cid:durableId="1668245430">
    <w:abstractNumId w:val="2"/>
  </w:num>
  <w:num w:numId="1403" w16cid:durableId="1029910249">
    <w:abstractNumId w:val="3"/>
  </w:num>
  <w:num w:numId="1404" w16cid:durableId="1263807585">
    <w:abstractNumId w:val="8"/>
  </w:num>
  <w:num w:numId="1405" w16cid:durableId="2090882395">
    <w:abstractNumId w:val="4"/>
  </w:num>
  <w:num w:numId="1406" w16cid:durableId="1296176391">
    <w:abstractNumId w:val="5"/>
  </w:num>
  <w:num w:numId="1407" w16cid:durableId="451678476">
    <w:abstractNumId w:val="6"/>
  </w:num>
  <w:num w:numId="1408" w16cid:durableId="1112164519">
    <w:abstractNumId w:val="7"/>
  </w:num>
  <w:num w:numId="1409" w16cid:durableId="1227109290">
    <w:abstractNumId w:val="0"/>
  </w:num>
  <w:num w:numId="1410" w16cid:durableId="808398108">
    <w:abstractNumId w:val="1"/>
  </w:num>
  <w:num w:numId="1411" w16cid:durableId="1503395927">
    <w:abstractNumId w:val="2"/>
  </w:num>
  <w:num w:numId="1412" w16cid:durableId="394864672">
    <w:abstractNumId w:val="3"/>
  </w:num>
  <w:num w:numId="1413" w16cid:durableId="978652132">
    <w:abstractNumId w:val="8"/>
  </w:num>
  <w:num w:numId="1414" w16cid:durableId="1662585826">
    <w:abstractNumId w:val="2"/>
  </w:num>
  <w:num w:numId="1415" w16cid:durableId="1244484130">
    <w:abstractNumId w:val="1"/>
  </w:num>
  <w:num w:numId="1416" w16cid:durableId="822310101">
    <w:abstractNumId w:val="0"/>
  </w:num>
  <w:num w:numId="1417" w16cid:durableId="850069289">
    <w:abstractNumId w:val="3"/>
  </w:num>
  <w:num w:numId="1418" w16cid:durableId="1261328250">
    <w:abstractNumId w:val="8"/>
  </w:num>
  <w:num w:numId="1419" w16cid:durableId="1361316129">
    <w:abstractNumId w:val="4"/>
  </w:num>
  <w:num w:numId="1420" w16cid:durableId="626549283">
    <w:abstractNumId w:val="5"/>
  </w:num>
  <w:num w:numId="1421" w16cid:durableId="655301775">
    <w:abstractNumId w:val="6"/>
  </w:num>
  <w:num w:numId="1422" w16cid:durableId="142548396">
    <w:abstractNumId w:val="7"/>
  </w:num>
  <w:num w:numId="1423" w16cid:durableId="128128501">
    <w:abstractNumId w:val="4"/>
  </w:num>
  <w:num w:numId="1424" w16cid:durableId="1630863978">
    <w:abstractNumId w:val="5"/>
  </w:num>
  <w:num w:numId="1425" w16cid:durableId="24526059">
    <w:abstractNumId w:val="6"/>
  </w:num>
  <w:num w:numId="1426" w16cid:durableId="447165104">
    <w:abstractNumId w:val="7"/>
  </w:num>
  <w:num w:numId="1427" w16cid:durableId="2114937873">
    <w:abstractNumId w:val="0"/>
  </w:num>
  <w:num w:numId="1428" w16cid:durableId="910694383">
    <w:abstractNumId w:val="1"/>
  </w:num>
  <w:num w:numId="1429" w16cid:durableId="1043478800">
    <w:abstractNumId w:val="2"/>
  </w:num>
  <w:num w:numId="1430" w16cid:durableId="570166265">
    <w:abstractNumId w:val="3"/>
  </w:num>
  <w:num w:numId="1431" w16cid:durableId="841241999">
    <w:abstractNumId w:val="8"/>
  </w:num>
  <w:num w:numId="1432" w16cid:durableId="163085127">
    <w:abstractNumId w:val="4"/>
  </w:num>
  <w:num w:numId="1433" w16cid:durableId="92094897">
    <w:abstractNumId w:val="5"/>
  </w:num>
  <w:num w:numId="1434" w16cid:durableId="323751601">
    <w:abstractNumId w:val="6"/>
  </w:num>
  <w:num w:numId="1435" w16cid:durableId="1208184759">
    <w:abstractNumId w:val="7"/>
  </w:num>
  <w:num w:numId="1436" w16cid:durableId="8219397">
    <w:abstractNumId w:val="0"/>
  </w:num>
  <w:num w:numId="1437" w16cid:durableId="407194154">
    <w:abstractNumId w:val="1"/>
  </w:num>
  <w:num w:numId="1438" w16cid:durableId="1887134617">
    <w:abstractNumId w:val="2"/>
  </w:num>
  <w:num w:numId="1439" w16cid:durableId="474101801">
    <w:abstractNumId w:val="3"/>
  </w:num>
  <w:num w:numId="1440" w16cid:durableId="477695962">
    <w:abstractNumId w:val="8"/>
  </w:num>
  <w:num w:numId="1441" w16cid:durableId="956915637">
    <w:abstractNumId w:val="4"/>
  </w:num>
  <w:num w:numId="1442" w16cid:durableId="704213376">
    <w:abstractNumId w:val="5"/>
  </w:num>
  <w:num w:numId="1443" w16cid:durableId="1829704795">
    <w:abstractNumId w:val="6"/>
  </w:num>
  <w:num w:numId="1444" w16cid:durableId="853767332">
    <w:abstractNumId w:val="7"/>
  </w:num>
  <w:num w:numId="1445" w16cid:durableId="372467276">
    <w:abstractNumId w:val="0"/>
  </w:num>
  <w:num w:numId="1446" w16cid:durableId="218979418">
    <w:abstractNumId w:val="1"/>
  </w:num>
  <w:num w:numId="1447" w16cid:durableId="291133359">
    <w:abstractNumId w:val="2"/>
  </w:num>
  <w:num w:numId="1448" w16cid:durableId="1205170902">
    <w:abstractNumId w:val="3"/>
  </w:num>
  <w:num w:numId="1449" w16cid:durableId="1267467297">
    <w:abstractNumId w:val="8"/>
  </w:num>
  <w:num w:numId="1450" w16cid:durableId="2093164403">
    <w:abstractNumId w:val="4"/>
  </w:num>
  <w:num w:numId="1451" w16cid:durableId="2012293913">
    <w:abstractNumId w:val="5"/>
  </w:num>
  <w:num w:numId="1452" w16cid:durableId="1453984866">
    <w:abstractNumId w:val="6"/>
  </w:num>
  <w:num w:numId="1453" w16cid:durableId="1073704336">
    <w:abstractNumId w:val="7"/>
  </w:num>
  <w:num w:numId="1454" w16cid:durableId="1189564374">
    <w:abstractNumId w:val="0"/>
  </w:num>
  <w:num w:numId="1455" w16cid:durableId="1383407199">
    <w:abstractNumId w:val="1"/>
  </w:num>
  <w:num w:numId="1456" w16cid:durableId="1429737459">
    <w:abstractNumId w:val="2"/>
  </w:num>
  <w:num w:numId="1457" w16cid:durableId="2113166936">
    <w:abstractNumId w:val="3"/>
  </w:num>
  <w:num w:numId="1458" w16cid:durableId="2119787339">
    <w:abstractNumId w:val="8"/>
  </w:num>
  <w:num w:numId="1459" w16cid:durableId="23794286">
    <w:abstractNumId w:val="8"/>
  </w:num>
  <w:num w:numId="1460" w16cid:durableId="1282685631">
    <w:abstractNumId w:val="4"/>
  </w:num>
  <w:num w:numId="1461" w16cid:durableId="630331222">
    <w:abstractNumId w:val="5"/>
  </w:num>
  <w:num w:numId="1462" w16cid:durableId="154106655">
    <w:abstractNumId w:val="6"/>
  </w:num>
  <w:num w:numId="1463" w16cid:durableId="1910337122">
    <w:abstractNumId w:val="7"/>
  </w:num>
  <w:num w:numId="1464" w16cid:durableId="1620801445">
    <w:abstractNumId w:val="0"/>
  </w:num>
  <w:num w:numId="1465" w16cid:durableId="1537694659">
    <w:abstractNumId w:val="1"/>
  </w:num>
  <w:num w:numId="1466" w16cid:durableId="2044554085">
    <w:abstractNumId w:val="2"/>
  </w:num>
  <w:num w:numId="1467" w16cid:durableId="1027096209">
    <w:abstractNumId w:val="3"/>
  </w:num>
  <w:num w:numId="1468" w16cid:durableId="1847787649">
    <w:abstractNumId w:val="8"/>
  </w:num>
  <w:num w:numId="1469" w16cid:durableId="951977623">
    <w:abstractNumId w:val="4"/>
  </w:num>
  <w:num w:numId="1470" w16cid:durableId="128325754">
    <w:abstractNumId w:val="5"/>
  </w:num>
  <w:num w:numId="1471" w16cid:durableId="523830085">
    <w:abstractNumId w:val="6"/>
  </w:num>
  <w:num w:numId="1472" w16cid:durableId="1507016658">
    <w:abstractNumId w:val="7"/>
  </w:num>
  <w:num w:numId="1473" w16cid:durableId="1021124440">
    <w:abstractNumId w:val="0"/>
  </w:num>
  <w:num w:numId="1474" w16cid:durableId="584875989">
    <w:abstractNumId w:val="1"/>
  </w:num>
  <w:num w:numId="1475" w16cid:durableId="983390644">
    <w:abstractNumId w:val="2"/>
  </w:num>
  <w:num w:numId="1476" w16cid:durableId="1581018294">
    <w:abstractNumId w:val="3"/>
  </w:num>
  <w:num w:numId="1477" w16cid:durableId="2086217291">
    <w:abstractNumId w:val="8"/>
  </w:num>
  <w:num w:numId="1478" w16cid:durableId="118959375">
    <w:abstractNumId w:val="4"/>
  </w:num>
  <w:num w:numId="1479" w16cid:durableId="727993164">
    <w:abstractNumId w:val="5"/>
  </w:num>
  <w:num w:numId="1480" w16cid:durableId="38675755">
    <w:abstractNumId w:val="6"/>
  </w:num>
  <w:num w:numId="1481" w16cid:durableId="1917322823">
    <w:abstractNumId w:val="7"/>
  </w:num>
  <w:num w:numId="1482" w16cid:durableId="1707752228">
    <w:abstractNumId w:val="0"/>
  </w:num>
  <w:num w:numId="1483" w16cid:durableId="335695779">
    <w:abstractNumId w:val="1"/>
  </w:num>
  <w:num w:numId="1484" w16cid:durableId="470680870">
    <w:abstractNumId w:val="2"/>
  </w:num>
  <w:num w:numId="1485" w16cid:durableId="877086547">
    <w:abstractNumId w:val="3"/>
  </w:num>
  <w:num w:numId="1486" w16cid:durableId="2062170028">
    <w:abstractNumId w:val="8"/>
  </w:num>
  <w:num w:numId="1487" w16cid:durableId="1837379965">
    <w:abstractNumId w:val="4"/>
  </w:num>
  <w:num w:numId="1488" w16cid:durableId="1655448416">
    <w:abstractNumId w:val="5"/>
  </w:num>
  <w:num w:numId="1489" w16cid:durableId="1041713873">
    <w:abstractNumId w:val="6"/>
  </w:num>
  <w:num w:numId="1490" w16cid:durableId="2080790200">
    <w:abstractNumId w:val="7"/>
  </w:num>
  <w:num w:numId="1491" w16cid:durableId="26879796">
    <w:abstractNumId w:val="0"/>
  </w:num>
  <w:num w:numId="1492" w16cid:durableId="832719258">
    <w:abstractNumId w:val="1"/>
  </w:num>
  <w:num w:numId="1493" w16cid:durableId="161363317">
    <w:abstractNumId w:val="2"/>
  </w:num>
  <w:num w:numId="1494" w16cid:durableId="465658478">
    <w:abstractNumId w:val="3"/>
  </w:num>
  <w:num w:numId="1495" w16cid:durableId="1453284314">
    <w:abstractNumId w:val="8"/>
  </w:num>
  <w:num w:numId="1496" w16cid:durableId="1042286409">
    <w:abstractNumId w:val="4"/>
  </w:num>
  <w:num w:numId="1497" w16cid:durableId="551818215">
    <w:abstractNumId w:val="5"/>
  </w:num>
  <w:num w:numId="1498" w16cid:durableId="376711013">
    <w:abstractNumId w:val="6"/>
  </w:num>
  <w:num w:numId="1499" w16cid:durableId="781144850">
    <w:abstractNumId w:val="7"/>
  </w:num>
  <w:num w:numId="1500" w16cid:durableId="1354651088">
    <w:abstractNumId w:val="0"/>
  </w:num>
  <w:num w:numId="1501" w16cid:durableId="491261148">
    <w:abstractNumId w:val="1"/>
  </w:num>
  <w:num w:numId="1502" w16cid:durableId="1666742466">
    <w:abstractNumId w:val="2"/>
  </w:num>
  <w:num w:numId="1503" w16cid:durableId="550993310">
    <w:abstractNumId w:val="3"/>
  </w:num>
  <w:num w:numId="1504" w16cid:durableId="2036226294">
    <w:abstractNumId w:val="8"/>
  </w:num>
  <w:num w:numId="1505" w16cid:durableId="936257611">
    <w:abstractNumId w:val="4"/>
  </w:num>
  <w:num w:numId="1506" w16cid:durableId="2029866000">
    <w:abstractNumId w:val="5"/>
  </w:num>
  <w:num w:numId="1507" w16cid:durableId="1550845238">
    <w:abstractNumId w:val="6"/>
  </w:num>
  <w:num w:numId="1508" w16cid:durableId="505247617">
    <w:abstractNumId w:val="7"/>
  </w:num>
  <w:num w:numId="1509" w16cid:durableId="761419337">
    <w:abstractNumId w:val="0"/>
  </w:num>
  <w:num w:numId="1510" w16cid:durableId="470561016">
    <w:abstractNumId w:val="1"/>
  </w:num>
  <w:num w:numId="1511" w16cid:durableId="1349674668">
    <w:abstractNumId w:val="2"/>
  </w:num>
  <w:num w:numId="1512" w16cid:durableId="414789796">
    <w:abstractNumId w:val="3"/>
  </w:num>
  <w:num w:numId="1513" w16cid:durableId="175920528">
    <w:abstractNumId w:val="8"/>
  </w:num>
  <w:num w:numId="1514" w16cid:durableId="2135245691">
    <w:abstractNumId w:val="4"/>
  </w:num>
  <w:num w:numId="1515" w16cid:durableId="1868442838">
    <w:abstractNumId w:val="5"/>
  </w:num>
  <w:num w:numId="1516" w16cid:durableId="1622416305">
    <w:abstractNumId w:val="6"/>
  </w:num>
  <w:num w:numId="1517" w16cid:durableId="1073772867">
    <w:abstractNumId w:val="7"/>
  </w:num>
  <w:num w:numId="1518" w16cid:durableId="1545370066">
    <w:abstractNumId w:val="0"/>
  </w:num>
  <w:num w:numId="1519" w16cid:durableId="1635790455">
    <w:abstractNumId w:val="1"/>
  </w:num>
  <w:num w:numId="1520" w16cid:durableId="631059106">
    <w:abstractNumId w:val="2"/>
  </w:num>
  <w:num w:numId="1521" w16cid:durableId="959534122">
    <w:abstractNumId w:val="3"/>
  </w:num>
  <w:num w:numId="1522" w16cid:durableId="778062155">
    <w:abstractNumId w:val="8"/>
  </w:num>
  <w:num w:numId="1523" w16cid:durableId="710568651">
    <w:abstractNumId w:val="4"/>
  </w:num>
  <w:num w:numId="1524" w16cid:durableId="2034106370">
    <w:abstractNumId w:val="5"/>
  </w:num>
  <w:num w:numId="1525" w16cid:durableId="1539777939">
    <w:abstractNumId w:val="6"/>
  </w:num>
  <w:num w:numId="1526" w16cid:durableId="913976337">
    <w:abstractNumId w:val="7"/>
  </w:num>
  <w:num w:numId="1527" w16cid:durableId="1848901794">
    <w:abstractNumId w:val="0"/>
  </w:num>
  <w:num w:numId="1528" w16cid:durableId="1762530653">
    <w:abstractNumId w:val="1"/>
  </w:num>
  <w:num w:numId="1529" w16cid:durableId="1844738156">
    <w:abstractNumId w:val="2"/>
  </w:num>
  <w:num w:numId="1530" w16cid:durableId="133252841">
    <w:abstractNumId w:val="3"/>
  </w:num>
  <w:num w:numId="1531" w16cid:durableId="1962950695">
    <w:abstractNumId w:val="8"/>
  </w:num>
  <w:num w:numId="1532" w16cid:durableId="1106190853">
    <w:abstractNumId w:val="4"/>
  </w:num>
  <w:num w:numId="1533" w16cid:durableId="1807817596">
    <w:abstractNumId w:val="5"/>
  </w:num>
  <w:num w:numId="1534" w16cid:durableId="167528783">
    <w:abstractNumId w:val="6"/>
  </w:num>
  <w:num w:numId="1535" w16cid:durableId="1999844632">
    <w:abstractNumId w:val="7"/>
  </w:num>
  <w:num w:numId="1536" w16cid:durableId="299312641">
    <w:abstractNumId w:val="0"/>
  </w:num>
  <w:num w:numId="1537" w16cid:durableId="414402773">
    <w:abstractNumId w:val="1"/>
  </w:num>
  <w:num w:numId="1538" w16cid:durableId="1893730784">
    <w:abstractNumId w:val="2"/>
  </w:num>
  <w:num w:numId="1539" w16cid:durableId="1525053090">
    <w:abstractNumId w:val="3"/>
  </w:num>
  <w:num w:numId="1540" w16cid:durableId="1355184567">
    <w:abstractNumId w:val="8"/>
  </w:num>
  <w:num w:numId="1541" w16cid:durableId="538249850">
    <w:abstractNumId w:val="23"/>
  </w:num>
  <w:num w:numId="1542" w16cid:durableId="341782992">
    <w:abstractNumId w:val="4"/>
  </w:num>
  <w:num w:numId="1543" w16cid:durableId="260141848">
    <w:abstractNumId w:val="5"/>
  </w:num>
  <w:num w:numId="1544" w16cid:durableId="204945715">
    <w:abstractNumId w:val="6"/>
  </w:num>
  <w:num w:numId="1545" w16cid:durableId="27992958">
    <w:abstractNumId w:val="7"/>
  </w:num>
  <w:num w:numId="1546" w16cid:durableId="1914119488">
    <w:abstractNumId w:val="0"/>
  </w:num>
  <w:num w:numId="1547" w16cid:durableId="2112358203">
    <w:abstractNumId w:val="1"/>
  </w:num>
  <w:num w:numId="1548" w16cid:durableId="318272980">
    <w:abstractNumId w:val="2"/>
  </w:num>
  <w:num w:numId="1549" w16cid:durableId="1998613166">
    <w:abstractNumId w:val="3"/>
  </w:num>
  <w:num w:numId="1550" w16cid:durableId="2000887740">
    <w:abstractNumId w:val="8"/>
  </w:num>
  <w:num w:numId="1551" w16cid:durableId="102847241">
    <w:abstractNumId w:val="4"/>
  </w:num>
  <w:num w:numId="1552" w16cid:durableId="48497986">
    <w:abstractNumId w:val="5"/>
  </w:num>
  <w:num w:numId="1553" w16cid:durableId="1263220114">
    <w:abstractNumId w:val="6"/>
  </w:num>
  <w:num w:numId="1554" w16cid:durableId="1640264538">
    <w:abstractNumId w:val="7"/>
  </w:num>
  <w:num w:numId="1555" w16cid:durableId="579489649">
    <w:abstractNumId w:val="0"/>
  </w:num>
  <w:num w:numId="1556" w16cid:durableId="301037795">
    <w:abstractNumId w:val="1"/>
  </w:num>
  <w:num w:numId="1557" w16cid:durableId="422993552">
    <w:abstractNumId w:val="2"/>
  </w:num>
  <w:num w:numId="1558" w16cid:durableId="570122972">
    <w:abstractNumId w:val="3"/>
  </w:num>
  <w:num w:numId="1559" w16cid:durableId="92670641">
    <w:abstractNumId w:val="8"/>
  </w:num>
  <w:num w:numId="1560" w16cid:durableId="577179249">
    <w:abstractNumId w:val="4"/>
  </w:num>
  <w:num w:numId="1561" w16cid:durableId="1669168223">
    <w:abstractNumId w:val="5"/>
  </w:num>
  <w:num w:numId="1562" w16cid:durableId="2145347402">
    <w:abstractNumId w:val="6"/>
  </w:num>
  <w:num w:numId="1563" w16cid:durableId="1627465202">
    <w:abstractNumId w:val="7"/>
  </w:num>
  <w:num w:numId="1564" w16cid:durableId="1339383554">
    <w:abstractNumId w:val="0"/>
  </w:num>
  <w:num w:numId="1565" w16cid:durableId="707225300">
    <w:abstractNumId w:val="1"/>
  </w:num>
  <w:num w:numId="1566" w16cid:durableId="1847476188">
    <w:abstractNumId w:val="2"/>
  </w:num>
  <w:num w:numId="1567" w16cid:durableId="1077283420">
    <w:abstractNumId w:val="3"/>
  </w:num>
  <w:num w:numId="1568" w16cid:durableId="622737597">
    <w:abstractNumId w:val="8"/>
  </w:num>
  <w:num w:numId="1569" w16cid:durableId="872380648">
    <w:abstractNumId w:val="4"/>
  </w:num>
  <w:num w:numId="1570" w16cid:durableId="322272804">
    <w:abstractNumId w:val="5"/>
  </w:num>
  <w:num w:numId="1571" w16cid:durableId="823355797">
    <w:abstractNumId w:val="6"/>
  </w:num>
  <w:num w:numId="1572" w16cid:durableId="909536988">
    <w:abstractNumId w:val="7"/>
  </w:num>
  <w:num w:numId="1573" w16cid:durableId="322130187">
    <w:abstractNumId w:val="0"/>
  </w:num>
  <w:num w:numId="1574" w16cid:durableId="539709539">
    <w:abstractNumId w:val="1"/>
  </w:num>
  <w:num w:numId="1575" w16cid:durableId="1522161470">
    <w:abstractNumId w:val="2"/>
  </w:num>
  <w:num w:numId="1576" w16cid:durableId="703558438">
    <w:abstractNumId w:val="3"/>
  </w:num>
  <w:num w:numId="1577" w16cid:durableId="538012898">
    <w:abstractNumId w:val="8"/>
  </w:num>
  <w:num w:numId="1578" w16cid:durableId="529997389">
    <w:abstractNumId w:val="4"/>
  </w:num>
  <w:num w:numId="1579" w16cid:durableId="677856153">
    <w:abstractNumId w:val="5"/>
  </w:num>
  <w:num w:numId="1580" w16cid:durableId="278149602">
    <w:abstractNumId w:val="6"/>
  </w:num>
  <w:num w:numId="1581" w16cid:durableId="1266495719">
    <w:abstractNumId w:val="7"/>
  </w:num>
  <w:num w:numId="1582" w16cid:durableId="357313596">
    <w:abstractNumId w:val="0"/>
  </w:num>
  <w:num w:numId="1583" w16cid:durableId="684551183">
    <w:abstractNumId w:val="1"/>
  </w:num>
  <w:num w:numId="1584" w16cid:durableId="1310482662">
    <w:abstractNumId w:val="2"/>
  </w:num>
  <w:num w:numId="1585" w16cid:durableId="1947149509">
    <w:abstractNumId w:val="3"/>
  </w:num>
  <w:num w:numId="1586" w16cid:durableId="865950891">
    <w:abstractNumId w:val="8"/>
  </w:num>
  <w:num w:numId="1587" w16cid:durableId="1005092580">
    <w:abstractNumId w:val="4"/>
  </w:num>
  <w:num w:numId="1588" w16cid:durableId="151721085">
    <w:abstractNumId w:val="5"/>
  </w:num>
  <w:num w:numId="1589" w16cid:durableId="1444424657">
    <w:abstractNumId w:val="6"/>
  </w:num>
  <w:num w:numId="1590" w16cid:durableId="220482415">
    <w:abstractNumId w:val="7"/>
  </w:num>
  <w:num w:numId="1591" w16cid:durableId="1753509632">
    <w:abstractNumId w:val="0"/>
  </w:num>
  <w:num w:numId="1592" w16cid:durableId="754785112">
    <w:abstractNumId w:val="1"/>
  </w:num>
  <w:num w:numId="1593" w16cid:durableId="756249912">
    <w:abstractNumId w:val="2"/>
  </w:num>
  <w:num w:numId="1594" w16cid:durableId="836115146">
    <w:abstractNumId w:val="3"/>
  </w:num>
  <w:num w:numId="1595" w16cid:durableId="2128812916">
    <w:abstractNumId w:val="8"/>
  </w:num>
  <w:num w:numId="1596" w16cid:durableId="2008751750">
    <w:abstractNumId w:val="25"/>
  </w:num>
  <w:num w:numId="1597" w16cid:durableId="1897928789">
    <w:abstractNumId w:val="4"/>
  </w:num>
  <w:num w:numId="1598" w16cid:durableId="1832478294">
    <w:abstractNumId w:val="5"/>
  </w:num>
  <w:num w:numId="1599" w16cid:durableId="637809149">
    <w:abstractNumId w:val="6"/>
  </w:num>
  <w:num w:numId="1600" w16cid:durableId="1448356661">
    <w:abstractNumId w:val="7"/>
  </w:num>
  <w:num w:numId="1601" w16cid:durableId="927080547">
    <w:abstractNumId w:val="0"/>
  </w:num>
  <w:num w:numId="1602" w16cid:durableId="798229254">
    <w:abstractNumId w:val="1"/>
  </w:num>
  <w:num w:numId="1603" w16cid:durableId="1790195504">
    <w:abstractNumId w:val="2"/>
  </w:num>
  <w:num w:numId="1604" w16cid:durableId="1797092596">
    <w:abstractNumId w:val="3"/>
  </w:num>
  <w:num w:numId="1605" w16cid:durableId="1675182861">
    <w:abstractNumId w:val="8"/>
  </w:num>
  <w:num w:numId="1606" w16cid:durableId="1561288523">
    <w:abstractNumId w:val="4"/>
  </w:num>
  <w:num w:numId="1607" w16cid:durableId="1442453627">
    <w:abstractNumId w:val="5"/>
  </w:num>
  <w:num w:numId="1608" w16cid:durableId="1577283344">
    <w:abstractNumId w:val="6"/>
  </w:num>
  <w:num w:numId="1609" w16cid:durableId="750080289">
    <w:abstractNumId w:val="7"/>
  </w:num>
  <w:num w:numId="1610" w16cid:durableId="1143084667">
    <w:abstractNumId w:val="0"/>
  </w:num>
  <w:num w:numId="1611" w16cid:durableId="1454519814">
    <w:abstractNumId w:val="1"/>
  </w:num>
  <w:num w:numId="1612" w16cid:durableId="496380610">
    <w:abstractNumId w:val="2"/>
  </w:num>
  <w:num w:numId="1613" w16cid:durableId="1633945767">
    <w:abstractNumId w:val="3"/>
  </w:num>
  <w:num w:numId="1614" w16cid:durableId="1584677760">
    <w:abstractNumId w:val="8"/>
  </w:num>
  <w:num w:numId="1615" w16cid:durableId="804353569">
    <w:abstractNumId w:val="4"/>
  </w:num>
  <w:num w:numId="1616" w16cid:durableId="969167782">
    <w:abstractNumId w:val="5"/>
  </w:num>
  <w:num w:numId="1617" w16cid:durableId="2033870253">
    <w:abstractNumId w:val="6"/>
  </w:num>
  <w:num w:numId="1618" w16cid:durableId="53703388">
    <w:abstractNumId w:val="7"/>
  </w:num>
  <w:num w:numId="1619" w16cid:durableId="1012684385">
    <w:abstractNumId w:val="0"/>
  </w:num>
  <w:num w:numId="1620" w16cid:durableId="1216970301">
    <w:abstractNumId w:val="1"/>
  </w:num>
  <w:num w:numId="1621" w16cid:durableId="1979912131">
    <w:abstractNumId w:val="2"/>
  </w:num>
  <w:num w:numId="1622" w16cid:durableId="685903527">
    <w:abstractNumId w:val="3"/>
  </w:num>
  <w:num w:numId="1623" w16cid:durableId="371031300">
    <w:abstractNumId w:val="8"/>
  </w:num>
  <w:num w:numId="1624" w16cid:durableId="2032760158">
    <w:abstractNumId w:val="4"/>
  </w:num>
  <w:num w:numId="1625" w16cid:durableId="1640645962">
    <w:abstractNumId w:val="5"/>
  </w:num>
  <w:num w:numId="1626" w16cid:durableId="640884561">
    <w:abstractNumId w:val="6"/>
  </w:num>
  <w:num w:numId="1627" w16cid:durableId="615526497">
    <w:abstractNumId w:val="7"/>
  </w:num>
  <w:num w:numId="1628" w16cid:durableId="967661657">
    <w:abstractNumId w:val="0"/>
  </w:num>
  <w:num w:numId="1629" w16cid:durableId="789932038">
    <w:abstractNumId w:val="1"/>
  </w:num>
  <w:num w:numId="1630" w16cid:durableId="408891487">
    <w:abstractNumId w:val="2"/>
  </w:num>
  <w:num w:numId="1631" w16cid:durableId="480274907">
    <w:abstractNumId w:val="3"/>
  </w:num>
  <w:num w:numId="1632" w16cid:durableId="1627351094">
    <w:abstractNumId w:val="8"/>
  </w:num>
  <w:num w:numId="1633" w16cid:durableId="639458833">
    <w:abstractNumId w:val="11"/>
  </w:num>
  <w:num w:numId="1634" w16cid:durableId="592904900">
    <w:abstractNumId w:val="4"/>
  </w:num>
  <w:num w:numId="1635" w16cid:durableId="1254052067">
    <w:abstractNumId w:val="5"/>
  </w:num>
  <w:num w:numId="1636" w16cid:durableId="799418702">
    <w:abstractNumId w:val="6"/>
  </w:num>
  <w:num w:numId="1637" w16cid:durableId="2109890278">
    <w:abstractNumId w:val="7"/>
  </w:num>
  <w:num w:numId="1638" w16cid:durableId="721028567">
    <w:abstractNumId w:val="0"/>
  </w:num>
  <w:num w:numId="1639" w16cid:durableId="1275211124">
    <w:abstractNumId w:val="1"/>
  </w:num>
  <w:num w:numId="1640" w16cid:durableId="576670605">
    <w:abstractNumId w:val="2"/>
  </w:num>
  <w:num w:numId="1641" w16cid:durableId="754671369">
    <w:abstractNumId w:val="3"/>
  </w:num>
  <w:num w:numId="1642" w16cid:durableId="241721179">
    <w:abstractNumId w:val="8"/>
  </w:num>
  <w:num w:numId="1643" w16cid:durableId="859706230">
    <w:abstractNumId w:val="4"/>
  </w:num>
  <w:num w:numId="1644" w16cid:durableId="1768112100">
    <w:abstractNumId w:val="5"/>
  </w:num>
  <w:num w:numId="1645" w16cid:durableId="1134756976">
    <w:abstractNumId w:val="6"/>
  </w:num>
  <w:num w:numId="1646" w16cid:durableId="361980401">
    <w:abstractNumId w:val="7"/>
  </w:num>
  <w:num w:numId="1647" w16cid:durableId="1469932088">
    <w:abstractNumId w:val="0"/>
  </w:num>
  <w:num w:numId="1648" w16cid:durableId="1970086587">
    <w:abstractNumId w:val="1"/>
  </w:num>
  <w:num w:numId="1649" w16cid:durableId="923146478">
    <w:abstractNumId w:val="2"/>
  </w:num>
  <w:num w:numId="1650" w16cid:durableId="964118648">
    <w:abstractNumId w:val="3"/>
  </w:num>
  <w:num w:numId="1651" w16cid:durableId="486557951">
    <w:abstractNumId w:val="8"/>
  </w:num>
  <w:num w:numId="1652" w16cid:durableId="1922644382">
    <w:abstractNumId w:val="12"/>
  </w:num>
  <w:num w:numId="1653" w16cid:durableId="355075">
    <w:abstractNumId w:val="4"/>
  </w:num>
  <w:num w:numId="1654" w16cid:durableId="2032992714">
    <w:abstractNumId w:val="5"/>
  </w:num>
  <w:num w:numId="1655" w16cid:durableId="2139642086">
    <w:abstractNumId w:val="6"/>
  </w:num>
  <w:num w:numId="1656" w16cid:durableId="1776511919">
    <w:abstractNumId w:val="7"/>
  </w:num>
  <w:num w:numId="1657" w16cid:durableId="1564901230">
    <w:abstractNumId w:val="0"/>
  </w:num>
  <w:num w:numId="1658" w16cid:durableId="1888835346">
    <w:abstractNumId w:val="1"/>
  </w:num>
  <w:num w:numId="1659" w16cid:durableId="2143227579">
    <w:abstractNumId w:val="2"/>
  </w:num>
  <w:num w:numId="1660" w16cid:durableId="797720604">
    <w:abstractNumId w:val="3"/>
  </w:num>
  <w:num w:numId="1661" w16cid:durableId="205873322">
    <w:abstractNumId w:val="8"/>
  </w:num>
  <w:num w:numId="1662" w16cid:durableId="1450273082">
    <w:abstractNumId w:val="4"/>
  </w:num>
  <w:num w:numId="1663" w16cid:durableId="572082891">
    <w:abstractNumId w:val="5"/>
  </w:num>
  <w:num w:numId="1664" w16cid:durableId="1109930866">
    <w:abstractNumId w:val="6"/>
  </w:num>
  <w:num w:numId="1665" w16cid:durableId="1622958127">
    <w:abstractNumId w:val="7"/>
  </w:num>
  <w:num w:numId="1666" w16cid:durableId="1971521042">
    <w:abstractNumId w:val="0"/>
  </w:num>
  <w:num w:numId="1667" w16cid:durableId="743265278">
    <w:abstractNumId w:val="1"/>
  </w:num>
  <w:num w:numId="1668" w16cid:durableId="1127505384">
    <w:abstractNumId w:val="2"/>
  </w:num>
  <w:num w:numId="1669" w16cid:durableId="1067416048">
    <w:abstractNumId w:val="3"/>
  </w:num>
  <w:num w:numId="1670" w16cid:durableId="999961925">
    <w:abstractNumId w:val="8"/>
  </w:num>
  <w:num w:numId="1671" w16cid:durableId="552884836">
    <w:abstractNumId w:val="16"/>
  </w:num>
  <w:num w:numId="1672" w16cid:durableId="1407919409">
    <w:abstractNumId w:val="4"/>
  </w:num>
  <w:num w:numId="1673" w16cid:durableId="150608544">
    <w:abstractNumId w:val="5"/>
  </w:num>
  <w:num w:numId="1674" w16cid:durableId="758260567">
    <w:abstractNumId w:val="6"/>
  </w:num>
  <w:num w:numId="1675" w16cid:durableId="465858685">
    <w:abstractNumId w:val="7"/>
  </w:num>
  <w:num w:numId="1676" w16cid:durableId="355618115">
    <w:abstractNumId w:val="0"/>
  </w:num>
  <w:num w:numId="1677" w16cid:durableId="562647012">
    <w:abstractNumId w:val="1"/>
  </w:num>
  <w:num w:numId="1678" w16cid:durableId="126633153">
    <w:abstractNumId w:val="2"/>
  </w:num>
  <w:num w:numId="1679" w16cid:durableId="697974891">
    <w:abstractNumId w:val="3"/>
  </w:num>
  <w:num w:numId="1680" w16cid:durableId="281234652">
    <w:abstractNumId w:val="8"/>
  </w:num>
  <w:num w:numId="1681" w16cid:durableId="1020278188">
    <w:abstractNumId w:val="18"/>
  </w:num>
  <w:num w:numId="1682" w16cid:durableId="531966899">
    <w:abstractNumId w:val="4"/>
  </w:num>
  <w:num w:numId="1683" w16cid:durableId="1326711947">
    <w:abstractNumId w:val="5"/>
  </w:num>
  <w:num w:numId="1684" w16cid:durableId="1598979565">
    <w:abstractNumId w:val="6"/>
  </w:num>
  <w:num w:numId="1685" w16cid:durableId="406343100">
    <w:abstractNumId w:val="7"/>
  </w:num>
  <w:num w:numId="1686" w16cid:durableId="1679426082">
    <w:abstractNumId w:val="0"/>
  </w:num>
  <w:num w:numId="1687" w16cid:durableId="862523">
    <w:abstractNumId w:val="1"/>
  </w:num>
  <w:num w:numId="1688" w16cid:durableId="1208878678">
    <w:abstractNumId w:val="2"/>
  </w:num>
  <w:num w:numId="1689" w16cid:durableId="1900508957">
    <w:abstractNumId w:val="3"/>
  </w:num>
  <w:num w:numId="1690" w16cid:durableId="1189216372">
    <w:abstractNumId w:val="8"/>
  </w:num>
  <w:num w:numId="1691" w16cid:durableId="763191481">
    <w:abstractNumId w:val="4"/>
  </w:num>
  <w:num w:numId="1692" w16cid:durableId="933325888">
    <w:abstractNumId w:val="5"/>
  </w:num>
  <w:num w:numId="1693" w16cid:durableId="1352297666">
    <w:abstractNumId w:val="6"/>
  </w:num>
  <w:num w:numId="1694" w16cid:durableId="1696423353">
    <w:abstractNumId w:val="7"/>
  </w:num>
  <w:num w:numId="1695" w16cid:durableId="1856310158">
    <w:abstractNumId w:val="0"/>
  </w:num>
  <w:num w:numId="1696" w16cid:durableId="898709465">
    <w:abstractNumId w:val="1"/>
  </w:num>
  <w:num w:numId="1697" w16cid:durableId="6837558">
    <w:abstractNumId w:val="2"/>
  </w:num>
  <w:num w:numId="1698" w16cid:durableId="1985314358">
    <w:abstractNumId w:val="3"/>
  </w:num>
  <w:num w:numId="1699" w16cid:durableId="326128646">
    <w:abstractNumId w:val="8"/>
  </w:num>
  <w:num w:numId="1700" w16cid:durableId="853804931">
    <w:abstractNumId w:val="4"/>
  </w:num>
  <w:num w:numId="1701" w16cid:durableId="441799908">
    <w:abstractNumId w:val="5"/>
  </w:num>
  <w:num w:numId="1702" w16cid:durableId="715206048">
    <w:abstractNumId w:val="6"/>
  </w:num>
  <w:num w:numId="1703" w16cid:durableId="1262568317">
    <w:abstractNumId w:val="7"/>
  </w:num>
  <w:num w:numId="1704" w16cid:durableId="1635478632">
    <w:abstractNumId w:val="0"/>
  </w:num>
  <w:num w:numId="1705" w16cid:durableId="1736514227">
    <w:abstractNumId w:val="1"/>
  </w:num>
  <w:num w:numId="1706" w16cid:durableId="896278430">
    <w:abstractNumId w:val="2"/>
  </w:num>
  <w:num w:numId="1707" w16cid:durableId="662512237">
    <w:abstractNumId w:val="3"/>
  </w:num>
  <w:num w:numId="1708" w16cid:durableId="1823811682">
    <w:abstractNumId w:val="8"/>
  </w:num>
  <w:num w:numId="1709" w16cid:durableId="133917592">
    <w:abstractNumId w:val="4"/>
  </w:num>
  <w:num w:numId="1710" w16cid:durableId="408120237">
    <w:abstractNumId w:val="5"/>
  </w:num>
  <w:num w:numId="1711" w16cid:durableId="1960717135">
    <w:abstractNumId w:val="6"/>
  </w:num>
  <w:num w:numId="1712" w16cid:durableId="30881610">
    <w:abstractNumId w:val="7"/>
  </w:num>
  <w:num w:numId="1713" w16cid:durableId="1393577631">
    <w:abstractNumId w:val="0"/>
  </w:num>
  <w:num w:numId="1714" w16cid:durableId="1765372063">
    <w:abstractNumId w:val="1"/>
  </w:num>
  <w:num w:numId="1715" w16cid:durableId="1039093049">
    <w:abstractNumId w:val="2"/>
  </w:num>
  <w:num w:numId="1716" w16cid:durableId="785588708">
    <w:abstractNumId w:val="3"/>
  </w:num>
  <w:num w:numId="1717" w16cid:durableId="1981568229">
    <w:abstractNumId w:val="8"/>
  </w:num>
  <w:num w:numId="1718" w16cid:durableId="404910855">
    <w:abstractNumId w:val="4"/>
  </w:num>
  <w:num w:numId="1719" w16cid:durableId="566652898">
    <w:abstractNumId w:val="5"/>
  </w:num>
  <w:num w:numId="1720" w16cid:durableId="1226838449">
    <w:abstractNumId w:val="6"/>
  </w:num>
  <w:num w:numId="1721" w16cid:durableId="1757826628">
    <w:abstractNumId w:val="7"/>
  </w:num>
  <w:num w:numId="1722" w16cid:durableId="479617647">
    <w:abstractNumId w:val="0"/>
  </w:num>
  <w:num w:numId="1723" w16cid:durableId="1312057613">
    <w:abstractNumId w:val="1"/>
  </w:num>
  <w:num w:numId="1724" w16cid:durableId="577136725">
    <w:abstractNumId w:val="2"/>
  </w:num>
  <w:num w:numId="1725" w16cid:durableId="2028482223">
    <w:abstractNumId w:val="3"/>
  </w:num>
  <w:num w:numId="1726" w16cid:durableId="429086129">
    <w:abstractNumId w:val="8"/>
  </w:num>
  <w:num w:numId="1727" w16cid:durableId="931426001">
    <w:abstractNumId w:val="4"/>
  </w:num>
  <w:num w:numId="1728" w16cid:durableId="729040617">
    <w:abstractNumId w:val="5"/>
  </w:num>
  <w:num w:numId="1729" w16cid:durableId="1263107368">
    <w:abstractNumId w:val="6"/>
  </w:num>
  <w:num w:numId="1730" w16cid:durableId="1843232157">
    <w:abstractNumId w:val="7"/>
  </w:num>
  <w:num w:numId="1731" w16cid:durableId="394478403">
    <w:abstractNumId w:val="0"/>
  </w:num>
  <w:num w:numId="1732" w16cid:durableId="506943792">
    <w:abstractNumId w:val="1"/>
  </w:num>
  <w:num w:numId="1733" w16cid:durableId="542601172">
    <w:abstractNumId w:val="2"/>
  </w:num>
  <w:num w:numId="1734" w16cid:durableId="1577206378">
    <w:abstractNumId w:val="3"/>
  </w:num>
  <w:num w:numId="1735" w16cid:durableId="1450709052">
    <w:abstractNumId w:val="8"/>
  </w:num>
  <w:num w:numId="1736" w16cid:durableId="367992198">
    <w:abstractNumId w:val="4"/>
  </w:num>
  <w:num w:numId="1737" w16cid:durableId="1742481802">
    <w:abstractNumId w:val="5"/>
  </w:num>
  <w:num w:numId="1738" w16cid:durableId="399442701">
    <w:abstractNumId w:val="6"/>
  </w:num>
  <w:num w:numId="1739" w16cid:durableId="1420516744">
    <w:abstractNumId w:val="7"/>
  </w:num>
  <w:num w:numId="1740" w16cid:durableId="496070221">
    <w:abstractNumId w:val="0"/>
  </w:num>
  <w:num w:numId="1741" w16cid:durableId="736367191">
    <w:abstractNumId w:val="1"/>
  </w:num>
  <w:num w:numId="1742" w16cid:durableId="1914048632">
    <w:abstractNumId w:val="2"/>
  </w:num>
  <w:num w:numId="1743" w16cid:durableId="1353724505">
    <w:abstractNumId w:val="3"/>
  </w:num>
  <w:num w:numId="1744" w16cid:durableId="1768312097">
    <w:abstractNumId w:val="8"/>
  </w:num>
  <w:num w:numId="1745" w16cid:durableId="396173128">
    <w:abstractNumId w:val="4"/>
  </w:num>
  <w:num w:numId="1746" w16cid:durableId="1380787591">
    <w:abstractNumId w:val="5"/>
  </w:num>
  <w:num w:numId="1747" w16cid:durableId="1941404060">
    <w:abstractNumId w:val="6"/>
  </w:num>
  <w:num w:numId="1748" w16cid:durableId="2023819769">
    <w:abstractNumId w:val="7"/>
  </w:num>
  <w:num w:numId="1749" w16cid:durableId="1916818946">
    <w:abstractNumId w:val="0"/>
  </w:num>
  <w:num w:numId="1750" w16cid:durableId="1399594517">
    <w:abstractNumId w:val="1"/>
  </w:num>
  <w:num w:numId="1751" w16cid:durableId="1662810657">
    <w:abstractNumId w:val="2"/>
  </w:num>
  <w:num w:numId="1752" w16cid:durableId="304772974">
    <w:abstractNumId w:val="3"/>
  </w:num>
  <w:num w:numId="1753" w16cid:durableId="2005889131">
    <w:abstractNumId w:val="8"/>
  </w:num>
  <w:num w:numId="1754" w16cid:durableId="740830655">
    <w:abstractNumId w:val="4"/>
  </w:num>
  <w:num w:numId="1755" w16cid:durableId="1927112374">
    <w:abstractNumId w:val="5"/>
  </w:num>
  <w:num w:numId="1756" w16cid:durableId="1739283076">
    <w:abstractNumId w:val="6"/>
  </w:num>
  <w:num w:numId="1757" w16cid:durableId="1104690459">
    <w:abstractNumId w:val="7"/>
  </w:num>
  <w:num w:numId="1758" w16cid:durableId="476412282">
    <w:abstractNumId w:val="0"/>
  </w:num>
  <w:num w:numId="1759" w16cid:durableId="1914776916">
    <w:abstractNumId w:val="1"/>
  </w:num>
  <w:num w:numId="1760" w16cid:durableId="1908765627">
    <w:abstractNumId w:val="2"/>
  </w:num>
  <w:num w:numId="1761" w16cid:durableId="1027756590">
    <w:abstractNumId w:val="3"/>
  </w:num>
  <w:num w:numId="1762" w16cid:durableId="1334260010">
    <w:abstractNumId w:val="8"/>
  </w:num>
  <w:num w:numId="1763" w16cid:durableId="1015421264">
    <w:abstractNumId w:val="26"/>
  </w:num>
  <w:num w:numId="1764" w16cid:durableId="280764314">
    <w:abstractNumId w:val="4"/>
  </w:num>
  <w:num w:numId="1765" w16cid:durableId="180093482">
    <w:abstractNumId w:val="5"/>
  </w:num>
  <w:num w:numId="1766" w16cid:durableId="174081184">
    <w:abstractNumId w:val="6"/>
  </w:num>
  <w:num w:numId="1767" w16cid:durableId="575365049">
    <w:abstractNumId w:val="7"/>
  </w:num>
  <w:num w:numId="1768" w16cid:durableId="954366796">
    <w:abstractNumId w:val="0"/>
  </w:num>
  <w:num w:numId="1769" w16cid:durableId="739061279">
    <w:abstractNumId w:val="1"/>
  </w:num>
  <w:num w:numId="1770" w16cid:durableId="1502311849">
    <w:abstractNumId w:val="2"/>
  </w:num>
  <w:num w:numId="1771" w16cid:durableId="333917634">
    <w:abstractNumId w:val="3"/>
  </w:num>
  <w:num w:numId="1772" w16cid:durableId="1313562882">
    <w:abstractNumId w:val="8"/>
  </w:num>
  <w:num w:numId="1773" w16cid:durableId="300891575">
    <w:abstractNumId w:val="4"/>
  </w:num>
  <w:num w:numId="1774" w16cid:durableId="451751581">
    <w:abstractNumId w:val="5"/>
  </w:num>
  <w:num w:numId="1775" w16cid:durableId="2108622228">
    <w:abstractNumId w:val="6"/>
  </w:num>
  <w:num w:numId="1776" w16cid:durableId="1506894503">
    <w:abstractNumId w:val="7"/>
  </w:num>
  <w:num w:numId="1777" w16cid:durableId="780221495">
    <w:abstractNumId w:val="0"/>
  </w:num>
  <w:num w:numId="1778" w16cid:durableId="519006134">
    <w:abstractNumId w:val="1"/>
  </w:num>
  <w:num w:numId="1779" w16cid:durableId="1949700128">
    <w:abstractNumId w:val="2"/>
  </w:num>
  <w:num w:numId="1780" w16cid:durableId="1555702469">
    <w:abstractNumId w:val="3"/>
  </w:num>
  <w:num w:numId="1781" w16cid:durableId="66266980">
    <w:abstractNumId w:val="8"/>
  </w:num>
  <w:num w:numId="1782" w16cid:durableId="1337421626">
    <w:abstractNumId w:val="4"/>
  </w:num>
  <w:num w:numId="1783" w16cid:durableId="1010182557">
    <w:abstractNumId w:val="5"/>
  </w:num>
  <w:num w:numId="1784" w16cid:durableId="138888984">
    <w:abstractNumId w:val="6"/>
  </w:num>
  <w:num w:numId="1785" w16cid:durableId="1862474527">
    <w:abstractNumId w:val="7"/>
  </w:num>
  <w:num w:numId="1786" w16cid:durableId="1065032713">
    <w:abstractNumId w:val="0"/>
  </w:num>
  <w:num w:numId="1787" w16cid:durableId="1463620469">
    <w:abstractNumId w:val="1"/>
  </w:num>
  <w:num w:numId="1788" w16cid:durableId="1164397467">
    <w:abstractNumId w:val="2"/>
  </w:num>
  <w:num w:numId="1789" w16cid:durableId="1614749176">
    <w:abstractNumId w:val="3"/>
  </w:num>
  <w:num w:numId="1790" w16cid:durableId="60295651">
    <w:abstractNumId w:val="8"/>
  </w:num>
  <w:num w:numId="1791" w16cid:durableId="329672929">
    <w:abstractNumId w:val="4"/>
  </w:num>
  <w:num w:numId="1792" w16cid:durableId="567618049">
    <w:abstractNumId w:val="5"/>
  </w:num>
  <w:num w:numId="1793" w16cid:durableId="826675107">
    <w:abstractNumId w:val="6"/>
  </w:num>
  <w:num w:numId="1794" w16cid:durableId="2128162627">
    <w:abstractNumId w:val="7"/>
  </w:num>
  <w:num w:numId="1795" w16cid:durableId="417140298">
    <w:abstractNumId w:val="0"/>
  </w:num>
  <w:num w:numId="1796" w16cid:durableId="1475443488">
    <w:abstractNumId w:val="1"/>
  </w:num>
  <w:num w:numId="1797" w16cid:durableId="829833705">
    <w:abstractNumId w:val="2"/>
  </w:num>
  <w:num w:numId="1798" w16cid:durableId="364988246">
    <w:abstractNumId w:val="3"/>
  </w:num>
  <w:num w:numId="1799" w16cid:durableId="1557814073">
    <w:abstractNumId w:val="8"/>
  </w:num>
  <w:num w:numId="1800" w16cid:durableId="1787919212">
    <w:abstractNumId w:val="4"/>
  </w:num>
  <w:num w:numId="1801" w16cid:durableId="718162165">
    <w:abstractNumId w:val="5"/>
  </w:num>
  <w:num w:numId="1802" w16cid:durableId="183253703">
    <w:abstractNumId w:val="6"/>
  </w:num>
  <w:num w:numId="1803" w16cid:durableId="1159073722">
    <w:abstractNumId w:val="7"/>
  </w:num>
  <w:num w:numId="1804" w16cid:durableId="133330977">
    <w:abstractNumId w:val="0"/>
  </w:num>
  <w:num w:numId="1805" w16cid:durableId="1561208524">
    <w:abstractNumId w:val="1"/>
  </w:num>
  <w:num w:numId="1806" w16cid:durableId="612249271">
    <w:abstractNumId w:val="2"/>
  </w:num>
  <w:num w:numId="1807" w16cid:durableId="376471208">
    <w:abstractNumId w:val="3"/>
  </w:num>
  <w:num w:numId="1808" w16cid:durableId="1628124669">
    <w:abstractNumId w:val="8"/>
  </w:num>
  <w:num w:numId="1809" w16cid:durableId="89158234">
    <w:abstractNumId w:val="4"/>
  </w:num>
  <w:num w:numId="1810" w16cid:durableId="741636611">
    <w:abstractNumId w:val="5"/>
  </w:num>
  <w:num w:numId="1811" w16cid:durableId="887303982">
    <w:abstractNumId w:val="6"/>
  </w:num>
  <w:num w:numId="1812" w16cid:durableId="865678806">
    <w:abstractNumId w:val="7"/>
  </w:num>
  <w:num w:numId="1813" w16cid:durableId="1760517103">
    <w:abstractNumId w:val="0"/>
  </w:num>
  <w:num w:numId="1814" w16cid:durableId="464279008">
    <w:abstractNumId w:val="1"/>
  </w:num>
  <w:num w:numId="1815" w16cid:durableId="258611466">
    <w:abstractNumId w:val="2"/>
  </w:num>
  <w:num w:numId="1816" w16cid:durableId="1025787879">
    <w:abstractNumId w:val="3"/>
  </w:num>
  <w:num w:numId="1817" w16cid:durableId="1166747508">
    <w:abstractNumId w:val="8"/>
  </w:num>
  <w:num w:numId="1818" w16cid:durableId="2106530987">
    <w:abstractNumId w:val="14"/>
  </w:num>
  <w:num w:numId="1819" w16cid:durableId="1474910786">
    <w:abstractNumId w:val="4"/>
  </w:num>
  <w:num w:numId="1820" w16cid:durableId="2020234212">
    <w:abstractNumId w:val="5"/>
  </w:num>
  <w:num w:numId="1821" w16cid:durableId="970205310">
    <w:abstractNumId w:val="6"/>
  </w:num>
  <w:num w:numId="1822" w16cid:durableId="937760930">
    <w:abstractNumId w:val="7"/>
  </w:num>
  <w:num w:numId="1823" w16cid:durableId="2063138916">
    <w:abstractNumId w:val="0"/>
  </w:num>
  <w:num w:numId="1824" w16cid:durableId="246504877">
    <w:abstractNumId w:val="1"/>
  </w:num>
  <w:num w:numId="1825" w16cid:durableId="32393035">
    <w:abstractNumId w:val="2"/>
  </w:num>
  <w:num w:numId="1826" w16cid:durableId="36509052">
    <w:abstractNumId w:val="3"/>
  </w:num>
  <w:num w:numId="1827" w16cid:durableId="1167281891">
    <w:abstractNumId w:val="8"/>
  </w:num>
  <w:num w:numId="1828" w16cid:durableId="154155040">
    <w:abstractNumId w:val="4"/>
  </w:num>
  <w:num w:numId="1829" w16cid:durableId="419839601">
    <w:abstractNumId w:val="5"/>
  </w:num>
  <w:num w:numId="1830" w16cid:durableId="138965442">
    <w:abstractNumId w:val="6"/>
  </w:num>
  <w:num w:numId="1831" w16cid:durableId="1285044328">
    <w:abstractNumId w:val="7"/>
  </w:num>
  <w:num w:numId="1832" w16cid:durableId="217282322">
    <w:abstractNumId w:val="0"/>
  </w:num>
  <w:num w:numId="1833" w16cid:durableId="346249615">
    <w:abstractNumId w:val="1"/>
  </w:num>
  <w:num w:numId="1834" w16cid:durableId="679042944">
    <w:abstractNumId w:val="2"/>
  </w:num>
  <w:num w:numId="1835" w16cid:durableId="165172552">
    <w:abstractNumId w:val="3"/>
  </w:num>
  <w:num w:numId="1836" w16cid:durableId="1259870585">
    <w:abstractNumId w:val="8"/>
  </w:num>
  <w:num w:numId="1837" w16cid:durableId="515271304">
    <w:abstractNumId w:val="4"/>
  </w:num>
  <w:num w:numId="1838" w16cid:durableId="1463961589">
    <w:abstractNumId w:val="5"/>
  </w:num>
  <w:num w:numId="1839" w16cid:durableId="1866214226">
    <w:abstractNumId w:val="6"/>
  </w:num>
  <w:num w:numId="1840" w16cid:durableId="1198548003">
    <w:abstractNumId w:val="7"/>
  </w:num>
  <w:num w:numId="1841" w16cid:durableId="1302421679">
    <w:abstractNumId w:val="0"/>
  </w:num>
  <w:num w:numId="1842" w16cid:durableId="83191982">
    <w:abstractNumId w:val="1"/>
  </w:num>
  <w:num w:numId="1843" w16cid:durableId="1922984748">
    <w:abstractNumId w:val="2"/>
  </w:num>
  <w:num w:numId="1844" w16cid:durableId="665521519">
    <w:abstractNumId w:val="3"/>
  </w:num>
  <w:num w:numId="1845" w16cid:durableId="283852405">
    <w:abstractNumId w:val="8"/>
  </w:num>
  <w:num w:numId="1846" w16cid:durableId="128674679">
    <w:abstractNumId w:val="33"/>
  </w:num>
  <w:num w:numId="1847" w16cid:durableId="1678582977">
    <w:abstractNumId w:val="32"/>
  </w:num>
  <w:num w:numId="1848" w16cid:durableId="694890581">
    <w:abstractNumId w:val="4"/>
  </w:num>
  <w:num w:numId="1849" w16cid:durableId="1313604090">
    <w:abstractNumId w:val="5"/>
  </w:num>
  <w:num w:numId="1850" w16cid:durableId="1234975259">
    <w:abstractNumId w:val="6"/>
  </w:num>
  <w:num w:numId="1851" w16cid:durableId="1976832568">
    <w:abstractNumId w:val="7"/>
  </w:num>
  <w:num w:numId="1852" w16cid:durableId="937058016">
    <w:abstractNumId w:val="0"/>
  </w:num>
  <w:num w:numId="1853" w16cid:durableId="1575160596">
    <w:abstractNumId w:val="1"/>
  </w:num>
  <w:num w:numId="1854" w16cid:durableId="1223902583">
    <w:abstractNumId w:val="2"/>
  </w:num>
  <w:num w:numId="1855" w16cid:durableId="1768579246">
    <w:abstractNumId w:val="3"/>
  </w:num>
  <w:num w:numId="1856" w16cid:durableId="1060253120">
    <w:abstractNumId w:val="8"/>
  </w:num>
  <w:num w:numId="1857" w16cid:durableId="583421725">
    <w:abstractNumId w:val="4"/>
  </w:num>
  <w:num w:numId="1858" w16cid:durableId="843084397">
    <w:abstractNumId w:val="5"/>
  </w:num>
  <w:num w:numId="1859" w16cid:durableId="1802379382">
    <w:abstractNumId w:val="6"/>
  </w:num>
  <w:num w:numId="1860" w16cid:durableId="390344280">
    <w:abstractNumId w:val="7"/>
  </w:num>
  <w:num w:numId="1861" w16cid:durableId="1597513543">
    <w:abstractNumId w:val="0"/>
  </w:num>
  <w:num w:numId="1862" w16cid:durableId="734859286">
    <w:abstractNumId w:val="1"/>
  </w:num>
  <w:num w:numId="1863" w16cid:durableId="1977832652">
    <w:abstractNumId w:val="2"/>
  </w:num>
  <w:num w:numId="1864" w16cid:durableId="1031107772">
    <w:abstractNumId w:val="3"/>
  </w:num>
  <w:num w:numId="1865" w16cid:durableId="916019740">
    <w:abstractNumId w:val="8"/>
  </w:num>
  <w:num w:numId="1866" w16cid:durableId="1519615450">
    <w:abstractNumId w:val="4"/>
  </w:num>
  <w:num w:numId="1867" w16cid:durableId="707030268">
    <w:abstractNumId w:val="5"/>
  </w:num>
  <w:num w:numId="1868" w16cid:durableId="938177735">
    <w:abstractNumId w:val="6"/>
  </w:num>
  <w:num w:numId="1869" w16cid:durableId="628556633">
    <w:abstractNumId w:val="7"/>
  </w:num>
  <w:num w:numId="1870" w16cid:durableId="888342636">
    <w:abstractNumId w:val="0"/>
  </w:num>
  <w:num w:numId="1871" w16cid:durableId="111678189">
    <w:abstractNumId w:val="1"/>
  </w:num>
  <w:num w:numId="1872" w16cid:durableId="942104236">
    <w:abstractNumId w:val="2"/>
  </w:num>
  <w:num w:numId="1873" w16cid:durableId="1734035729">
    <w:abstractNumId w:val="3"/>
  </w:num>
  <w:num w:numId="1874" w16cid:durableId="287668082">
    <w:abstractNumId w:val="8"/>
  </w:num>
  <w:num w:numId="1875" w16cid:durableId="652295833">
    <w:abstractNumId w:val="4"/>
  </w:num>
  <w:num w:numId="1876" w16cid:durableId="724135965">
    <w:abstractNumId w:val="5"/>
  </w:num>
  <w:num w:numId="1877" w16cid:durableId="1629166436">
    <w:abstractNumId w:val="6"/>
  </w:num>
  <w:num w:numId="1878" w16cid:durableId="326176666">
    <w:abstractNumId w:val="7"/>
  </w:num>
  <w:num w:numId="1879" w16cid:durableId="1574781175">
    <w:abstractNumId w:val="0"/>
  </w:num>
  <w:num w:numId="1880" w16cid:durableId="456679572">
    <w:abstractNumId w:val="1"/>
  </w:num>
  <w:num w:numId="1881" w16cid:durableId="1071149568">
    <w:abstractNumId w:val="2"/>
  </w:num>
  <w:num w:numId="1882" w16cid:durableId="450830987">
    <w:abstractNumId w:val="3"/>
  </w:num>
  <w:num w:numId="1883" w16cid:durableId="1108425890">
    <w:abstractNumId w:val="8"/>
  </w:num>
  <w:num w:numId="1884" w16cid:durableId="2054842970">
    <w:abstractNumId w:val="4"/>
  </w:num>
  <w:num w:numId="1885" w16cid:durableId="1578175502">
    <w:abstractNumId w:val="5"/>
  </w:num>
  <w:num w:numId="1886" w16cid:durableId="653413064">
    <w:abstractNumId w:val="6"/>
  </w:num>
  <w:num w:numId="1887" w16cid:durableId="55904630">
    <w:abstractNumId w:val="7"/>
  </w:num>
  <w:num w:numId="1888" w16cid:durableId="632367075">
    <w:abstractNumId w:val="0"/>
  </w:num>
  <w:num w:numId="1889" w16cid:durableId="2130200682">
    <w:abstractNumId w:val="1"/>
  </w:num>
  <w:num w:numId="1890" w16cid:durableId="1192765235">
    <w:abstractNumId w:val="2"/>
  </w:num>
  <w:num w:numId="1891" w16cid:durableId="80302574">
    <w:abstractNumId w:val="3"/>
  </w:num>
  <w:num w:numId="1892" w16cid:durableId="1976055870">
    <w:abstractNumId w:val="8"/>
  </w:num>
  <w:num w:numId="1893" w16cid:durableId="565607235">
    <w:abstractNumId w:val="4"/>
  </w:num>
  <w:num w:numId="1894" w16cid:durableId="192575815">
    <w:abstractNumId w:val="5"/>
  </w:num>
  <w:num w:numId="1895" w16cid:durableId="361631841">
    <w:abstractNumId w:val="6"/>
  </w:num>
  <w:num w:numId="1896" w16cid:durableId="985550706">
    <w:abstractNumId w:val="7"/>
  </w:num>
  <w:num w:numId="1897" w16cid:durableId="1901092929">
    <w:abstractNumId w:val="0"/>
  </w:num>
  <w:num w:numId="1898" w16cid:durableId="37557177">
    <w:abstractNumId w:val="1"/>
  </w:num>
  <w:num w:numId="1899" w16cid:durableId="1122919944">
    <w:abstractNumId w:val="2"/>
  </w:num>
  <w:num w:numId="1900" w16cid:durableId="1458600481">
    <w:abstractNumId w:val="3"/>
  </w:num>
  <w:num w:numId="1901" w16cid:durableId="1620136914">
    <w:abstractNumId w:val="8"/>
  </w:num>
  <w:num w:numId="1902" w16cid:durableId="1516963069">
    <w:abstractNumId w:val="19"/>
  </w:num>
  <w:num w:numId="1903" w16cid:durableId="1688091580">
    <w:abstractNumId w:val="4"/>
  </w:num>
  <w:num w:numId="1904" w16cid:durableId="114637223">
    <w:abstractNumId w:val="5"/>
  </w:num>
  <w:num w:numId="1905" w16cid:durableId="477957050">
    <w:abstractNumId w:val="6"/>
  </w:num>
  <w:num w:numId="1906" w16cid:durableId="635254919">
    <w:abstractNumId w:val="7"/>
  </w:num>
  <w:num w:numId="1907" w16cid:durableId="457995293">
    <w:abstractNumId w:val="0"/>
  </w:num>
  <w:num w:numId="1908" w16cid:durableId="511140778">
    <w:abstractNumId w:val="1"/>
  </w:num>
  <w:num w:numId="1909" w16cid:durableId="1695377921">
    <w:abstractNumId w:val="2"/>
  </w:num>
  <w:num w:numId="1910" w16cid:durableId="1906063369">
    <w:abstractNumId w:val="3"/>
  </w:num>
  <w:num w:numId="1911" w16cid:durableId="1712152548">
    <w:abstractNumId w:val="8"/>
  </w:num>
  <w:num w:numId="1912" w16cid:durableId="973024648">
    <w:abstractNumId w:val="4"/>
  </w:num>
  <w:num w:numId="1913" w16cid:durableId="2068799242">
    <w:abstractNumId w:val="5"/>
  </w:num>
  <w:num w:numId="1914" w16cid:durableId="1022440477">
    <w:abstractNumId w:val="6"/>
  </w:num>
  <w:num w:numId="1915" w16cid:durableId="697853308">
    <w:abstractNumId w:val="7"/>
  </w:num>
  <w:num w:numId="1916" w16cid:durableId="664631958">
    <w:abstractNumId w:val="0"/>
  </w:num>
  <w:num w:numId="1917" w16cid:durableId="1133136257">
    <w:abstractNumId w:val="1"/>
  </w:num>
  <w:num w:numId="1918" w16cid:durableId="435948701">
    <w:abstractNumId w:val="2"/>
  </w:num>
  <w:num w:numId="1919" w16cid:durableId="1366129903">
    <w:abstractNumId w:val="3"/>
  </w:num>
  <w:num w:numId="1920" w16cid:durableId="1256671797">
    <w:abstractNumId w:val="8"/>
  </w:num>
  <w:num w:numId="1921" w16cid:durableId="1658457312">
    <w:abstractNumId w:val="4"/>
  </w:num>
  <w:num w:numId="1922" w16cid:durableId="1109396190">
    <w:abstractNumId w:val="5"/>
  </w:num>
  <w:num w:numId="1923" w16cid:durableId="1777209292">
    <w:abstractNumId w:val="6"/>
  </w:num>
  <w:num w:numId="1924" w16cid:durableId="327175666">
    <w:abstractNumId w:val="7"/>
  </w:num>
  <w:num w:numId="1925" w16cid:durableId="900869120">
    <w:abstractNumId w:val="0"/>
  </w:num>
  <w:num w:numId="1926" w16cid:durableId="366297685">
    <w:abstractNumId w:val="1"/>
  </w:num>
  <w:num w:numId="1927" w16cid:durableId="566457071">
    <w:abstractNumId w:val="2"/>
  </w:num>
  <w:num w:numId="1928" w16cid:durableId="512375218">
    <w:abstractNumId w:val="3"/>
  </w:num>
  <w:num w:numId="1929" w16cid:durableId="1533303181">
    <w:abstractNumId w:val="8"/>
  </w:num>
  <w:num w:numId="1930" w16cid:durableId="1499922568">
    <w:abstractNumId w:val="4"/>
  </w:num>
  <w:num w:numId="1931" w16cid:durableId="707149547">
    <w:abstractNumId w:val="5"/>
  </w:num>
  <w:num w:numId="1932" w16cid:durableId="1523862838">
    <w:abstractNumId w:val="6"/>
  </w:num>
  <w:num w:numId="1933" w16cid:durableId="684601493">
    <w:abstractNumId w:val="7"/>
  </w:num>
  <w:num w:numId="1934" w16cid:durableId="1273704013">
    <w:abstractNumId w:val="0"/>
  </w:num>
  <w:num w:numId="1935" w16cid:durableId="276910647">
    <w:abstractNumId w:val="1"/>
  </w:num>
  <w:num w:numId="1936" w16cid:durableId="711612234">
    <w:abstractNumId w:val="2"/>
  </w:num>
  <w:num w:numId="1937" w16cid:durableId="1929729482">
    <w:abstractNumId w:val="3"/>
  </w:num>
  <w:num w:numId="1938" w16cid:durableId="891500533">
    <w:abstractNumId w:val="8"/>
  </w:num>
  <w:num w:numId="1939" w16cid:durableId="1976060948">
    <w:abstractNumId w:val="4"/>
  </w:num>
  <w:num w:numId="1940" w16cid:durableId="106124279">
    <w:abstractNumId w:val="5"/>
  </w:num>
  <w:num w:numId="1941" w16cid:durableId="1783961603">
    <w:abstractNumId w:val="6"/>
  </w:num>
  <w:num w:numId="1942" w16cid:durableId="1992100662">
    <w:abstractNumId w:val="7"/>
  </w:num>
  <w:num w:numId="1943" w16cid:durableId="1084378146">
    <w:abstractNumId w:val="0"/>
  </w:num>
  <w:num w:numId="1944" w16cid:durableId="1525166002">
    <w:abstractNumId w:val="1"/>
  </w:num>
  <w:num w:numId="1945" w16cid:durableId="87771115">
    <w:abstractNumId w:val="2"/>
  </w:num>
  <w:num w:numId="1946" w16cid:durableId="1589996293">
    <w:abstractNumId w:val="3"/>
  </w:num>
  <w:num w:numId="1947" w16cid:durableId="1845513144">
    <w:abstractNumId w:val="8"/>
  </w:num>
  <w:num w:numId="1948" w16cid:durableId="486826355">
    <w:abstractNumId w:val="27"/>
  </w:num>
  <w:num w:numId="1949" w16cid:durableId="2009359172">
    <w:abstractNumId w:val="36"/>
  </w:num>
  <w:num w:numId="1950" w16cid:durableId="285232830">
    <w:abstractNumId w:val="4"/>
  </w:num>
  <w:num w:numId="1951" w16cid:durableId="1193347341">
    <w:abstractNumId w:val="5"/>
  </w:num>
  <w:num w:numId="1952" w16cid:durableId="492797630">
    <w:abstractNumId w:val="6"/>
  </w:num>
  <w:num w:numId="1953" w16cid:durableId="1059982147">
    <w:abstractNumId w:val="7"/>
  </w:num>
  <w:num w:numId="1954" w16cid:durableId="512695145">
    <w:abstractNumId w:val="0"/>
  </w:num>
  <w:num w:numId="1955" w16cid:durableId="415708258">
    <w:abstractNumId w:val="1"/>
  </w:num>
  <w:num w:numId="1956" w16cid:durableId="1063914586">
    <w:abstractNumId w:val="2"/>
  </w:num>
  <w:num w:numId="1957" w16cid:durableId="1666780938">
    <w:abstractNumId w:val="3"/>
  </w:num>
  <w:num w:numId="1958" w16cid:durableId="1274021610">
    <w:abstractNumId w:val="8"/>
  </w:num>
  <w:num w:numId="1959" w16cid:durableId="1986934337">
    <w:abstractNumId w:val="4"/>
  </w:num>
  <w:num w:numId="1960" w16cid:durableId="1514029201">
    <w:abstractNumId w:val="5"/>
  </w:num>
  <w:num w:numId="1961" w16cid:durableId="420374788">
    <w:abstractNumId w:val="6"/>
  </w:num>
  <w:num w:numId="1962" w16cid:durableId="603926076">
    <w:abstractNumId w:val="7"/>
  </w:num>
  <w:num w:numId="1963" w16cid:durableId="1235239022">
    <w:abstractNumId w:val="0"/>
  </w:num>
  <w:num w:numId="1964" w16cid:durableId="996109204">
    <w:abstractNumId w:val="1"/>
  </w:num>
  <w:num w:numId="1965" w16cid:durableId="2047680722">
    <w:abstractNumId w:val="2"/>
  </w:num>
  <w:num w:numId="1966" w16cid:durableId="1372413502">
    <w:abstractNumId w:val="3"/>
  </w:num>
  <w:num w:numId="1967" w16cid:durableId="1538615210">
    <w:abstractNumId w:val="8"/>
  </w:num>
  <w:num w:numId="1968" w16cid:durableId="14618741">
    <w:abstractNumId w:val="4"/>
  </w:num>
  <w:num w:numId="1969" w16cid:durableId="932858433">
    <w:abstractNumId w:val="5"/>
  </w:num>
  <w:num w:numId="1970" w16cid:durableId="1035891301">
    <w:abstractNumId w:val="6"/>
  </w:num>
  <w:num w:numId="1971" w16cid:durableId="760831876">
    <w:abstractNumId w:val="7"/>
  </w:num>
  <w:num w:numId="1972" w16cid:durableId="1855149630">
    <w:abstractNumId w:val="0"/>
  </w:num>
  <w:num w:numId="1973" w16cid:durableId="82725636">
    <w:abstractNumId w:val="1"/>
  </w:num>
  <w:num w:numId="1974" w16cid:durableId="1269197873">
    <w:abstractNumId w:val="2"/>
  </w:num>
  <w:num w:numId="1975" w16cid:durableId="1396659940">
    <w:abstractNumId w:val="3"/>
  </w:num>
  <w:num w:numId="1976" w16cid:durableId="877668305">
    <w:abstractNumId w:val="8"/>
  </w:num>
  <w:num w:numId="1977" w16cid:durableId="1774327303">
    <w:abstractNumId w:val="4"/>
  </w:num>
  <w:num w:numId="1978" w16cid:durableId="961152703">
    <w:abstractNumId w:val="5"/>
  </w:num>
  <w:num w:numId="1979" w16cid:durableId="1945264342">
    <w:abstractNumId w:val="6"/>
  </w:num>
  <w:num w:numId="1980" w16cid:durableId="1937984648">
    <w:abstractNumId w:val="7"/>
  </w:num>
  <w:num w:numId="1981" w16cid:durableId="1424569176">
    <w:abstractNumId w:val="0"/>
  </w:num>
  <w:num w:numId="1982" w16cid:durableId="373191149">
    <w:abstractNumId w:val="1"/>
  </w:num>
  <w:num w:numId="1983" w16cid:durableId="519003907">
    <w:abstractNumId w:val="2"/>
  </w:num>
  <w:num w:numId="1984" w16cid:durableId="1483544161">
    <w:abstractNumId w:val="3"/>
  </w:num>
  <w:num w:numId="1985" w16cid:durableId="1193305065">
    <w:abstractNumId w:val="8"/>
  </w:num>
  <w:num w:numId="1986" w16cid:durableId="178276938">
    <w:abstractNumId w:val="28"/>
  </w:num>
  <w:num w:numId="1987" w16cid:durableId="1510944068">
    <w:abstractNumId w:val="29"/>
  </w:num>
  <w:num w:numId="1988" w16cid:durableId="1788348054">
    <w:abstractNumId w:val="4"/>
  </w:num>
  <w:num w:numId="1989" w16cid:durableId="2036688899">
    <w:abstractNumId w:val="5"/>
  </w:num>
  <w:num w:numId="1990" w16cid:durableId="403651918">
    <w:abstractNumId w:val="6"/>
  </w:num>
  <w:num w:numId="1991" w16cid:durableId="553926816">
    <w:abstractNumId w:val="7"/>
  </w:num>
  <w:num w:numId="1992" w16cid:durableId="1050226610">
    <w:abstractNumId w:val="0"/>
  </w:num>
  <w:num w:numId="1993" w16cid:durableId="116876912">
    <w:abstractNumId w:val="1"/>
  </w:num>
  <w:num w:numId="1994" w16cid:durableId="499854445">
    <w:abstractNumId w:val="2"/>
  </w:num>
  <w:num w:numId="1995" w16cid:durableId="364134293">
    <w:abstractNumId w:val="3"/>
  </w:num>
  <w:num w:numId="1996" w16cid:durableId="1430001499">
    <w:abstractNumId w:val="8"/>
  </w:num>
  <w:num w:numId="1997" w16cid:durableId="1507744542">
    <w:abstractNumId w:val="4"/>
  </w:num>
  <w:num w:numId="1998" w16cid:durableId="374163937">
    <w:abstractNumId w:val="5"/>
  </w:num>
  <w:num w:numId="1999" w16cid:durableId="1405637905">
    <w:abstractNumId w:val="6"/>
  </w:num>
  <w:num w:numId="2000" w16cid:durableId="1899627515">
    <w:abstractNumId w:val="7"/>
  </w:num>
  <w:num w:numId="2001" w16cid:durableId="837117136">
    <w:abstractNumId w:val="0"/>
  </w:num>
  <w:num w:numId="2002" w16cid:durableId="834880933">
    <w:abstractNumId w:val="13"/>
  </w:num>
  <w:num w:numId="2003" w16cid:durableId="1324351923">
    <w:abstractNumId w:val="30"/>
  </w:num>
  <w:num w:numId="2004" w16cid:durableId="565847967">
    <w:abstractNumId w:val="35"/>
  </w:num>
  <w:num w:numId="2005" w16cid:durableId="1715083652">
    <w:abstractNumId w:val="15"/>
  </w:num>
  <w:num w:numId="2006" w16cid:durableId="416364781">
    <w:abstractNumId w:val="34"/>
  </w:num>
  <w:num w:numId="2007" w16cid:durableId="1858883855">
    <w:abstractNumId w:val="10"/>
  </w:num>
  <w:num w:numId="2008" w16cid:durableId="1221090484">
    <w:abstractNumId w:val="24"/>
  </w:num>
  <w:num w:numId="2009" w16cid:durableId="1533490853">
    <w:abstractNumId w:val="20"/>
  </w:num>
  <w:num w:numId="2010" w16cid:durableId="1580092582">
    <w:abstractNumId w:val="22"/>
  </w:num>
  <w:num w:numId="2011" w16cid:durableId="353245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2" w16cid:durableId="203426478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B8C"/>
    <w:rsid w:val="00074AE5"/>
    <w:rsid w:val="000A043C"/>
    <w:rsid w:val="000F4A10"/>
    <w:rsid w:val="00131197"/>
    <w:rsid w:val="00154214"/>
    <w:rsid w:val="00190586"/>
    <w:rsid w:val="001A4E03"/>
    <w:rsid w:val="001D143F"/>
    <w:rsid w:val="001E141C"/>
    <w:rsid w:val="002070F3"/>
    <w:rsid w:val="00291711"/>
    <w:rsid w:val="00296BFA"/>
    <w:rsid w:val="00297102"/>
    <w:rsid w:val="002E0035"/>
    <w:rsid w:val="002F6935"/>
    <w:rsid w:val="003A00CD"/>
    <w:rsid w:val="004E32BD"/>
    <w:rsid w:val="00520961"/>
    <w:rsid w:val="0054364D"/>
    <w:rsid w:val="00602123"/>
    <w:rsid w:val="00625078"/>
    <w:rsid w:val="0063144B"/>
    <w:rsid w:val="006505A8"/>
    <w:rsid w:val="006D2B2E"/>
    <w:rsid w:val="00744445"/>
    <w:rsid w:val="007F05A9"/>
    <w:rsid w:val="0082544C"/>
    <w:rsid w:val="00834EFF"/>
    <w:rsid w:val="00854606"/>
    <w:rsid w:val="008631F9"/>
    <w:rsid w:val="008861F5"/>
    <w:rsid w:val="00893A6D"/>
    <w:rsid w:val="0090794E"/>
    <w:rsid w:val="00A1512B"/>
    <w:rsid w:val="00A23E43"/>
    <w:rsid w:val="00A70B8C"/>
    <w:rsid w:val="00A76EF2"/>
    <w:rsid w:val="00AA78C3"/>
    <w:rsid w:val="00AF4070"/>
    <w:rsid w:val="00B57D83"/>
    <w:rsid w:val="00BA28D3"/>
    <w:rsid w:val="00BA35B1"/>
    <w:rsid w:val="00C20804"/>
    <w:rsid w:val="00C2355A"/>
    <w:rsid w:val="00C374FB"/>
    <w:rsid w:val="00CA57DC"/>
    <w:rsid w:val="00CB013C"/>
    <w:rsid w:val="00D33AD8"/>
    <w:rsid w:val="00D41448"/>
    <w:rsid w:val="00D8066E"/>
    <w:rsid w:val="00D86B0E"/>
    <w:rsid w:val="00DB76D4"/>
    <w:rsid w:val="00E71F13"/>
    <w:rsid w:val="00F300AB"/>
    <w:rsid w:val="00F50884"/>
    <w:rsid w:val="00FB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1FC51"/>
  <w15:chartTrackingRefBased/>
  <w15:docId w15:val="{1E0B6687-2873-514F-80D4-A57F603D1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0CD"/>
    <w:pPr>
      <w:spacing w:after="240" w:line="264" w:lineRule="auto"/>
    </w:pPr>
    <w:rPr>
      <w:rFonts w:ascii="Corbel" w:hAnsi="Corbel" w:cs="Times New Roman (CS-brödtext)"/>
      <w:sz w:val="22"/>
    </w:rPr>
  </w:style>
  <w:style w:type="paragraph" w:styleId="Rubrik1">
    <w:name w:val="heading 1"/>
    <w:basedOn w:val="Normal"/>
    <w:next w:val="Normal"/>
    <w:link w:val="Rubrik1Char"/>
    <w:uiPriority w:val="9"/>
    <w:qFormat/>
    <w:rsid w:val="00602123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="Times New Roman (CS-rubriker)"/>
      <w:b/>
      <w:caps/>
      <w:color w:val="000000" w:themeColor="text1"/>
      <w:sz w:val="36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602123"/>
    <w:pPr>
      <w:keepNext/>
      <w:keepLines/>
      <w:spacing w:before="360" w:after="200" w:line="240" w:lineRule="auto"/>
      <w:outlineLvl w:val="1"/>
    </w:pPr>
    <w:rPr>
      <w:rFonts w:asciiTheme="majorHAnsi" w:eastAsiaTheme="majorEastAsia" w:hAnsiTheme="majorHAnsi" w:cs="Times New Roman (CS-rubriker)"/>
      <w:b/>
      <w:bCs/>
      <w:color w:val="000000" w:themeColor="text1"/>
      <w:sz w:val="32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602123"/>
    <w:pPr>
      <w:keepNext/>
      <w:keepLines/>
      <w:spacing w:before="320" w:line="240" w:lineRule="auto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30"/>
    </w:rPr>
  </w:style>
  <w:style w:type="paragraph" w:styleId="Rubrik4">
    <w:name w:val="heading 4"/>
    <w:basedOn w:val="Normal"/>
    <w:next w:val="Normal"/>
    <w:link w:val="Rubrik4Char"/>
    <w:uiPriority w:val="9"/>
    <w:unhideWhenUsed/>
    <w:qFormat/>
    <w:rsid w:val="00602123"/>
    <w:pPr>
      <w:keepNext/>
      <w:keepLines/>
      <w:spacing w:before="240" w:after="120" w:line="240" w:lineRule="auto"/>
      <w:outlineLvl w:val="3"/>
    </w:pPr>
    <w:rPr>
      <w:rFonts w:asciiTheme="majorHAnsi" w:eastAsiaTheme="majorEastAsia" w:hAnsiTheme="majorHAnsi" w:cstheme="majorBidi"/>
      <w:b/>
      <w:iCs/>
      <w:color w:val="000000" w:themeColor="text1"/>
      <w:sz w:val="26"/>
    </w:rPr>
  </w:style>
  <w:style w:type="paragraph" w:styleId="Rubrik5">
    <w:name w:val="heading 5"/>
    <w:basedOn w:val="Normal"/>
    <w:next w:val="Normal"/>
    <w:link w:val="Rubrik5Char"/>
    <w:uiPriority w:val="9"/>
    <w:unhideWhenUsed/>
    <w:qFormat/>
    <w:rsid w:val="00602123"/>
    <w:pPr>
      <w:keepNext/>
      <w:keepLines/>
      <w:spacing w:before="240" w:after="120" w:line="240" w:lineRule="auto"/>
      <w:outlineLvl w:val="4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Rubrik6">
    <w:name w:val="heading 6"/>
    <w:basedOn w:val="Normal"/>
    <w:next w:val="Normal"/>
    <w:link w:val="Rubrik6Char"/>
    <w:uiPriority w:val="9"/>
    <w:unhideWhenUsed/>
    <w:qFormat/>
    <w:rsid w:val="00602123"/>
    <w:pPr>
      <w:keepNext/>
      <w:keepLines/>
      <w:spacing w:before="120" w:after="80" w:line="240" w:lineRule="auto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Rubrik7">
    <w:name w:val="heading 7"/>
    <w:basedOn w:val="Rubrik6"/>
    <w:next w:val="Normal"/>
    <w:link w:val="Rubrik7Char"/>
    <w:uiPriority w:val="9"/>
    <w:unhideWhenUsed/>
    <w:qFormat/>
    <w:rsid w:val="0054364D"/>
    <w:pPr>
      <w:outlineLvl w:val="6"/>
    </w:pPr>
    <w:rPr>
      <w:b w:val="0"/>
      <w:i/>
      <w:u w:val="single"/>
    </w:rPr>
  </w:style>
  <w:style w:type="paragraph" w:styleId="Rubrik8">
    <w:name w:val="heading 8"/>
    <w:basedOn w:val="Rubrik7"/>
    <w:next w:val="Normal"/>
    <w:link w:val="Rubrik8Char"/>
    <w:uiPriority w:val="9"/>
    <w:unhideWhenUsed/>
    <w:qFormat/>
    <w:rsid w:val="0054364D"/>
    <w:pPr>
      <w:outlineLvl w:val="7"/>
    </w:pPr>
    <w:rPr>
      <w:color w:val="969696" w:themeColor="accent3"/>
      <w:u w:val="none"/>
    </w:rPr>
  </w:style>
  <w:style w:type="paragraph" w:styleId="Rubrik9">
    <w:name w:val="heading 9"/>
    <w:basedOn w:val="Normal"/>
    <w:next w:val="Normal"/>
    <w:link w:val="Rubrik9Char"/>
    <w:uiPriority w:val="9"/>
    <w:unhideWhenUsed/>
    <w:qFormat/>
    <w:rsid w:val="0054364D"/>
    <w:pPr>
      <w:keepNext/>
      <w:keepLines/>
      <w:spacing w:before="40" w:after="0"/>
      <w:outlineLvl w:val="8"/>
    </w:pPr>
    <w:rPr>
      <w:rFonts w:asciiTheme="majorHAnsi" w:eastAsiaTheme="majorEastAsia" w:hAnsiTheme="majorHAnsi" w:cs="Times New Roman (CS-rubriker)"/>
      <w:i/>
      <w:iCs/>
      <w:caps/>
      <w:color w:val="000000" w:themeColor="text1"/>
      <w:szCs w:val="2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602123"/>
    <w:rPr>
      <w:rFonts w:asciiTheme="majorHAnsi" w:eastAsiaTheme="majorEastAsia" w:hAnsiTheme="majorHAnsi" w:cs="Times New Roman (CS-rubriker)"/>
      <w:b/>
      <w:caps/>
      <w:color w:val="000000" w:themeColor="text1"/>
      <w:sz w:val="36"/>
      <w:szCs w:val="32"/>
    </w:rPr>
  </w:style>
  <w:style w:type="character" w:customStyle="1" w:styleId="Rubrik2Char">
    <w:name w:val="Rubrik 2 Char"/>
    <w:basedOn w:val="Standardstycketeckensnitt"/>
    <w:link w:val="Rubrik2"/>
    <w:uiPriority w:val="9"/>
    <w:rsid w:val="00602123"/>
    <w:rPr>
      <w:rFonts w:asciiTheme="majorHAnsi" w:eastAsiaTheme="majorEastAsia" w:hAnsiTheme="majorHAnsi" w:cs="Times New Roman (CS-rubriker)"/>
      <w:b/>
      <w:bCs/>
      <w:color w:val="000000" w:themeColor="text1"/>
      <w:sz w:val="32"/>
      <w:szCs w:val="26"/>
    </w:rPr>
  </w:style>
  <w:style w:type="character" w:customStyle="1" w:styleId="Rubrik3Char">
    <w:name w:val="Rubrik 3 Char"/>
    <w:basedOn w:val="Standardstycketeckensnitt"/>
    <w:link w:val="Rubrik3"/>
    <w:uiPriority w:val="9"/>
    <w:rsid w:val="00602123"/>
    <w:rPr>
      <w:rFonts w:asciiTheme="majorHAnsi" w:eastAsiaTheme="majorEastAsia" w:hAnsiTheme="majorHAnsi" w:cstheme="majorBidi"/>
      <w:b/>
      <w:bCs/>
      <w:color w:val="000000" w:themeColor="text1"/>
      <w:sz w:val="30"/>
    </w:rPr>
  </w:style>
  <w:style w:type="character" w:customStyle="1" w:styleId="Rubrik4Char">
    <w:name w:val="Rubrik 4 Char"/>
    <w:basedOn w:val="Standardstycketeckensnitt"/>
    <w:link w:val="Rubrik4"/>
    <w:uiPriority w:val="9"/>
    <w:rsid w:val="00602123"/>
    <w:rPr>
      <w:rFonts w:asciiTheme="majorHAnsi" w:eastAsiaTheme="majorEastAsia" w:hAnsiTheme="majorHAnsi" w:cstheme="majorBidi"/>
      <w:b/>
      <w:iCs/>
      <w:color w:val="000000" w:themeColor="text1"/>
      <w:sz w:val="26"/>
    </w:rPr>
  </w:style>
  <w:style w:type="character" w:customStyle="1" w:styleId="Rubrik5Char">
    <w:name w:val="Rubrik 5 Char"/>
    <w:basedOn w:val="Standardstycketeckensnitt"/>
    <w:link w:val="Rubrik5"/>
    <w:uiPriority w:val="9"/>
    <w:rsid w:val="006021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Rubrik6Char">
    <w:name w:val="Rubrik 6 Char"/>
    <w:basedOn w:val="Standardstycketeckensnitt"/>
    <w:link w:val="Rubrik6"/>
    <w:uiPriority w:val="9"/>
    <w:rsid w:val="00602123"/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customStyle="1" w:styleId="Rubrik7Char">
    <w:name w:val="Rubrik 7 Char"/>
    <w:basedOn w:val="Standardstycketeckensnitt"/>
    <w:link w:val="Rubrik7"/>
    <w:uiPriority w:val="9"/>
    <w:rsid w:val="0054364D"/>
    <w:rPr>
      <w:rFonts w:asciiTheme="majorHAnsi" w:eastAsiaTheme="majorEastAsia" w:hAnsiTheme="majorHAnsi" w:cstheme="majorBidi"/>
      <w:i/>
      <w:color w:val="000000" w:themeColor="text1"/>
      <w:sz w:val="22"/>
      <w:u w:val="single"/>
    </w:rPr>
  </w:style>
  <w:style w:type="character" w:customStyle="1" w:styleId="Rubrik8Char">
    <w:name w:val="Rubrik 8 Char"/>
    <w:basedOn w:val="Standardstycketeckensnitt"/>
    <w:link w:val="Rubrik8"/>
    <w:uiPriority w:val="9"/>
    <w:rsid w:val="0054364D"/>
    <w:rPr>
      <w:rFonts w:asciiTheme="majorHAnsi" w:eastAsiaTheme="majorEastAsia" w:hAnsiTheme="majorHAnsi" w:cstheme="majorBidi"/>
      <w:i/>
      <w:color w:val="969696" w:themeColor="accent3"/>
      <w:sz w:val="22"/>
    </w:rPr>
  </w:style>
  <w:style w:type="character" w:customStyle="1" w:styleId="Rubrik9Char">
    <w:name w:val="Rubrik 9 Char"/>
    <w:basedOn w:val="Standardstycketeckensnitt"/>
    <w:link w:val="Rubrik9"/>
    <w:uiPriority w:val="9"/>
    <w:rsid w:val="0054364D"/>
    <w:rPr>
      <w:rFonts w:asciiTheme="majorHAnsi" w:eastAsiaTheme="majorEastAsia" w:hAnsiTheme="majorHAnsi" w:cs="Times New Roman (CS-rubriker)"/>
      <w:i/>
      <w:iCs/>
      <w:caps/>
      <w:color w:val="000000" w:themeColor="text1"/>
      <w:sz w:val="22"/>
      <w:szCs w:val="22"/>
    </w:rPr>
  </w:style>
  <w:style w:type="paragraph" w:styleId="Rubrik">
    <w:name w:val="Title"/>
    <w:basedOn w:val="Normal"/>
    <w:next w:val="Normal"/>
    <w:link w:val="RubrikChar"/>
    <w:uiPriority w:val="10"/>
    <w:qFormat/>
    <w:rsid w:val="00A23E43"/>
    <w:pPr>
      <w:spacing w:after="800" w:line="240" w:lineRule="auto"/>
      <w:contextualSpacing/>
      <w:jc w:val="center"/>
    </w:pPr>
    <w:rPr>
      <w:rFonts w:ascii="Yanone Kaffeesatz Bold" w:eastAsiaTheme="majorEastAsia" w:hAnsi="Yanone Kaffeesatz Bold" w:cs="Times New Roman (CS-rubriker)"/>
      <w:b/>
      <w:caps/>
      <w:kern w:val="28"/>
      <w:sz w:val="120"/>
      <w:szCs w:val="120"/>
    </w:rPr>
  </w:style>
  <w:style w:type="character" w:customStyle="1" w:styleId="RubrikChar">
    <w:name w:val="Rubrik Char"/>
    <w:basedOn w:val="Standardstycketeckensnitt"/>
    <w:link w:val="Rubrik"/>
    <w:uiPriority w:val="10"/>
    <w:rsid w:val="00A23E43"/>
    <w:rPr>
      <w:rFonts w:ascii="Yanone Kaffeesatz Bold" w:eastAsiaTheme="majorEastAsia" w:hAnsi="Yanone Kaffeesatz Bold" w:cs="Times New Roman (CS-rubriker)"/>
      <w:b/>
      <w:caps/>
      <w:kern w:val="28"/>
      <w:sz w:val="120"/>
      <w:szCs w:val="120"/>
    </w:rPr>
  </w:style>
  <w:style w:type="paragraph" w:styleId="Ingetavstnd">
    <w:name w:val="No Spacing"/>
    <w:link w:val="IngetavstndChar"/>
    <w:uiPriority w:val="1"/>
    <w:qFormat/>
    <w:rsid w:val="0054364D"/>
    <w:rPr>
      <w:rFonts w:ascii="Corbel" w:hAnsi="Corbel" w:cs="Times New Roman (CS-brödtext)"/>
      <w:sz w:val="22"/>
    </w:rPr>
  </w:style>
  <w:style w:type="paragraph" w:styleId="Underrubrik">
    <w:name w:val="Subtitle"/>
    <w:basedOn w:val="Normal"/>
    <w:next w:val="Citat"/>
    <w:link w:val="UnderrubrikChar"/>
    <w:uiPriority w:val="11"/>
    <w:qFormat/>
    <w:rsid w:val="00B57D83"/>
    <w:pPr>
      <w:numPr>
        <w:ilvl w:val="1"/>
      </w:numPr>
      <w:spacing w:before="240" w:line="240" w:lineRule="auto"/>
      <w:jc w:val="center"/>
    </w:pPr>
    <w:rPr>
      <w:rFonts w:ascii="Yanone Kaffeesatz" w:eastAsiaTheme="minorEastAsia" w:hAnsi="Yanone Kaffeesatz"/>
      <w:caps/>
      <w:sz w:val="50"/>
      <w:szCs w:val="50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B57D83"/>
    <w:rPr>
      <w:rFonts w:ascii="Yanone Kaffeesatz" w:eastAsiaTheme="minorEastAsia" w:hAnsi="Yanone Kaffeesatz" w:cs="Times New Roman (CS-brödtext)"/>
      <w:caps/>
      <w:sz w:val="50"/>
      <w:szCs w:val="50"/>
    </w:rPr>
  </w:style>
  <w:style w:type="character" w:styleId="Diskretbetoning">
    <w:name w:val="Subtle Emphasis"/>
    <w:basedOn w:val="Standardstycketeckensnitt"/>
    <w:uiPriority w:val="19"/>
    <w:qFormat/>
    <w:rsid w:val="006505A8"/>
    <w:rPr>
      <w:i/>
      <w:iCs/>
      <w:color w:val="404040" w:themeColor="text1" w:themeTint="BF"/>
    </w:rPr>
  </w:style>
  <w:style w:type="character" w:styleId="Betoning">
    <w:name w:val="Emphasis"/>
    <w:basedOn w:val="Standardstycketeckensnitt"/>
    <w:uiPriority w:val="20"/>
    <w:qFormat/>
    <w:rsid w:val="006505A8"/>
    <w:rPr>
      <w:i/>
      <w:iCs/>
    </w:rPr>
  </w:style>
  <w:style w:type="character" w:styleId="Starkbetoning">
    <w:name w:val="Intense Emphasis"/>
    <w:basedOn w:val="Standardstycketeckensnitt"/>
    <w:uiPriority w:val="21"/>
    <w:qFormat/>
    <w:rsid w:val="00B57D83"/>
    <w:rPr>
      <w:i/>
      <w:iCs/>
      <w:caps/>
      <w:smallCaps w:val="0"/>
      <w:color w:val="000000" w:themeColor="text1"/>
    </w:rPr>
  </w:style>
  <w:style w:type="character" w:styleId="Stark">
    <w:name w:val="Strong"/>
    <w:basedOn w:val="Standardstycketeckensnitt"/>
    <w:uiPriority w:val="22"/>
    <w:qFormat/>
    <w:rsid w:val="006505A8"/>
    <w:rPr>
      <w:b/>
      <w:bCs/>
    </w:rPr>
  </w:style>
  <w:style w:type="paragraph" w:styleId="Litteraturfrteckning">
    <w:name w:val="Bibliography"/>
    <w:basedOn w:val="Normal"/>
    <w:next w:val="Normal"/>
    <w:uiPriority w:val="37"/>
    <w:unhideWhenUsed/>
    <w:rsid w:val="006505A8"/>
  </w:style>
  <w:style w:type="paragraph" w:styleId="Innehllsfrteckningsrubrik">
    <w:name w:val="TOC Heading"/>
    <w:basedOn w:val="Rubrik1"/>
    <w:next w:val="Normal"/>
    <w:uiPriority w:val="39"/>
    <w:unhideWhenUsed/>
    <w:qFormat/>
    <w:rsid w:val="00FB3B2A"/>
    <w:pPr>
      <w:spacing w:before="240" w:after="480"/>
      <w:outlineLvl w:val="9"/>
    </w:pPr>
  </w:style>
  <w:style w:type="paragraph" w:styleId="Sidhuvud">
    <w:name w:val="header"/>
    <w:basedOn w:val="Normal"/>
    <w:link w:val="SidhuvudChar"/>
    <w:uiPriority w:val="99"/>
    <w:unhideWhenUsed/>
    <w:rsid w:val="00650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6505A8"/>
    <w:rPr>
      <w:rFonts w:ascii="Corbel" w:hAnsi="Corbel" w:cs="Times New Roman (CS-brödtext)"/>
      <w:sz w:val="22"/>
    </w:rPr>
  </w:style>
  <w:style w:type="paragraph" w:styleId="Sidfot">
    <w:name w:val="footer"/>
    <w:basedOn w:val="Normal"/>
    <w:link w:val="SidfotChar"/>
    <w:uiPriority w:val="99"/>
    <w:unhideWhenUsed/>
    <w:rsid w:val="00650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6505A8"/>
    <w:rPr>
      <w:rFonts w:ascii="Corbel" w:hAnsi="Corbel" w:cs="Times New Roman (CS-brödtext)"/>
      <w:sz w:val="22"/>
    </w:rPr>
  </w:style>
  <w:style w:type="character" w:customStyle="1" w:styleId="IngetavstndChar">
    <w:name w:val="Inget avstånd Char"/>
    <w:basedOn w:val="Standardstycketeckensnitt"/>
    <w:link w:val="Ingetavstnd"/>
    <w:uiPriority w:val="1"/>
    <w:rsid w:val="006505A8"/>
    <w:rPr>
      <w:rFonts w:ascii="Corbel" w:hAnsi="Corbel" w:cs="Times New Roman (CS-brödtext)"/>
      <w:sz w:val="22"/>
    </w:rPr>
  </w:style>
  <w:style w:type="paragraph" w:styleId="Innehll1">
    <w:name w:val="toc 1"/>
    <w:basedOn w:val="Normal"/>
    <w:next w:val="Normal"/>
    <w:autoRedefine/>
    <w:uiPriority w:val="39"/>
    <w:unhideWhenUsed/>
    <w:rsid w:val="00131197"/>
    <w:pPr>
      <w:tabs>
        <w:tab w:val="right" w:leader="dot" w:pos="9062"/>
      </w:tabs>
      <w:spacing w:before="240" w:after="120" w:line="240" w:lineRule="auto"/>
    </w:pPr>
    <w:rPr>
      <w:rFonts w:asciiTheme="minorHAnsi" w:hAnsiTheme="minorHAnsi"/>
      <w:b/>
      <w:bCs/>
      <w:caps/>
      <w:noProof/>
      <w:sz w:val="24"/>
    </w:rPr>
  </w:style>
  <w:style w:type="paragraph" w:styleId="Innehll2">
    <w:name w:val="toc 2"/>
    <w:basedOn w:val="Normal"/>
    <w:next w:val="Normal"/>
    <w:autoRedefine/>
    <w:uiPriority w:val="39"/>
    <w:unhideWhenUsed/>
    <w:rsid w:val="00131197"/>
    <w:pPr>
      <w:tabs>
        <w:tab w:val="right" w:leader="dot" w:pos="9062"/>
      </w:tabs>
      <w:spacing w:before="120" w:after="0"/>
    </w:pPr>
    <w:rPr>
      <w:rFonts w:asciiTheme="minorHAnsi" w:hAnsiTheme="minorHAnsi"/>
      <w:iCs/>
      <w:noProof/>
      <w:sz w:val="24"/>
    </w:rPr>
  </w:style>
  <w:style w:type="paragraph" w:styleId="Innehll3">
    <w:name w:val="toc 3"/>
    <w:basedOn w:val="Normal"/>
    <w:next w:val="Normal"/>
    <w:autoRedefine/>
    <w:uiPriority w:val="39"/>
    <w:unhideWhenUsed/>
    <w:rsid w:val="00131197"/>
    <w:pPr>
      <w:spacing w:after="0"/>
    </w:pPr>
    <w:rPr>
      <w:rFonts w:asciiTheme="minorHAnsi" w:hAnsiTheme="minorHAnsi"/>
      <w:sz w:val="20"/>
      <w:szCs w:val="20"/>
    </w:rPr>
  </w:style>
  <w:style w:type="character" w:styleId="Hyperlnk">
    <w:name w:val="Hyperlink"/>
    <w:basedOn w:val="Standardstycketeckensnitt"/>
    <w:uiPriority w:val="99"/>
    <w:unhideWhenUsed/>
    <w:rsid w:val="00B57D83"/>
    <w:rPr>
      <w:color w:val="262626" w:themeColor="accent6" w:themeShade="80"/>
      <w:u w:val="single"/>
    </w:rPr>
  </w:style>
  <w:style w:type="paragraph" w:styleId="Innehll4">
    <w:name w:val="toc 4"/>
    <w:basedOn w:val="Normal"/>
    <w:next w:val="Normal"/>
    <w:autoRedefine/>
    <w:uiPriority w:val="39"/>
    <w:semiHidden/>
    <w:unhideWhenUsed/>
    <w:rsid w:val="00FB3B2A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Innehll5">
    <w:name w:val="toc 5"/>
    <w:basedOn w:val="Normal"/>
    <w:next w:val="Normal"/>
    <w:autoRedefine/>
    <w:uiPriority w:val="39"/>
    <w:semiHidden/>
    <w:unhideWhenUsed/>
    <w:rsid w:val="00FB3B2A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Innehll6">
    <w:name w:val="toc 6"/>
    <w:basedOn w:val="Normal"/>
    <w:next w:val="Normal"/>
    <w:autoRedefine/>
    <w:uiPriority w:val="39"/>
    <w:semiHidden/>
    <w:unhideWhenUsed/>
    <w:rsid w:val="00FB3B2A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Innehll7">
    <w:name w:val="toc 7"/>
    <w:basedOn w:val="Normal"/>
    <w:next w:val="Normal"/>
    <w:autoRedefine/>
    <w:uiPriority w:val="39"/>
    <w:semiHidden/>
    <w:unhideWhenUsed/>
    <w:rsid w:val="00FB3B2A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Innehll8">
    <w:name w:val="toc 8"/>
    <w:basedOn w:val="Normal"/>
    <w:next w:val="Normal"/>
    <w:autoRedefine/>
    <w:uiPriority w:val="39"/>
    <w:semiHidden/>
    <w:unhideWhenUsed/>
    <w:rsid w:val="00FB3B2A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Innehll9">
    <w:name w:val="toc 9"/>
    <w:basedOn w:val="Normal"/>
    <w:next w:val="Normal"/>
    <w:autoRedefine/>
    <w:uiPriority w:val="39"/>
    <w:semiHidden/>
    <w:unhideWhenUsed/>
    <w:rsid w:val="00FB3B2A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Liststycke">
    <w:name w:val="List Paragraph"/>
    <w:basedOn w:val="Normal"/>
    <w:uiPriority w:val="34"/>
    <w:qFormat/>
    <w:rsid w:val="001E141C"/>
    <w:pPr>
      <w:numPr>
        <w:numId w:val="2012"/>
      </w:numPr>
      <w:spacing w:before="120" w:after="160"/>
    </w:pPr>
  </w:style>
  <w:style w:type="paragraph" w:styleId="Punktlista">
    <w:name w:val="List Bullet"/>
    <w:basedOn w:val="Normal"/>
    <w:uiPriority w:val="99"/>
    <w:unhideWhenUsed/>
    <w:rsid w:val="00131197"/>
    <w:pPr>
      <w:numPr>
        <w:numId w:val="1376"/>
      </w:numPr>
      <w:contextualSpacing/>
    </w:pPr>
  </w:style>
  <w:style w:type="character" w:styleId="Olstomnmnande">
    <w:name w:val="Unresolved Mention"/>
    <w:basedOn w:val="Standardstycketeckensnitt"/>
    <w:uiPriority w:val="99"/>
    <w:semiHidden/>
    <w:unhideWhenUsed/>
    <w:rsid w:val="00131197"/>
    <w:rPr>
      <w:color w:val="605E5C"/>
      <w:shd w:val="clear" w:color="auto" w:fill="E1DFDD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B57D83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B57D83"/>
    <w:rPr>
      <w:rFonts w:cs="Times New Roman"/>
      <w:sz w:val="18"/>
      <w:szCs w:val="18"/>
    </w:rPr>
  </w:style>
  <w:style w:type="paragraph" w:styleId="Dokumentversikt">
    <w:name w:val="Document Map"/>
    <w:basedOn w:val="Normal"/>
    <w:link w:val="DokumentversiktChar"/>
    <w:uiPriority w:val="99"/>
    <w:semiHidden/>
    <w:unhideWhenUsed/>
    <w:rsid w:val="00B57D83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kumentversiktChar">
    <w:name w:val="Dokumentöversikt Char"/>
    <w:basedOn w:val="Standardstycketeckensnitt"/>
    <w:link w:val="Dokumentversikt"/>
    <w:uiPriority w:val="99"/>
    <w:semiHidden/>
    <w:rsid w:val="00B57D83"/>
    <w:rPr>
      <w:rFonts w:cs="Times New Roman (CS-brödtext)"/>
      <w:sz w:val="26"/>
      <w:szCs w:val="26"/>
    </w:rPr>
  </w:style>
  <w:style w:type="paragraph" w:styleId="Normalwebb">
    <w:name w:val="Normal (Web)"/>
    <w:basedOn w:val="Normal"/>
    <w:uiPriority w:val="99"/>
    <w:semiHidden/>
    <w:unhideWhenUsed/>
    <w:rsid w:val="00B57D83"/>
    <w:rPr>
      <w:rFonts w:ascii="Times New Roman" w:hAnsi="Times New Roman" w:cs="Times New Roman"/>
      <w:sz w:val="24"/>
    </w:rPr>
  </w:style>
  <w:style w:type="paragraph" w:styleId="Citat">
    <w:name w:val="Quote"/>
    <w:aliases w:val="Ingress"/>
    <w:basedOn w:val="Normal"/>
    <w:next w:val="Normal"/>
    <w:link w:val="CitatChar"/>
    <w:uiPriority w:val="29"/>
    <w:qFormat/>
    <w:rsid w:val="00B57D83"/>
    <w:pPr>
      <w:spacing w:before="200" w:after="200"/>
      <w:ind w:left="862" w:right="862"/>
      <w:jc w:val="center"/>
    </w:pPr>
    <w:rPr>
      <w:b/>
      <w:iCs/>
      <w:sz w:val="28"/>
    </w:rPr>
  </w:style>
  <w:style w:type="character" w:customStyle="1" w:styleId="CitatChar">
    <w:name w:val="Citat Char"/>
    <w:aliases w:val="Ingress Char"/>
    <w:basedOn w:val="Standardstycketeckensnitt"/>
    <w:link w:val="Citat"/>
    <w:uiPriority w:val="29"/>
    <w:rsid w:val="00B57D83"/>
    <w:rPr>
      <w:rFonts w:ascii="Corbel" w:hAnsi="Corbel" w:cs="Times New Roman (CS-brödtext)"/>
      <w:b/>
      <w:iCs/>
      <w:sz w:val="28"/>
    </w:rPr>
  </w:style>
  <w:style w:type="numbering" w:customStyle="1" w:styleId="Aktuelllista1">
    <w:name w:val="Aktuell lista1"/>
    <w:uiPriority w:val="99"/>
    <w:rsid w:val="00CA57DC"/>
    <w:pPr>
      <w:numPr>
        <w:numId w:val="1681"/>
      </w:numPr>
    </w:pPr>
  </w:style>
  <w:style w:type="numbering" w:customStyle="1" w:styleId="Aktuelllista2">
    <w:name w:val="Aktuell lista2"/>
    <w:uiPriority w:val="99"/>
    <w:rsid w:val="000F4A10"/>
    <w:pPr>
      <w:numPr>
        <w:numId w:val="1846"/>
      </w:numPr>
    </w:pPr>
  </w:style>
  <w:style w:type="numbering" w:customStyle="1" w:styleId="UClista">
    <w:name w:val="ÄUC lista"/>
    <w:uiPriority w:val="99"/>
    <w:rsid w:val="000F4A10"/>
    <w:pPr>
      <w:numPr>
        <w:numId w:val="1847"/>
      </w:numPr>
    </w:pPr>
  </w:style>
  <w:style w:type="numbering" w:customStyle="1" w:styleId="Aktuelllista4">
    <w:name w:val="Aktuell lista4"/>
    <w:uiPriority w:val="99"/>
    <w:rsid w:val="00296BFA"/>
    <w:pPr>
      <w:numPr>
        <w:numId w:val="1986"/>
      </w:numPr>
    </w:pPr>
  </w:style>
  <w:style w:type="numbering" w:customStyle="1" w:styleId="Aktuelllista3">
    <w:name w:val="Aktuell lista3"/>
    <w:uiPriority w:val="99"/>
    <w:rsid w:val="00296BFA"/>
    <w:pPr>
      <w:numPr>
        <w:numId w:val="1948"/>
      </w:numPr>
    </w:pPr>
  </w:style>
  <w:style w:type="numbering" w:customStyle="1" w:styleId="Aktuelllista7">
    <w:name w:val="Aktuell lista7"/>
    <w:uiPriority w:val="99"/>
    <w:rsid w:val="00D33AD8"/>
    <w:pPr>
      <w:numPr>
        <w:numId w:val="200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hannajohansson/Library/Group%20Containers/UBF8T346G9.Office/User%20Content.localized/Templates.localized/A&#776;UC%20mall%20word.dotx" TargetMode="External"/></Relationships>
</file>

<file path=word/theme/theme1.xml><?xml version="1.0" encoding="utf-8"?>
<a:theme xmlns:a="http://schemas.openxmlformats.org/drawingml/2006/main" name="Office-tema">
  <a:themeElements>
    <a:clrScheme name="Gråskala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14347BAA3A9541AC8EC5096C3C42FF" ma:contentTypeVersion="14" ma:contentTypeDescription="Skapa ett nytt dokument." ma:contentTypeScope="" ma:versionID="4ae836f67340a7d497ba36065e315b85">
  <xsd:schema xmlns:xsd="http://www.w3.org/2001/XMLSchema" xmlns:xs="http://www.w3.org/2001/XMLSchema" xmlns:p="http://schemas.microsoft.com/office/2006/metadata/properties" xmlns:ns2="93026944-14e0-4ad3-9281-c78759bca402" xmlns:ns3="0de8bc46-39fb-4e19-b9d9-81663f82a872" targetNamespace="http://schemas.microsoft.com/office/2006/metadata/properties" ma:root="true" ma:fieldsID="ba5e7bd894850f60fde5ee1844e2c752" ns2:_="" ns3:_="">
    <xsd:import namespace="93026944-14e0-4ad3-9281-c78759bca402"/>
    <xsd:import namespace="0de8bc46-39fb-4e19-b9d9-81663f82a8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26944-14e0-4ad3-9281-c78759bca4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eringar" ma:readOnly="false" ma:fieldId="{5cf76f15-5ced-4ddc-b409-7134ff3c332f}" ma:taxonomyMulti="true" ma:sspId="15279e18-e90e-40ca-826c-3a56442b16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8bc46-39fb-4e19-b9d9-81663f82a8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026944-14e0-4ad3-9281-c78759bca40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27E-1274-4015-BC97-AE6720A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026944-14e0-4ad3-9281-c78759bca402"/>
    <ds:schemaRef ds:uri="0de8bc46-39fb-4e19-b9d9-81663f82a8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40CE4C-60FF-2641-8FC7-EF31FF75DB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272EEB-19A8-4C15-AC54-E6CD466F73E0}">
  <ds:schemaRefs>
    <ds:schemaRef ds:uri="http://schemas.microsoft.com/office/2006/metadata/properties"/>
    <ds:schemaRef ds:uri="http://schemas.microsoft.com/office/infopath/2007/PartnerControls"/>
    <ds:schemaRef ds:uri="93026944-14e0-4ad3-9281-c78759bca402"/>
  </ds:schemaRefs>
</ds:datastoreItem>
</file>

<file path=customXml/itemProps4.xml><?xml version="1.0" encoding="utf-8"?>
<ds:datastoreItem xmlns:ds="http://schemas.openxmlformats.org/officeDocument/2006/customXml" ds:itemID="{01BEDFBD-4739-42E7-B63F-B482C69307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ÄUC mall word.dotx</Template>
  <TotalTime>0</TotalTime>
  <Pages>1</Pages>
  <Words>166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Rubriker</vt:lpstr>
      </vt:variant>
      <vt:variant>
        <vt:i4>4</vt:i4>
      </vt:variant>
    </vt:vector>
  </HeadingPairs>
  <TitlesOfParts>
    <vt:vector size="5" baseType="lpstr">
      <vt:lpstr>Rubrik och rubrik och rubrik</vt:lpstr>
      <vt:lpstr>Älvdalens Utbildningscentrums logotyper</vt:lpstr>
      <vt:lpstr>    Tvåfärgad logga på svart eller vit bakgrund</vt:lpstr>
      <vt:lpstr>    Enfärgad logga på färgad bakgrund</vt:lpstr>
      <vt:lpstr>    Grön färg </vt:lpstr>
    </vt:vector>
  </TitlesOfParts>
  <Manager/>
  <Company/>
  <LinksUpToDate>false</LinksUpToDate>
  <CharactersWithSpaces>1049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Rubrik och rubrik och rubrik</dc:title>
  <dc:subject>Här kommer underrubrien                               2023</dc:subject>
  <dc:creator>Microsoft Office User</dc:creator>
  <cp:keywords/>
  <dc:description/>
  <cp:lastModifiedBy>Hanna Johansson</cp:lastModifiedBy>
  <cp:revision>3</cp:revision>
  <dcterms:created xsi:type="dcterms:W3CDTF">2023-06-05T11:00:00Z</dcterms:created>
  <dcterms:modified xsi:type="dcterms:W3CDTF">2023-06-09T08:02:00Z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0x0101003F14347BAA3A9541AC8EC5096C3C42FF</vt:lpwstr>
  </property>
  <property fmtid="{D5CDD505-2E9C-101B-9397-08002B2CF9AE}" pid="3" name="MediaServiceImageTags">
    <vt:lpwstr/>
  </property>
</Properties>
</file>